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shd w:val="clear" w:color="auto" w:fill="00AEEF"/>
        <w:tblLook w:val="04A0" w:firstRow="1" w:lastRow="0" w:firstColumn="1" w:lastColumn="0" w:noHBand="0" w:noVBand="1"/>
      </w:tblPr>
      <w:tblGrid>
        <w:gridCol w:w="4834"/>
      </w:tblGrid>
      <w:tr w:rsidR="003948E1" w:rsidRPr="004443D8" w14:paraId="00DFA3FD" w14:textId="77777777" w:rsidTr="00891818">
        <w:trPr>
          <w:trHeight w:val="454"/>
        </w:trPr>
        <w:tc>
          <w:tcPr>
            <w:tcW w:w="0" w:type="auto"/>
            <w:shd w:val="clear" w:color="auto" w:fill="00AEEF"/>
            <w:vAlign w:val="center"/>
          </w:tcPr>
          <w:tbl>
            <w:tblPr>
              <w:tblW w:w="0" w:type="auto"/>
              <w:shd w:val="clear" w:color="auto" w:fill="00AEEF"/>
              <w:tblLook w:val="04A0" w:firstRow="1" w:lastRow="0" w:firstColumn="1" w:lastColumn="0" w:noHBand="0" w:noVBand="1"/>
            </w:tblPr>
            <w:tblGrid>
              <w:gridCol w:w="4618"/>
            </w:tblGrid>
            <w:tr w:rsidR="004443D8" w:rsidRPr="004443D8" w14:paraId="2FBCD2A0" w14:textId="77777777" w:rsidTr="00A85E85">
              <w:trPr>
                <w:trHeight w:val="454"/>
              </w:trPr>
              <w:tc>
                <w:tcPr>
                  <w:tcW w:w="0" w:type="auto"/>
                  <w:shd w:val="clear" w:color="auto" w:fill="00AEEF"/>
                  <w:vAlign w:val="center"/>
                </w:tcPr>
                <w:p w14:paraId="6AD6064E" w14:textId="77777777" w:rsidR="004443D8" w:rsidRPr="004443D8" w:rsidRDefault="004443D8" w:rsidP="004443D8">
                  <w:pPr>
                    <w:pStyle w:val="i-worksheettype"/>
                    <w:rPr>
                      <w:i/>
                      <w:iCs/>
                    </w:rPr>
                  </w:pPr>
                  <w:bookmarkStart w:id="0" w:name="_Toc413953868"/>
                  <w:r w:rsidRPr="004443D8">
                    <w:rPr>
                      <w:i/>
                      <w:iCs/>
                    </w:rPr>
                    <w:t>Human Perspectives ATAR Units 1 &amp; 2</w:t>
                  </w:r>
                </w:p>
              </w:tc>
            </w:tr>
          </w:tbl>
          <w:p w14:paraId="6777FADB" w14:textId="2632182C" w:rsidR="003948E1" w:rsidRPr="004443D8" w:rsidRDefault="003948E1" w:rsidP="00FD5816">
            <w:pPr>
              <w:pStyle w:val="i-worksheettype"/>
              <w:rPr>
                <w:i/>
                <w:iCs/>
              </w:rPr>
            </w:pPr>
          </w:p>
        </w:tc>
      </w:tr>
    </w:tbl>
    <w:p w14:paraId="65FD2191" w14:textId="5AAD6A86" w:rsidR="004443D8" w:rsidRDefault="00CB3385" w:rsidP="00C209F8">
      <w:pPr>
        <w:pStyle w:val="i-worksheettitle"/>
      </w:pPr>
      <w:r>
        <w:t>Answers</w:t>
      </w:r>
    </w:p>
    <w:bookmarkEnd w:id="0"/>
    <w:p w14:paraId="29822AA5" w14:textId="77777777" w:rsidR="00CB3385" w:rsidRPr="00D7576A" w:rsidRDefault="00CB3385" w:rsidP="00CB3385">
      <w:pPr>
        <w:pStyle w:val="i-bhead"/>
        <w:rPr>
          <w:lang w:val="en-US"/>
        </w:rPr>
      </w:pPr>
      <w:r w:rsidRPr="00D7576A">
        <w:rPr>
          <w:lang w:val="en-US"/>
        </w:rPr>
        <w:t>Chapter 1 Investigating human biology</w:t>
      </w:r>
    </w:p>
    <w:p w14:paraId="19367AE9" w14:textId="77777777" w:rsidR="00CB3385" w:rsidRPr="00D7576A" w:rsidRDefault="00CB3385" w:rsidP="00CB3385">
      <w:pPr>
        <w:pStyle w:val="i-chead"/>
        <w:rPr>
          <w:lang w:val="en-US"/>
        </w:rPr>
      </w:pPr>
      <w:r w:rsidRPr="00D7576A">
        <w:rPr>
          <w:lang w:val="en-US"/>
        </w:rPr>
        <w:t>Questions 1.1</w:t>
      </w:r>
    </w:p>
    <w:p w14:paraId="5A15F9EF" w14:textId="77777777" w:rsidR="00CB3385" w:rsidRPr="00D7576A" w:rsidRDefault="00CB3385" w:rsidP="00CB3385">
      <w:pPr>
        <w:pStyle w:val="i-chead"/>
        <w:rPr>
          <w:lang w:val="en-US"/>
        </w:rPr>
      </w:pPr>
      <w:r w:rsidRPr="00D7576A">
        <w:rPr>
          <w:lang w:val="en-US"/>
        </w:rPr>
        <w:t>Recall knowledge</w:t>
      </w:r>
    </w:p>
    <w:p w14:paraId="182235FF" w14:textId="77777777" w:rsidR="00CB3385" w:rsidRPr="00CB3385" w:rsidRDefault="00CB3385" w:rsidP="00CB3385">
      <w:pPr>
        <w:pStyle w:val="answers-question"/>
      </w:pPr>
      <w:r w:rsidRPr="00CB3385">
        <w:rPr>
          <w:b/>
        </w:rPr>
        <w:t xml:space="preserve">1 </w:t>
      </w:r>
      <w:r w:rsidRPr="00CB3385">
        <w:t>List the two aspects of science.</w:t>
      </w:r>
    </w:p>
    <w:p w14:paraId="737E27E3" w14:textId="77777777" w:rsidR="00CB3385" w:rsidRDefault="00CB3385" w:rsidP="00A47BD3">
      <w:pPr>
        <w:pStyle w:val="answers-answer"/>
      </w:pPr>
      <w:r w:rsidRPr="007A6F20">
        <w:rPr>
          <w:rStyle w:val="answer"/>
        </w:rPr>
        <w:t>Answer</w:t>
      </w:r>
      <w:r>
        <w:rPr>
          <w:i/>
        </w:rPr>
        <w:t>:</w:t>
      </w:r>
      <w:r>
        <w:t xml:space="preserve"> Science is a process of inquiry – a way of finding out about human beings, and their living and non-living surroundings. </w:t>
      </w:r>
    </w:p>
    <w:p w14:paraId="49CD2EC5" w14:textId="77777777" w:rsidR="00CB3385" w:rsidRPr="00D7576A" w:rsidRDefault="00CB3385" w:rsidP="00A47BD3">
      <w:pPr>
        <w:pStyle w:val="answers-answer"/>
      </w:pPr>
      <w:r>
        <w:t xml:space="preserve">Science is a body of knowledge – knowledge gained by systematic observation and testing of ideas. </w:t>
      </w:r>
    </w:p>
    <w:p w14:paraId="5F88066B" w14:textId="77777777" w:rsidR="00CB3385" w:rsidRDefault="00CB3385" w:rsidP="00CB3385">
      <w:pPr>
        <w:pStyle w:val="answers-question"/>
      </w:pPr>
      <w:r w:rsidRPr="00B07131">
        <w:rPr>
          <w:b/>
        </w:rPr>
        <w:t>2</w:t>
      </w:r>
      <w:r w:rsidRPr="00D7576A">
        <w:t xml:space="preserve"> Define ‘human biological science’.</w:t>
      </w:r>
    </w:p>
    <w:p w14:paraId="006B2253" w14:textId="77777777" w:rsidR="00CB3385" w:rsidRPr="00D7576A" w:rsidRDefault="00CB3385" w:rsidP="00A47BD3">
      <w:pPr>
        <w:pStyle w:val="answers-answer"/>
      </w:pPr>
      <w:r w:rsidRPr="00D273BE">
        <w:rPr>
          <w:rStyle w:val="answer"/>
        </w:rPr>
        <w:t>Answer</w:t>
      </w:r>
      <w:r>
        <w:rPr>
          <w:i/>
        </w:rPr>
        <w:t>:</w:t>
      </w:r>
      <w:r>
        <w:t xml:space="preserve"> Human biology is a body of knowledge relating to humans and is concerned with finding out more about the human species. </w:t>
      </w:r>
    </w:p>
    <w:p w14:paraId="29106966" w14:textId="77777777" w:rsidR="00CB3385" w:rsidRDefault="00CB3385" w:rsidP="00CB3385">
      <w:pPr>
        <w:pStyle w:val="answers-question"/>
      </w:pPr>
      <w:r w:rsidRPr="00B07131">
        <w:rPr>
          <w:b/>
        </w:rPr>
        <w:t>3</w:t>
      </w:r>
      <w:r w:rsidRPr="00D7576A">
        <w:t xml:space="preserve"> Define ‘psychology’, ‘biochemistry’ and</w:t>
      </w:r>
      <w:r>
        <w:t xml:space="preserve"> </w:t>
      </w:r>
      <w:r w:rsidRPr="00D7576A">
        <w:t>‘cytology’.</w:t>
      </w:r>
    </w:p>
    <w:p w14:paraId="75A83E14" w14:textId="77777777" w:rsidR="00CB3385" w:rsidRDefault="00CB3385" w:rsidP="00A47BD3">
      <w:pPr>
        <w:pStyle w:val="answers-answer"/>
      </w:pPr>
      <w:r w:rsidRPr="00D273BE">
        <w:rPr>
          <w:rStyle w:val="answer"/>
        </w:rPr>
        <w:t>Answer</w:t>
      </w:r>
      <w:r>
        <w:rPr>
          <w:i/>
        </w:rPr>
        <w:t>:</w:t>
      </w:r>
      <w:r>
        <w:t xml:space="preserve"> Psychology: The study of human behavior</w:t>
      </w:r>
    </w:p>
    <w:p w14:paraId="52626A4E" w14:textId="77777777" w:rsidR="00CB3385" w:rsidRDefault="00CB3385" w:rsidP="00A47BD3">
      <w:pPr>
        <w:pStyle w:val="answers-answer"/>
      </w:pPr>
      <w:r>
        <w:t>Biochemistry: The study of the chemistry of living things</w:t>
      </w:r>
    </w:p>
    <w:p w14:paraId="24951D43" w14:textId="77777777" w:rsidR="00CB3385" w:rsidRPr="00D7576A" w:rsidRDefault="00CB3385" w:rsidP="00A47BD3">
      <w:pPr>
        <w:pStyle w:val="answers-answer"/>
      </w:pPr>
      <w:r>
        <w:t>Cytology: The study of cells</w:t>
      </w:r>
    </w:p>
    <w:p w14:paraId="07904E89" w14:textId="77777777" w:rsidR="00CB3385" w:rsidRDefault="00CB3385" w:rsidP="00CB3385">
      <w:pPr>
        <w:pStyle w:val="answers-question"/>
      </w:pPr>
      <w:r w:rsidRPr="00B07131">
        <w:rPr>
          <w:b/>
        </w:rPr>
        <w:t>4</w:t>
      </w:r>
      <w:r w:rsidRPr="00D7576A">
        <w:t xml:space="preserve"> List the methods of investigating.</w:t>
      </w:r>
    </w:p>
    <w:p w14:paraId="5EF2DD55" w14:textId="37DC22D9" w:rsidR="00CB3385" w:rsidRDefault="00CB3385" w:rsidP="00A47BD3">
      <w:pPr>
        <w:pStyle w:val="answers-answer"/>
      </w:pPr>
      <w:r w:rsidRPr="00D273BE">
        <w:rPr>
          <w:rStyle w:val="answer"/>
        </w:rPr>
        <w:t>Answer</w:t>
      </w:r>
      <w:r>
        <w:rPr>
          <w:i/>
        </w:rPr>
        <w:t>:</w:t>
      </w:r>
      <w:r>
        <w:t xml:space="preserve"> Literature </w:t>
      </w:r>
      <w:r w:rsidR="00A85E85">
        <w:t>r</w:t>
      </w:r>
      <w:r>
        <w:t>eview</w:t>
      </w:r>
      <w:r w:rsidR="008E6A44">
        <w:t xml:space="preserve">, </w:t>
      </w:r>
      <w:r>
        <w:t>Observation</w:t>
      </w:r>
      <w:r w:rsidR="008E6A44">
        <w:t xml:space="preserve">, </w:t>
      </w:r>
      <w:r>
        <w:t>Classification</w:t>
      </w:r>
      <w:r w:rsidR="008E6A44">
        <w:t xml:space="preserve">, </w:t>
      </w:r>
      <w:r>
        <w:t>Experimentation</w:t>
      </w:r>
    </w:p>
    <w:p w14:paraId="2621EBDC" w14:textId="77777777" w:rsidR="00CB3385" w:rsidRPr="00D7576A" w:rsidRDefault="00CB3385" w:rsidP="00CB3385">
      <w:pPr>
        <w:pStyle w:val="i-chead"/>
        <w:rPr>
          <w:lang w:val="en-US"/>
        </w:rPr>
      </w:pPr>
      <w:r w:rsidRPr="00D7576A">
        <w:rPr>
          <w:lang w:val="en-US"/>
        </w:rPr>
        <w:t xml:space="preserve">Apply knowledge </w:t>
      </w:r>
    </w:p>
    <w:p w14:paraId="7E621290" w14:textId="77777777" w:rsidR="00CB3385" w:rsidRDefault="00CB3385" w:rsidP="00CB3385">
      <w:pPr>
        <w:pStyle w:val="answers-question"/>
      </w:pPr>
      <w:r w:rsidRPr="00B07131">
        <w:rPr>
          <w:b/>
        </w:rPr>
        <w:t>5</w:t>
      </w:r>
      <w:r w:rsidRPr="00D7576A">
        <w:t xml:space="preserve"> Explain how physiology relies on a knowledge</w:t>
      </w:r>
      <w:r>
        <w:t xml:space="preserve"> </w:t>
      </w:r>
      <w:r w:rsidRPr="00D7576A">
        <w:t>of anatomy.</w:t>
      </w:r>
    </w:p>
    <w:p w14:paraId="136F0EA2" w14:textId="77777777" w:rsidR="00CB3385" w:rsidRPr="00D7576A" w:rsidRDefault="00CB3385" w:rsidP="00A47BD3">
      <w:pPr>
        <w:pStyle w:val="answers-answer"/>
      </w:pPr>
      <w:r w:rsidRPr="00D273BE">
        <w:rPr>
          <w:rStyle w:val="answer"/>
        </w:rPr>
        <w:t>Answer</w:t>
      </w:r>
      <w:r>
        <w:rPr>
          <w:i/>
        </w:rPr>
        <w:t>:</w:t>
      </w:r>
      <w:r>
        <w:t xml:space="preserve"> Physiology is the study of the functioning of living things, and anatomy is knowing the structure of the body. To be able to understand how the body works, you require a knowledge of the structure of the body first. </w:t>
      </w:r>
    </w:p>
    <w:p w14:paraId="26911B1E" w14:textId="77777777" w:rsidR="00CB3385" w:rsidRDefault="00CB3385" w:rsidP="00CB3385">
      <w:pPr>
        <w:pStyle w:val="answers-question"/>
      </w:pPr>
      <w:r w:rsidRPr="00B07131">
        <w:rPr>
          <w:b/>
        </w:rPr>
        <w:t>6</w:t>
      </w:r>
      <w:r w:rsidRPr="00D7576A">
        <w:t xml:space="preserve"> Give an example of where observations are</w:t>
      </w:r>
      <w:r>
        <w:t xml:space="preserve"> </w:t>
      </w:r>
      <w:r w:rsidRPr="00D7576A">
        <w:t>used during scientific investigations.</w:t>
      </w:r>
    </w:p>
    <w:p w14:paraId="27CA2591" w14:textId="77777777" w:rsidR="00CB3385" w:rsidRPr="00D7576A" w:rsidRDefault="00CB3385" w:rsidP="00A47BD3">
      <w:pPr>
        <w:pStyle w:val="answers-answer"/>
      </w:pPr>
      <w:r w:rsidRPr="00D273BE">
        <w:rPr>
          <w:rStyle w:val="answer"/>
        </w:rPr>
        <w:t>Answer</w:t>
      </w:r>
      <w:r>
        <w:rPr>
          <w:i/>
        </w:rPr>
        <w:t>:</w:t>
      </w:r>
      <w:r>
        <w:t xml:space="preserve"> Students responses will vary. Observations are made using the senses and can be enhanced by using </w:t>
      </w:r>
      <w:proofErr w:type="spellStart"/>
      <w:r>
        <w:t>specialised</w:t>
      </w:r>
      <w:proofErr w:type="spellEnd"/>
      <w:r>
        <w:t xml:space="preserve"> instruments, for example listening to a heartbeat using a stethoscope, classifying bacteria using an electron microscope, making detailed observations in the field with samples taken for further analysis in a laboratory. </w:t>
      </w:r>
    </w:p>
    <w:p w14:paraId="110FF316" w14:textId="77777777" w:rsidR="00CB3385" w:rsidRDefault="00CB3385" w:rsidP="00CB3385">
      <w:pPr>
        <w:pStyle w:val="answers-question"/>
      </w:pPr>
      <w:r w:rsidRPr="00B07131">
        <w:rPr>
          <w:b/>
        </w:rPr>
        <w:lastRenderedPageBreak/>
        <w:t>7</w:t>
      </w:r>
      <w:r w:rsidRPr="00D7576A">
        <w:t xml:space="preserve"> Explain why a control experiment is an</w:t>
      </w:r>
      <w:r>
        <w:t xml:space="preserve"> </w:t>
      </w:r>
      <w:r w:rsidRPr="00D7576A">
        <w:t>important part of a scientific investigation.</w:t>
      </w:r>
    </w:p>
    <w:p w14:paraId="2BED4A71" w14:textId="2001F730" w:rsidR="00CB3385" w:rsidRDefault="00CB3385" w:rsidP="00A47BD3">
      <w:pPr>
        <w:pStyle w:val="answers-answer"/>
      </w:pPr>
      <w:r w:rsidRPr="00D273BE">
        <w:rPr>
          <w:rStyle w:val="answer"/>
        </w:rPr>
        <w:t>Answer</w:t>
      </w:r>
      <w:r>
        <w:rPr>
          <w:i/>
        </w:rPr>
        <w:t>:</w:t>
      </w:r>
      <w:r>
        <w:t xml:space="preserve"> A control experiment is </w:t>
      </w:r>
      <w:r w:rsidR="008E6A44">
        <w:t>one in which</w:t>
      </w:r>
      <w:r>
        <w:t xml:space="preserve"> only one variable is being tested. This enables a comparison to be made between the results from the experimental group and the control group and a confident interpretation of the results can be </w:t>
      </w:r>
      <w:r w:rsidR="008E6A44">
        <w:t>made</w:t>
      </w:r>
      <w:r>
        <w:t xml:space="preserve">. </w:t>
      </w:r>
    </w:p>
    <w:p w14:paraId="4043654C" w14:textId="77777777" w:rsidR="00CB3385" w:rsidRPr="00D7576A" w:rsidRDefault="00CB3385" w:rsidP="00CB3385">
      <w:pPr>
        <w:pStyle w:val="i-chead"/>
        <w:rPr>
          <w:lang w:val="en-US"/>
        </w:rPr>
      </w:pPr>
      <w:r w:rsidRPr="00D7576A">
        <w:rPr>
          <w:lang w:val="en-US"/>
        </w:rPr>
        <w:t>Questions 1.2</w:t>
      </w:r>
    </w:p>
    <w:p w14:paraId="7491F6B0" w14:textId="77777777" w:rsidR="00CB3385" w:rsidRPr="00D7576A" w:rsidRDefault="00CB3385" w:rsidP="00CB3385">
      <w:pPr>
        <w:pStyle w:val="i-chead"/>
        <w:rPr>
          <w:lang w:val="en-US"/>
        </w:rPr>
      </w:pPr>
      <w:r w:rsidRPr="00D7576A">
        <w:rPr>
          <w:lang w:val="en-US"/>
        </w:rPr>
        <w:t>Recall knowledge</w:t>
      </w:r>
    </w:p>
    <w:p w14:paraId="1EB1B53A" w14:textId="77777777" w:rsidR="00CB3385" w:rsidRDefault="00CB3385" w:rsidP="00CB3385">
      <w:pPr>
        <w:pStyle w:val="answers-question"/>
      </w:pPr>
      <w:r w:rsidRPr="00B07131">
        <w:rPr>
          <w:b/>
        </w:rPr>
        <w:t>1</w:t>
      </w:r>
      <w:r w:rsidRPr="00D7576A">
        <w:t xml:space="preserve"> List the steps in the scientific method.</w:t>
      </w:r>
    </w:p>
    <w:p w14:paraId="22822C24" w14:textId="77777777" w:rsidR="00CB3385" w:rsidRPr="008E6A44" w:rsidRDefault="00CB3385" w:rsidP="00A47BD3">
      <w:pPr>
        <w:pStyle w:val="answers-answer"/>
        <w:rPr>
          <w:i/>
          <w:iCs w:val="0"/>
        </w:rPr>
      </w:pPr>
      <w:r w:rsidRPr="00D273BE">
        <w:rPr>
          <w:rStyle w:val="answer"/>
        </w:rPr>
        <w:t>Answer</w:t>
      </w:r>
      <w:r w:rsidRPr="008E6A44">
        <w:rPr>
          <w:i/>
          <w:iCs w:val="0"/>
        </w:rPr>
        <w:t xml:space="preserve">: </w:t>
      </w:r>
    </w:p>
    <w:p w14:paraId="76E43226" w14:textId="77777777" w:rsidR="00CB3385" w:rsidRDefault="00CB3385" w:rsidP="00A47BD3">
      <w:pPr>
        <w:pStyle w:val="answers-answer"/>
      </w:pPr>
      <w:r>
        <w:sym w:font="Wingdings" w:char="F09F"/>
      </w:r>
      <w:r>
        <w:t xml:space="preserve"> Identify a problem</w:t>
      </w:r>
    </w:p>
    <w:p w14:paraId="2B64CA2D" w14:textId="77777777" w:rsidR="00CB3385" w:rsidRDefault="00CB3385" w:rsidP="00A47BD3">
      <w:pPr>
        <w:pStyle w:val="answers-answer"/>
      </w:pPr>
      <w:r>
        <w:sym w:font="Wingdings" w:char="F09F"/>
      </w:r>
      <w:r>
        <w:t xml:space="preserve"> Collect information</w:t>
      </w:r>
    </w:p>
    <w:p w14:paraId="54ACE940" w14:textId="77777777" w:rsidR="00CB3385" w:rsidRDefault="00CB3385" w:rsidP="00A47BD3">
      <w:pPr>
        <w:pStyle w:val="answers-answer"/>
      </w:pPr>
      <w:r>
        <w:sym w:font="Wingdings" w:char="F09F"/>
      </w:r>
      <w:r>
        <w:t xml:space="preserve"> Identify the variables</w:t>
      </w:r>
    </w:p>
    <w:p w14:paraId="087D3257" w14:textId="77777777" w:rsidR="00CB3385" w:rsidRDefault="00CB3385" w:rsidP="00A47BD3">
      <w:pPr>
        <w:pStyle w:val="answers-answer"/>
      </w:pPr>
      <w:r>
        <w:sym w:font="Wingdings" w:char="F09F"/>
      </w:r>
      <w:r>
        <w:t xml:space="preserve"> Develop a hypothesis</w:t>
      </w:r>
    </w:p>
    <w:p w14:paraId="4600F145" w14:textId="77777777" w:rsidR="00CB3385" w:rsidRDefault="00CB3385" w:rsidP="00A47BD3">
      <w:pPr>
        <w:pStyle w:val="answers-answer"/>
      </w:pPr>
      <w:r>
        <w:sym w:font="Wingdings" w:char="F09F"/>
      </w:r>
      <w:r>
        <w:t xml:space="preserve"> Test the hypothesis</w:t>
      </w:r>
    </w:p>
    <w:p w14:paraId="2D34D0B7" w14:textId="77777777" w:rsidR="00CB3385" w:rsidRDefault="00CB3385" w:rsidP="00A47BD3">
      <w:pPr>
        <w:pStyle w:val="answers-answer"/>
      </w:pPr>
      <w:r>
        <w:sym w:font="Wingdings" w:char="F09F"/>
      </w:r>
      <w:r>
        <w:t xml:space="preserve"> Collect and present the data</w:t>
      </w:r>
    </w:p>
    <w:p w14:paraId="5E37BE7E" w14:textId="77777777" w:rsidR="00CB3385" w:rsidRDefault="00CB3385" w:rsidP="00A47BD3">
      <w:pPr>
        <w:pStyle w:val="answers-answer"/>
      </w:pPr>
      <w:r>
        <w:sym w:font="Wingdings" w:char="F09F"/>
      </w:r>
      <w:r>
        <w:t xml:space="preserve"> Interpret the data</w:t>
      </w:r>
    </w:p>
    <w:p w14:paraId="1B93C297" w14:textId="77777777" w:rsidR="00CB3385" w:rsidRDefault="00CB3385" w:rsidP="00A47BD3">
      <w:pPr>
        <w:pStyle w:val="answers-answer"/>
      </w:pPr>
      <w:r>
        <w:sym w:font="Wingdings" w:char="F09F"/>
      </w:r>
      <w:r>
        <w:t xml:space="preserve"> Evaluate the experiment</w:t>
      </w:r>
    </w:p>
    <w:p w14:paraId="0E9CD407" w14:textId="77777777" w:rsidR="00CB3385" w:rsidRDefault="00CB3385" w:rsidP="00A47BD3">
      <w:pPr>
        <w:pStyle w:val="answers-answer"/>
      </w:pPr>
      <w:r>
        <w:sym w:font="Wingdings" w:char="F09F"/>
      </w:r>
      <w:r>
        <w:t xml:space="preserve"> Test again</w:t>
      </w:r>
    </w:p>
    <w:p w14:paraId="317EDAB9" w14:textId="77777777" w:rsidR="00CB3385" w:rsidRPr="00D7576A" w:rsidRDefault="00CB3385" w:rsidP="00A47BD3">
      <w:pPr>
        <w:pStyle w:val="answers-answer"/>
      </w:pPr>
      <w:r>
        <w:sym w:font="Wingdings" w:char="F09F"/>
      </w:r>
      <w:r>
        <w:t xml:space="preserve"> Make a conclusion</w:t>
      </w:r>
    </w:p>
    <w:p w14:paraId="6A99BE4D" w14:textId="77777777" w:rsidR="00CB3385" w:rsidRDefault="00CB3385" w:rsidP="00CB3385">
      <w:pPr>
        <w:pStyle w:val="answers-question"/>
      </w:pPr>
      <w:r w:rsidRPr="00B07131">
        <w:rPr>
          <w:b/>
        </w:rPr>
        <w:t>2</w:t>
      </w:r>
      <w:r w:rsidRPr="00D7576A">
        <w:t xml:space="preserve"> Define ‘independent variable’, ‘dependent variable’ and ‘controlled variable’.</w:t>
      </w:r>
    </w:p>
    <w:p w14:paraId="27267AAC" w14:textId="77777777" w:rsidR="00CB3385" w:rsidRDefault="00CB3385" w:rsidP="00A47BD3">
      <w:pPr>
        <w:pStyle w:val="answers-answer"/>
      </w:pPr>
      <w:r w:rsidRPr="00D273BE">
        <w:rPr>
          <w:rStyle w:val="answer"/>
        </w:rPr>
        <w:t>Answer</w:t>
      </w:r>
      <w:r>
        <w:rPr>
          <w:i/>
        </w:rPr>
        <w:t>:</w:t>
      </w:r>
      <w:r>
        <w:t xml:space="preserve"> Independent variable: the factor being </w:t>
      </w:r>
      <w:proofErr w:type="gramStart"/>
      <w:r>
        <w:t>investigated,</w:t>
      </w:r>
      <w:proofErr w:type="gramEnd"/>
      <w:r>
        <w:t xml:space="preserve"> the factor being deliberately changed to determine how it affect the results. </w:t>
      </w:r>
    </w:p>
    <w:p w14:paraId="0A3CE524" w14:textId="77777777" w:rsidR="00CB3385" w:rsidRDefault="00CB3385" w:rsidP="00A47BD3">
      <w:pPr>
        <w:pStyle w:val="answers-answer"/>
      </w:pPr>
      <w:r>
        <w:t>Dependent variable: the factor that changes due to the changes made to the independent variable.</w:t>
      </w:r>
    </w:p>
    <w:p w14:paraId="5D2F4296" w14:textId="77777777" w:rsidR="00CB3385" w:rsidRPr="00D7576A" w:rsidRDefault="00CB3385" w:rsidP="00A47BD3">
      <w:pPr>
        <w:pStyle w:val="answers-answer"/>
      </w:pPr>
      <w:r>
        <w:t xml:space="preserve">Controlled variable: the factors being kept the same for both the control and experimental groups in an experiment. </w:t>
      </w:r>
    </w:p>
    <w:p w14:paraId="791A4A48" w14:textId="77777777" w:rsidR="00CB3385" w:rsidRDefault="00CB3385" w:rsidP="00CB3385">
      <w:pPr>
        <w:pStyle w:val="answers-question"/>
      </w:pPr>
      <w:r w:rsidRPr="00B07131">
        <w:rPr>
          <w:b/>
        </w:rPr>
        <w:t xml:space="preserve">3 </w:t>
      </w:r>
      <w:r w:rsidRPr="00D7576A">
        <w:t>Is a baby’s birth weight quantitative or qualitative? Justify your answer.</w:t>
      </w:r>
    </w:p>
    <w:p w14:paraId="00A0AB8A" w14:textId="34F73CA8" w:rsidR="00CB3385" w:rsidRPr="00D7576A" w:rsidRDefault="00CB3385" w:rsidP="00A47BD3">
      <w:pPr>
        <w:pStyle w:val="answers-answer"/>
      </w:pPr>
      <w:r w:rsidRPr="00D273BE">
        <w:rPr>
          <w:rStyle w:val="answer"/>
        </w:rPr>
        <w:t>Answer</w:t>
      </w:r>
      <w:r>
        <w:rPr>
          <w:i/>
        </w:rPr>
        <w:t>:</w:t>
      </w:r>
      <w:r>
        <w:t xml:space="preserve"> Quantitative</w:t>
      </w:r>
      <w:r w:rsidR="008E6A44">
        <w:t>,</w:t>
      </w:r>
      <w:r>
        <w:t xml:space="preserve"> as it is a measurement and would include a unit.</w:t>
      </w:r>
    </w:p>
    <w:p w14:paraId="2EE17885" w14:textId="77777777" w:rsidR="00CB3385" w:rsidRDefault="00CB3385" w:rsidP="00CB3385">
      <w:pPr>
        <w:pStyle w:val="answers-question"/>
      </w:pPr>
      <w:r w:rsidRPr="00B07131">
        <w:rPr>
          <w:b/>
        </w:rPr>
        <w:t xml:space="preserve">4 </w:t>
      </w:r>
      <w:r w:rsidRPr="00D7576A">
        <w:t xml:space="preserve">Which </w:t>
      </w:r>
      <w:proofErr w:type="gramStart"/>
      <w:r w:rsidRPr="00D7576A">
        <w:t>variable</w:t>
      </w:r>
      <w:proofErr w:type="gramEnd"/>
      <w:r w:rsidRPr="00D7576A">
        <w:t xml:space="preserve"> should be on the horizontal axis of a graph?</w:t>
      </w:r>
    </w:p>
    <w:p w14:paraId="1AD94051" w14:textId="77777777" w:rsidR="00CB3385" w:rsidRPr="00D7576A" w:rsidRDefault="00CB3385" w:rsidP="00A47BD3">
      <w:pPr>
        <w:pStyle w:val="answers-answer"/>
      </w:pPr>
      <w:r w:rsidRPr="00D273BE">
        <w:rPr>
          <w:rStyle w:val="answer"/>
        </w:rPr>
        <w:t>Answer</w:t>
      </w:r>
      <w:r>
        <w:rPr>
          <w:i/>
        </w:rPr>
        <w:t>:</w:t>
      </w:r>
      <w:r>
        <w:t xml:space="preserve"> The independent variable is normally plotted on the horizontal axis of a graph.</w:t>
      </w:r>
    </w:p>
    <w:p w14:paraId="45E0553E" w14:textId="77777777" w:rsidR="00813636" w:rsidRDefault="00813636" w:rsidP="00CB3385">
      <w:pPr>
        <w:pStyle w:val="answers-question"/>
        <w:rPr>
          <w:b/>
        </w:rPr>
      </w:pPr>
    </w:p>
    <w:p w14:paraId="1B8512AC" w14:textId="2BB47B06" w:rsidR="00CB3385" w:rsidRDefault="00CB3385" w:rsidP="00CB3385">
      <w:pPr>
        <w:pStyle w:val="answers-question"/>
      </w:pPr>
      <w:r w:rsidRPr="00B07131">
        <w:rPr>
          <w:b/>
        </w:rPr>
        <w:lastRenderedPageBreak/>
        <w:t>5</w:t>
      </w:r>
      <w:r w:rsidRPr="00D7576A">
        <w:t xml:space="preserve"> Define ‘validity’, ‘random error’, ‘conclusion’, ‘reliability’, ‘systematic error’, ‘accuracy’ and ‘theory’.</w:t>
      </w:r>
    </w:p>
    <w:p w14:paraId="5B2A04E5" w14:textId="77777777" w:rsidR="00CB3385" w:rsidRDefault="00CB3385" w:rsidP="00A47BD3">
      <w:pPr>
        <w:pStyle w:val="answers-answer"/>
      </w:pPr>
      <w:r w:rsidRPr="00D273BE">
        <w:rPr>
          <w:rStyle w:val="answer"/>
        </w:rPr>
        <w:t>Answer</w:t>
      </w:r>
      <w:r>
        <w:rPr>
          <w:i/>
        </w:rPr>
        <w:t>:</w:t>
      </w:r>
      <w:r>
        <w:t xml:space="preserve"> Validity: The extent to which an experiment tests what it is supposed to test, a fair test of the hypothesis so we can trust the conclusion from the data. </w:t>
      </w:r>
    </w:p>
    <w:p w14:paraId="760AB46B" w14:textId="77777777" w:rsidR="00CB3385" w:rsidRDefault="00CB3385" w:rsidP="00A47BD3">
      <w:pPr>
        <w:pStyle w:val="answers-answer"/>
      </w:pPr>
      <w:r>
        <w:t xml:space="preserve">Random error: Unpredictable errors that can occur in all experiments. They occur because no measurement can be made with absolute precision. </w:t>
      </w:r>
    </w:p>
    <w:p w14:paraId="13B872B2" w14:textId="77777777" w:rsidR="00CB3385" w:rsidRDefault="00CB3385" w:rsidP="00A47BD3">
      <w:pPr>
        <w:pStyle w:val="answers-answer"/>
      </w:pPr>
      <w:r>
        <w:t xml:space="preserve">Conclusion: A statement made by the scientist determining if the hypothesis is supported or disproved. </w:t>
      </w:r>
    </w:p>
    <w:p w14:paraId="2614DA07" w14:textId="77777777" w:rsidR="00CB3385" w:rsidRDefault="00CB3385" w:rsidP="00A47BD3">
      <w:pPr>
        <w:pStyle w:val="answers-answer"/>
      </w:pPr>
      <w:r>
        <w:t xml:space="preserve">Reliability: Refers to how similar the results for trials of the same test are. The extent to which an experiment gives the same result each time it is performed.  </w:t>
      </w:r>
    </w:p>
    <w:p w14:paraId="08FCFD56" w14:textId="77777777" w:rsidR="00CB3385" w:rsidRDefault="00CB3385" w:rsidP="00A47BD3">
      <w:pPr>
        <w:pStyle w:val="answers-answer"/>
      </w:pPr>
      <w:r>
        <w:t xml:space="preserve">Systemic error: Errors that occur because of the way an experiment is designed or due to problems with equipment. They can be reduced by changing the experimental procedure of equipment. </w:t>
      </w:r>
    </w:p>
    <w:p w14:paraId="6C8F87F5" w14:textId="77777777" w:rsidR="00CB3385" w:rsidRDefault="00CB3385" w:rsidP="00A47BD3">
      <w:pPr>
        <w:pStyle w:val="answers-answer"/>
      </w:pPr>
      <w:r>
        <w:t xml:space="preserve">Accuracy: How correct or true the measurements are. </w:t>
      </w:r>
    </w:p>
    <w:p w14:paraId="595FB94A" w14:textId="77777777" w:rsidR="00CB3385" w:rsidRPr="00D7576A" w:rsidRDefault="00CB3385" w:rsidP="00A47BD3">
      <w:pPr>
        <w:pStyle w:val="answers-answer"/>
      </w:pPr>
      <w:r>
        <w:t>Theory: A theory results from a hypothesis that is supported, with no evidence going against the hypothesis.</w:t>
      </w:r>
    </w:p>
    <w:p w14:paraId="48542C51" w14:textId="77777777" w:rsidR="00CB3385" w:rsidRPr="00D7576A" w:rsidRDefault="00CB3385" w:rsidP="00CB3385">
      <w:pPr>
        <w:pStyle w:val="i-chead"/>
        <w:rPr>
          <w:lang w:val="en-US"/>
        </w:rPr>
      </w:pPr>
      <w:r w:rsidRPr="00D7576A">
        <w:rPr>
          <w:lang w:val="en-US"/>
        </w:rPr>
        <w:t xml:space="preserve">Apply knowledge </w:t>
      </w:r>
    </w:p>
    <w:p w14:paraId="6034F07F" w14:textId="77777777" w:rsidR="00CB3385" w:rsidRPr="00D7576A" w:rsidRDefault="00CB3385" w:rsidP="00CB3385">
      <w:pPr>
        <w:pStyle w:val="answers-question"/>
      </w:pPr>
      <w:r w:rsidRPr="00B07131">
        <w:rPr>
          <w:b/>
        </w:rPr>
        <w:t>6</w:t>
      </w:r>
      <w:r w:rsidRPr="00D7576A">
        <w:t xml:space="preserve"> A scientist was testing the effect of caffeine on memory.</w:t>
      </w:r>
    </w:p>
    <w:p w14:paraId="69FB2681" w14:textId="77777777" w:rsidR="00CB3385" w:rsidRDefault="00CB3385" w:rsidP="00CB3385">
      <w:pPr>
        <w:pStyle w:val="answers-question"/>
      </w:pPr>
      <w:proofErr w:type="spellStart"/>
      <w:r w:rsidRPr="00B07131">
        <w:rPr>
          <w:b/>
        </w:rPr>
        <w:t>a</w:t>
      </w:r>
      <w:proofErr w:type="spellEnd"/>
      <w:r w:rsidRPr="00D7576A">
        <w:t xml:space="preserve"> What is the independent variable?</w:t>
      </w:r>
    </w:p>
    <w:p w14:paraId="6301120E" w14:textId="77777777" w:rsidR="00CB3385" w:rsidRPr="00D7576A" w:rsidRDefault="00CB3385" w:rsidP="00A47BD3">
      <w:pPr>
        <w:pStyle w:val="answers-answer"/>
      </w:pPr>
      <w:r w:rsidRPr="00D273BE">
        <w:rPr>
          <w:rStyle w:val="answer"/>
        </w:rPr>
        <w:t>Answer</w:t>
      </w:r>
      <w:r>
        <w:rPr>
          <w:i/>
        </w:rPr>
        <w:t>:</w:t>
      </w:r>
      <w:r>
        <w:t xml:space="preserve"> The independent variable is caffeine. </w:t>
      </w:r>
    </w:p>
    <w:p w14:paraId="3B1E9235" w14:textId="77777777" w:rsidR="00CB3385" w:rsidRDefault="00CB3385" w:rsidP="00CB3385">
      <w:pPr>
        <w:pStyle w:val="answers-question"/>
      </w:pPr>
      <w:r w:rsidRPr="00B07131">
        <w:rPr>
          <w:b/>
        </w:rPr>
        <w:t>b</w:t>
      </w:r>
      <w:r w:rsidRPr="00D7576A">
        <w:t xml:space="preserve"> What is the dependent variable?</w:t>
      </w:r>
    </w:p>
    <w:p w14:paraId="1EDBBD0B" w14:textId="77777777" w:rsidR="00CB3385" w:rsidRPr="00D7576A" w:rsidRDefault="00CB3385" w:rsidP="00A47BD3">
      <w:pPr>
        <w:pStyle w:val="answers-answer"/>
      </w:pPr>
      <w:r w:rsidRPr="00D273BE">
        <w:rPr>
          <w:rStyle w:val="answer"/>
        </w:rPr>
        <w:t>Answer</w:t>
      </w:r>
      <w:r>
        <w:rPr>
          <w:i/>
        </w:rPr>
        <w:t>:</w:t>
      </w:r>
      <w:r>
        <w:t xml:space="preserve"> The dependent variable is memory.</w:t>
      </w:r>
    </w:p>
    <w:p w14:paraId="6EF014E7" w14:textId="77777777" w:rsidR="00CB3385" w:rsidRDefault="00CB3385" w:rsidP="00CB3385">
      <w:pPr>
        <w:pStyle w:val="answers-question"/>
      </w:pPr>
      <w:r w:rsidRPr="00B07131">
        <w:rPr>
          <w:b/>
        </w:rPr>
        <w:t>c</w:t>
      </w:r>
      <w:r w:rsidRPr="00D7576A">
        <w:t xml:space="preserve"> Write a hypothesis for the test.</w:t>
      </w:r>
    </w:p>
    <w:p w14:paraId="6AD37920" w14:textId="77777777" w:rsidR="008E6A44" w:rsidRDefault="00CB3385" w:rsidP="00A47BD3">
      <w:pPr>
        <w:pStyle w:val="answers-answer"/>
      </w:pPr>
      <w:r w:rsidRPr="00D273BE">
        <w:rPr>
          <w:rStyle w:val="answer"/>
        </w:rPr>
        <w:t>Answer</w:t>
      </w:r>
      <w:r>
        <w:rPr>
          <w:i/>
        </w:rPr>
        <w:t>:</w:t>
      </w:r>
      <w:r>
        <w:t xml:space="preserve"> Sample hypotheses include: </w:t>
      </w:r>
    </w:p>
    <w:p w14:paraId="0B5ECDD1" w14:textId="559907F7" w:rsidR="00CB3385" w:rsidRDefault="00CB3385" w:rsidP="008E6A44">
      <w:pPr>
        <w:pStyle w:val="answers-answer"/>
        <w:numPr>
          <w:ilvl w:val="0"/>
          <w:numId w:val="16"/>
        </w:numPr>
      </w:pPr>
      <w:r>
        <w:t xml:space="preserve">The more caffeine a person consumes, the greater their memory retention will be.  </w:t>
      </w:r>
    </w:p>
    <w:p w14:paraId="4F0A93FB" w14:textId="77777777" w:rsidR="00CB3385" w:rsidRDefault="00CB3385" w:rsidP="008E6A44">
      <w:pPr>
        <w:pStyle w:val="answers-answer"/>
        <w:numPr>
          <w:ilvl w:val="0"/>
          <w:numId w:val="16"/>
        </w:numPr>
      </w:pPr>
      <w:r>
        <w:t>If a person consumes more caffeine, then their memory will improve.</w:t>
      </w:r>
    </w:p>
    <w:p w14:paraId="63DBE1D8" w14:textId="77777777" w:rsidR="00CB3385" w:rsidRDefault="00CB3385" w:rsidP="008E6A44">
      <w:pPr>
        <w:pStyle w:val="answers-answer"/>
        <w:numPr>
          <w:ilvl w:val="0"/>
          <w:numId w:val="16"/>
        </w:numPr>
      </w:pPr>
      <w:r>
        <w:t xml:space="preserve">The amount of caffeine consumed by a person has no effect on memory retention. </w:t>
      </w:r>
    </w:p>
    <w:p w14:paraId="0573F743" w14:textId="77777777" w:rsidR="00CB3385" w:rsidRPr="00D7576A" w:rsidRDefault="00CB3385" w:rsidP="008E6A44">
      <w:pPr>
        <w:pStyle w:val="answers-answer"/>
        <w:numPr>
          <w:ilvl w:val="0"/>
          <w:numId w:val="16"/>
        </w:numPr>
      </w:pPr>
      <w:r>
        <w:t xml:space="preserve">Similar statements may be acceptable, students must have both variables and show relationship between them. </w:t>
      </w:r>
    </w:p>
    <w:p w14:paraId="241F1E6A" w14:textId="77777777" w:rsidR="00813636" w:rsidRDefault="00813636" w:rsidP="00CB3385">
      <w:pPr>
        <w:pStyle w:val="answers-question"/>
        <w:rPr>
          <w:b/>
        </w:rPr>
      </w:pPr>
    </w:p>
    <w:p w14:paraId="6C388DD8" w14:textId="77777777" w:rsidR="00813636" w:rsidRDefault="00813636" w:rsidP="00CB3385">
      <w:pPr>
        <w:pStyle w:val="answers-question"/>
        <w:rPr>
          <w:b/>
        </w:rPr>
      </w:pPr>
    </w:p>
    <w:p w14:paraId="4CE16602" w14:textId="58DE88F2" w:rsidR="00CB3385" w:rsidRDefault="00CB3385" w:rsidP="00CB3385">
      <w:pPr>
        <w:pStyle w:val="answers-question"/>
      </w:pPr>
      <w:r w:rsidRPr="00B07131">
        <w:rPr>
          <w:b/>
        </w:rPr>
        <w:lastRenderedPageBreak/>
        <w:t>7</w:t>
      </w:r>
      <w:r w:rsidRPr="00D7576A">
        <w:t xml:space="preserve"> Explain why it is important to collect information in the early stages of a scientific investigation.</w:t>
      </w:r>
    </w:p>
    <w:p w14:paraId="7E133C0E" w14:textId="77777777" w:rsidR="00CB3385" w:rsidRPr="00D7576A" w:rsidRDefault="00CB3385" w:rsidP="00A47BD3">
      <w:pPr>
        <w:pStyle w:val="answers-answer"/>
      </w:pPr>
      <w:r w:rsidRPr="00D273BE">
        <w:rPr>
          <w:rStyle w:val="answer"/>
        </w:rPr>
        <w:t>Answer</w:t>
      </w:r>
      <w:r>
        <w:rPr>
          <w:i/>
        </w:rPr>
        <w:t>:</w:t>
      </w:r>
      <w:r>
        <w:t xml:space="preserve"> To determine what, if any, information has already been collected by other researchers. This way, the experiment will build on past discoveries and the scientist does not duplicate work already completed. </w:t>
      </w:r>
    </w:p>
    <w:p w14:paraId="42F3E36A" w14:textId="77777777" w:rsidR="00CB3385" w:rsidRDefault="00CB3385" w:rsidP="00CB3385">
      <w:pPr>
        <w:pStyle w:val="answers-question"/>
      </w:pPr>
      <w:r w:rsidRPr="00B07131">
        <w:rPr>
          <w:b/>
        </w:rPr>
        <w:t xml:space="preserve">8 </w:t>
      </w:r>
      <w:r w:rsidRPr="00D7576A">
        <w:t>Suggest why a hypothesis should be about a single idea.</w:t>
      </w:r>
    </w:p>
    <w:p w14:paraId="21683CF1" w14:textId="77777777" w:rsidR="00CB3385" w:rsidRPr="00D7576A" w:rsidRDefault="00CB3385" w:rsidP="00A47BD3">
      <w:pPr>
        <w:pStyle w:val="answers-answer"/>
      </w:pPr>
      <w:r w:rsidRPr="00D273BE">
        <w:rPr>
          <w:rStyle w:val="answer"/>
        </w:rPr>
        <w:t>Answer</w:t>
      </w:r>
      <w:r>
        <w:rPr>
          <w:i/>
        </w:rPr>
        <w:t>:</w:t>
      </w:r>
      <w:r>
        <w:t xml:space="preserve"> A hypothesis should be about a single idea to ensure the experiment remains valid and testable. If there is more than one idea in a hypothesis, the scientist will be unable to determine the relationship between the variables. There may be more than one factor influencing the outcome of the experiment. </w:t>
      </w:r>
    </w:p>
    <w:p w14:paraId="2E2984C2" w14:textId="5EF25771" w:rsidR="00CB3385" w:rsidRPr="00D7576A" w:rsidRDefault="00CB3385" w:rsidP="00CB3385">
      <w:pPr>
        <w:pStyle w:val="answers-question"/>
      </w:pPr>
      <w:r w:rsidRPr="00B07131">
        <w:rPr>
          <w:b/>
        </w:rPr>
        <w:t xml:space="preserve">9 </w:t>
      </w:r>
      <w:r w:rsidRPr="00D7576A">
        <w:t xml:space="preserve">The hypothesis for an investigation is: ‘The darker a person’s skin </w:t>
      </w:r>
      <w:proofErr w:type="spellStart"/>
      <w:r w:rsidRPr="00D7576A">
        <w:t>colour</w:t>
      </w:r>
      <w:proofErr w:type="spellEnd"/>
      <w:r w:rsidRPr="00D7576A">
        <w:t>, the less likely they are to</w:t>
      </w:r>
      <w:r w:rsidR="008E6A44">
        <w:t xml:space="preserve"> </w:t>
      </w:r>
      <w:r w:rsidRPr="00D7576A">
        <w:t>develop skin cancer.’</w:t>
      </w:r>
    </w:p>
    <w:p w14:paraId="09D6DE4C" w14:textId="77777777" w:rsidR="00CB3385" w:rsidRDefault="00CB3385" w:rsidP="00CB3385">
      <w:pPr>
        <w:pStyle w:val="answers-question"/>
      </w:pPr>
      <w:r w:rsidRPr="00B07131">
        <w:rPr>
          <w:b/>
        </w:rPr>
        <w:t>a</w:t>
      </w:r>
      <w:r w:rsidRPr="00D7576A">
        <w:t xml:space="preserve"> State the independent variable</w:t>
      </w:r>
      <w:r>
        <w:t>.</w:t>
      </w:r>
    </w:p>
    <w:p w14:paraId="131AB898" w14:textId="77777777" w:rsidR="00CB3385" w:rsidRPr="00D7576A" w:rsidRDefault="00CB3385" w:rsidP="00A47BD3">
      <w:pPr>
        <w:pStyle w:val="answers-answer"/>
      </w:pPr>
      <w:r w:rsidRPr="00D273BE">
        <w:rPr>
          <w:rStyle w:val="answer"/>
        </w:rPr>
        <w:t>Answer</w:t>
      </w:r>
      <w:r>
        <w:rPr>
          <w:i/>
        </w:rPr>
        <w:t>:</w:t>
      </w:r>
      <w:r>
        <w:t xml:space="preserve"> The independent variable is the skin </w:t>
      </w:r>
      <w:proofErr w:type="spellStart"/>
      <w:r>
        <w:t>colour</w:t>
      </w:r>
      <w:proofErr w:type="spellEnd"/>
      <w:r>
        <w:t xml:space="preserve"> of a person.</w:t>
      </w:r>
    </w:p>
    <w:p w14:paraId="03284E6D" w14:textId="77777777" w:rsidR="00CB3385" w:rsidRDefault="00CB3385" w:rsidP="00CB3385">
      <w:pPr>
        <w:pStyle w:val="answers-question"/>
      </w:pPr>
      <w:r w:rsidRPr="00B07131">
        <w:rPr>
          <w:b/>
        </w:rPr>
        <w:t>b</w:t>
      </w:r>
      <w:r w:rsidRPr="00D7576A">
        <w:t xml:space="preserve"> State the dependent variable.</w:t>
      </w:r>
    </w:p>
    <w:p w14:paraId="3C556FB5" w14:textId="77777777" w:rsidR="00CB3385" w:rsidRPr="00D7576A" w:rsidRDefault="00CB3385" w:rsidP="00A47BD3">
      <w:pPr>
        <w:pStyle w:val="answers-answer"/>
      </w:pPr>
      <w:r w:rsidRPr="00D273BE">
        <w:rPr>
          <w:rStyle w:val="answer"/>
        </w:rPr>
        <w:t>Answer</w:t>
      </w:r>
      <w:r>
        <w:rPr>
          <w:i/>
        </w:rPr>
        <w:t>:</w:t>
      </w:r>
      <w:r>
        <w:t xml:space="preserve"> The dependent variable is skin cancer development.</w:t>
      </w:r>
    </w:p>
    <w:p w14:paraId="34AB50DE" w14:textId="77777777" w:rsidR="00CB3385" w:rsidRDefault="00CB3385" w:rsidP="00CB3385">
      <w:pPr>
        <w:pStyle w:val="answers-question"/>
      </w:pPr>
      <w:r w:rsidRPr="00B07131">
        <w:rPr>
          <w:b/>
        </w:rPr>
        <w:t xml:space="preserve">c </w:t>
      </w:r>
      <w:r w:rsidRPr="00D7576A">
        <w:t>List five factors that need to be controlled for the investigation to be valid.</w:t>
      </w:r>
    </w:p>
    <w:p w14:paraId="2B4A2486" w14:textId="77777777" w:rsidR="00CB3385" w:rsidRPr="008E6A44" w:rsidRDefault="00CB3385" w:rsidP="00A47BD3">
      <w:pPr>
        <w:pStyle w:val="answers-answer"/>
        <w:rPr>
          <w:i/>
          <w:iCs w:val="0"/>
        </w:rPr>
      </w:pPr>
      <w:r w:rsidRPr="00D273BE">
        <w:rPr>
          <w:rStyle w:val="answer"/>
        </w:rPr>
        <w:t>Answer</w:t>
      </w:r>
      <w:r w:rsidRPr="008E6A44">
        <w:rPr>
          <w:i/>
          <w:iCs w:val="0"/>
        </w:rPr>
        <w:t xml:space="preserve">: </w:t>
      </w:r>
    </w:p>
    <w:p w14:paraId="5667F448" w14:textId="77777777" w:rsidR="00CB3385" w:rsidRDefault="00CB3385" w:rsidP="00A47BD3">
      <w:pPr>
        <w:pStyle w:val="answers-answer"/>
      </w:pPr>
      <w:r>
        <w:sym w:font="Wingdings" w:char="F09F"/>
      </w:r>
      <w:r>
        <w:t xml:space="preserve"> Age of the people</w:t>
      </w:r>
    </w:p>
    <w:p w14:paraId="6D13528F" w14:textId="77777777" w:rsidR="00CB3385" w:rsidRDefault="00CB3385" w:rsidP="00A47BD3">
      <w:pPr>
        <w:pStyle w:val="answers-answer"/>
      </w:pPr>
      <w:r>
        <w:sym w:font="Wingdings" w:char="F09F"/>
      </w:r>
      <w:r>
        <w:t xml:space="preserve"> Previous exposure to ultraviolet radiation</w:t>
      </w:r>
    </w:p>
    <w:p w14:paraId="19532114" w14:textId="77777777" w:rsidR="00CB3385" w:rsidRDefault="00CB3385" w:rsidP="00A47BD3">
      <w:pPr>
        <w:pStyle w:val="answers-answer"/>
      </w:pPr>
      <w:r>
        <w:sym w:font="Wingdings" w:char="F09F"/>
      </w:r>
      <w:r>
        <w:t xml:space="preserve"> Previous exposure to known carcinogens</w:t>
      </w:r>
    </w:p>
    <w:p w14:paraId="2528A9C0" w14:textId="77777777" w:rsidR="00CB3385" w:rsidRDefault="00CB3385" w:rsidP="00A47BD3">
      <w:pPr>
        <w:pStyle w:val="answers-answer"/>
      </w:pPr>
      <w:r>
        <w:sym w:font="Wingdings" w:char="F09F"/>
      </w:r>
      <w:r>
        <w:t xml:space="preserve"> Amount of time exposed to ultraviolet light</w:t>
      </w:r>
    </w:p>
    <w:p w14:paraId="2404E80B" w14:textId="77777777" w:rsidR="00CB3385" w:rsidRDefault="00CB3385" w:rsidP="00A47BD3">
      <w:pPr>
        <w:pStyle w:val="answers-answer"/>
      </w:pPr>
      <w:r>
        <w:sym w:font="Wingdings" w:char="F09F"/>
      </w:r>
      <w:r>
        <w:t xml:space="preserve"> No use of sunscreen</w:t>
      </w:r>
    </w:p>
    <w:p w14:paraId="6B46B7CC" w14:textId="77777777" w:rsidR="00CB3385" w:rsidRDefault="00CB3385" w:rsidP="00A47BD3">
      <w:pPr>
        <w:pStyle w:val="answers-answer"/>
      </w:pPr>
      <w:r>
        <w:sym w:font="Wingdings" w:char="F09F"/>
      </w:r>
      <w:r>
        <w:t xml:space="preserve"> No other medication that may increase susceptibility to ultraviolet radiation</w:t>
      </w:r>
    </w:p>
    <w:p w14:paraId="13060A18" w14:textId="4470829D" w:rsidR="00CB3385" w:rsidRPr="00D7576A" w:rsidRDefault="00CB3385" w:rsidP="00A47BD3">
      <w:pPr>
        <w:pStyle w:val="answers-answer"/>
      </w:pPr>
      <w:r>
        <w:t>Students responses will vary</w:t>
      </w:r>
      <w:r w:rsidR="008E6A44">
        <w:t>;</w:t>
      </w:r>
      <w:r>
        <w:t xml:space="preserve"> other responses may be acceptable.</w:t>
      </w:r>
    </w:p>
    <w:p w14:paraId="69BDED4B" w14:textId="77777777" w:rsidR="00CB3385" w:rsidRDefault="00CB3385" w:rsidP="00CB3385">
      <w:pPr>
        <w:pStyle w:val="answers-question"/>
      </w:pPr>
      <w:r w:rsidRPr="00B07131">
        <w:rPr>
          <w:b/>
        </w:rPr>
        <w:t>d</w:t>
      </w:r>
      <w:r w:rsidRPr="00D7576A">
        <w:t xml:space="preserve"> Explain why it is important that </w:t>
      </w:r>
      <w:proofErr w:type="gramStart"/>
      <w:r w:rsidRPr="00D7576A">
        <w:t>a large number of</w:t>
      </w:r>
      <w:proofErr w:type="gramEnd"/>
      <w:r w:rsidRPr="00D7576A">
        <w:t xml:space="preserve"> people are included in the investigation.</w:t>
      </w:r>
    </w:p>
    <w:p w14:paraId="36454764" w14:textId="2A20EB20" w:rsidR="00CB3385" w:rsidRPr="00D7576A" w:rsidRDefault="00CB3385" w:rsidP="00A47BD3">
      <w:pPr>
        <w:pStyle w:val="answers-answer"/>
      </w:pPr>
      <w:r w:rsidRPr="00D273BE">
        <w:rPr>
          <w:rStyle w:val="answer"/>
        </w:rPr>
        <w:t>Answer</w:t>
      </w:r>
      <w:r>
        <w:rPr>
          <w:i/>
        </w:rPr>
        <w:t>:</w:t>
      </w:r>
      <w:r>
        <w:t xml:space="preserve"> </w:t>
      </w:r>
      <w:proofErr w:type="gramStart"/>
      <w:r>
        <w:t>A large number of</w:t>
      </w:r>
      <w:proofErr w:type="gramEnd"/>
      <w:r>
        <w:t xml:space="preserve"> people reduces experimental error and can increase the reliability of the result</w:t>
      </w:r>
      <w:r w:rsidR="008E6A44">
        <w:t>s because</w:t>
      </w:r>
      <w:r>
        <w:t xml:space="preserve"> it allows for averaging of data sets. </w:t>
      </w:r>
    </w:p>
    <w:p w14:paraId="4C9C3025" w14:textId="40D3CF26" w:rsidR="00CB3385" w:rsidRDefault="00CB3385" w:rsidP="008E6A44">
      <w:pPr>
        <w:pStyle w:val="answers-question"/>
      </w:pPr>
      <w:r w:rsidRPr="00B07131">
        <w:rPr>
          <w:b/>
        </w:rPr>
        <w:lastRenderedPageBreak/>
        <w:t>10</w:t>
      </w:r>
      <w:r w:rsidRPr="00D7576A">
        <w:t xml:space="preserve"> What type of graph should be used to represent data about the number of people with different eye</w:t>
      </w:r>
      <w:r w:rsidR="008E6A44">
        <w:t xml:space="preserve"> </w:t>
      </w:r>
      <w:proofErr w:type="spellStart"/>
      <w:r w:rsidRPr="00D7576A">
        <w:t>colours</w:t>
      </w:r>
      <w:proofErr w:type="spellEnd"/>
      <w:r w:rsidRPr="00D7576A">
        <w:t>?</w:t>
      </w:r>
    </w:p>
    <w:p w14:paraId="1EEFCB18" w14:textId="77777777" w:rsidR="00CB3385" w:rsidRDefault="00CB3385" w:rsidP="00A47BD3">
      <w:pPr>
        <w:pStyle w:val="answers-answer"/>
      </w:pPr>
      <w:r w:rsidRPr="00D273BE">
        <w:rPr>
          <w:rStyle w:val="answer"/>
        </w:rPr>
        <w:t>Answer</w:t>
      </w:r>
      <w:r>
        <w:rPr>
          <w:i/>
        </w:rPr>
        <w:t>:</w:t>
      </w:r>
      <w:r>
        <w:t xml:space="preserve"> This is discrete data, so a bar or column graph should be used. </w:t>
      </w:r>
    </w:p>
    <w:p w14:paraId="704F0E6A" w14:textId="77777777" w:rsidR="00CB3385" w:rsidRDefault="00CB3385" w:rsidP="00CB3385">
      <w:pPr>
        <w:pStyle w:val="answers-question"/>
      </w:pPr>
      <w:r w:rsidRPr="00B07131">
        <w:rPr>
          <w:b/>
        </w:rPr>
        <w:t>1</w:t>
      </w:r>
      <w:r>
        <w:rPr>
          <w:b/>
        </w:rPr>
        <w:t xml:space="preserve">1 </w:t>
      </w:r>
      <w:r>
        <w:t>Classify each of the following graphs as either a column graph, bar graph, line graph or histogram.</w:t>
      </w:r>
    </w:p>
    <w:p w14:paraId="58E82746" w14:textId="61D0BEAF" w:rsidR="00CB3385" w:rsidRPr="00582ECA" w:rsidRDefault="00CB3385" w:rsidP="00A47BD3">
      <w:pPr>
        <w:pStyle w:val="answers-answer"/>
      </w:pPr>
      <w:r w:rsidRPr="00D273BE">
        <w:rPr>
          <w:rStyle w:val="answer"/>
        </w:rPr>
        <w:t>Answer</w:t>
      </w:r>
      <w:r>
        <w:rPr>
          <w:i/>
        </w:rPr>
        <w:t>:</w:t>
      </w:r>
      <w:r>
        <w:t xml:space="preserve"> </w:t>
      </w:r>
      <w:proofErr w:type="gramStart"/>
      <w:r>
        <w:rPr>
          <w:b/>
          <w:bCs/>
        </w:rPr>
        <w:t>a</w:t>
      </w:r>
      <w:proofErr w:type="gramEnd"/>
      <w:r>
        <w:rPr>
          <w:b/>
          <w:bCs/>
        </w:rPr>
        <w:t xml:space="preserve"> </w:t>
      </w:r>
      <w:r>
        <w:t>Column graph</w:t>
      </w:r>
      <w:r w:rsidR="00850230">
        <w:t xml:space="preserve">; </w:t>
      </w:r>
      <w:r w:rsidRPr="00EC543F">
        <w:rPr>
          <w:b/>
          <w:bCs/>
        </w:rPr>
        <w:t>b</w:t>
      </w:r>
      <w:r>
        <w:t xml:space="preserve"> Histogram</w:t>
      </w:r>
      <w:r w:rsidR="00850230">
        <w:t xml:space="preserve">; </w:t>
      </w:r>
      <w:r w:rsidRPr="00EC543F">
        <w:rPr>
          <w:b/>
          <w:bCs/>
        </w:rPr>
        <w:t>c</w:t>
      </w:r>
      <w:r>
        <w:rPr>
          <w:b/>
          <w:bCs/>
        </w:rPr>
        <w:t xml:space="preserve"> </w:t>
      </w:r>
      <w:r>
        <w:t>Line graph</w:t>
      </w:r>
      <w:r w:rsidR="00850230">
        <w:t xml:space="preserve">; </w:t>
      </w:r>
      <w:r w:rsidRPr="00EC543F">
        <w:rPr>
          <w:b/>
          <w:bCs/>
        </w:rPr>
        <w:t>d</w:t>
      </w:r>
      <w:r>
        <w:t xml:space="preserve"> Bar </w:t>
      </w:r>
      <w:r w:rsidR="00850230">
        <w:t>g</w:t>
      </w:r>
      <w:r>
        <w:t xml:space="preserve">raph </w:t>
      </w:r>
    </w:p>
    <w:p w14:paraId="5D379779" w14:textId="77777777" w:rsidR="00CB3385" w:rsidRDefault="00CB3385" w:rsidP="00CB3385">
      <w:pPr>
        <w:pStyle w:val="answers-question"/>
      </w:pPr>
      <w:r w:rsidRPr="00B07131">
        <w:rPr>
          <w:b/>
        </w:rPr>
        <w:t>1</w:t>
      </w:r>
      <w:r>
        <w:rPr>
          <w:b/>
        </w:rPr>
        <w:t xml:space="preserve">2 </w:t>
      </w:r>
      <w:r>
        <w:t xml:space="preserve">‘Systematic errors may produce reliable </w:t>
      </w:r>
      <w:proofErr w:type="gramStart"/>
      <w:r>
        <w:t>results’</w:t>
      </w:r>
      <w:proofErr w:type="gramEnd"/>
      <w:r>
        <w:t xml:space="preserve">. Discuss whether this statement is true or not. </w:t>
      </w:r>
    </w:p>
    <w:p w14:paraId="38BADE24" w14:textId="6E1AD8EF" w:rsidR="00CB3385" w:rsidRPr="00582ECA" w:rsidRDefault="00CB3385" w:rsidP="00A47BD3">
      <w:pPr>
        <w:pStyle w:val="answers-answer"/>
      </w:pPr>
      <w:r w:rsidRPr="00D273BE">
        <w:rPr>
          <w:rStyle w:val="answer"/>
        </w:rPr>
        <w:t>Answer</w:t>
      </w:r>
      <w:r>
        <w:rPr>
          <w:i/>
        </w:rPr>
        <w:t>:</w:t>
      </w:r>
      <w:r>
        <w:t xml:space="preserve"> This is a true </w:t>
      </w:r>
      <w:r w:rsidR="00850230">
        <w:t>statement;</w:t>
      </w:r>
      <w:r>
        <w:t xml:space="preserve"> systematic errors result in measurements that will </w:t>
      </w:r>
      <w:r w:rsidRPr="00EC543F">
        <w:rPr>
          <w:i/>
        </w:rPr>
        <w:t>always</w:t>
      </w:r>
      <w:r>
        <w:t xml:space="preserve"> be too high or too low. If the measurements are always the same, it could be said that the experiment is reliable. The only way to fix systematic errors is to change the experimental procedure.  </w:t>
      </w:r>
    </w:p>
    <w:p w14:paraId="46445855" w14:textId="77777777" w:rsidR="00CB3385" w:rsidRPr="00D7576A" w:rsidRDefault="00CB3385" w:rsidP="00CB3385">
      <w:pPr>
        <w:pStyle w:val="i-chead"/>
        <w:rPr>
          <w:lang w:val="en-US"/>
        </w:rPr>
      </w:pPr>
      <w:r w:rsidRPr="00D7576A">
        <w:rPr>
          <w:lang w:val="en-US"/>
        </w:rPr>
        <w:t>Questions 1.</w:t>
      </w:r>
      <w:r>
        <w:rPr>
          <w:lang w:val="en-US"/>
        </w:rPr>
        <w:t>3</w:t>
      </w:r>
    </w:p>
    <w:p w14:paraId="46FD8188" w14:textId="77777777" w:rsidR="00CB3385" w:rsidRPr="00D7576A" w:rsidRDefault="00CB3385" w:rsidP="00CB3385">
      <w:pPr>
        <w:pStyle w:val="i-chead"/>
        <w:rPr>
          <w:lang w:val="en-US"/>
        </w:rPr>
      </w:pPr>
      <w:r w:rsidRPr="00D7576A">
        <w:rPr>
          <w:lang w:val="en-US"/>
        </w:rPr>
        <w:t>Recall knowledge</w:t>
      </w:r>
    </w:p>
    <w:p w14:paraId="065F1148" w14:textId="77777777" w:rsidR="00CB3385" w:rsidRPr="00CB3385" w:rsidRDefault="00CB3385" w:rsidP="00CB3385">
      <w:pPr>
        <w:pStyle w:val="answers-question"/>
      </w:pPr>
      <w:r w:rsidRPr="00850230">
        <w:rPr>
          <w:b/>
          <w:bCs w:val="0"/>
        </w:rPr>
        <w:t>1</w:t>
      </w:r>
      <w:r w:rsidRPr="00CB3385">
        <w:t xml:space="preserve"> Define ‘</w:t>
      </w:r>
      <w:proofErr w:type="gramStart"/>
      <w:r w:rsidRPr="00CB3385">
        <w:t>ethics’</w:t>
      </w:r>
      <w:proofErr w:type="gramEnd"/>
      <w:r w:rsidRPr="00CB3385">
        <w:t xml:space="preserve">.  </w:t>
      </w:r>
    </w:p>
    <w:p w14:paraId="0826A697" w14:textId="77777777" w:rsidR="00CB3385" w:rsidRPr="00D7576A" w:rsidRDefault="00CB3385" w:rsidP="00A47BD3">
      <w:pPr>
        <w:pStyle w:val="answers-answer"/>
      </w:pPr>
      <w:r w:rsidRPr="00D273BE">
        <w:rPr>
          <w:rStyle w:val="answer"/>
        </w:rPr>
        <w:t>Answer</w:t>
      </w:r>
      <w:r>
        <w:rPr>
          <w:i/>
        </w:rPr>
        <w:t>:</w:t>
      </w:r>
      <w:r>
        <w:t xml:space="preserve"> Ethics are a set of moral principles or values. </w:t>
      </w:r>
    </w:p>
    <w:p w14:paraId="4DD1A182" w14:textId="77777777" w:rsidR="00CB3385" w:rsidRPr="00CB3385" w:rsidRDefault="00CB3385" w:rsidP="00CB3385">
      <w:pPr>
        <w:pStyle w:val="answers-question"/>
      </w:pPr>
      <w:r w:rsidRPr="00850230">
        <w:rPr>
          <w:b/>
          <w:bCs w:val="0"/>
        </w:rPr>
        <w:t>2</w:t>
      </w:r>
      <w:r w:rsidRPr="00CB3385">
        <w:t xml:space="preserve"> List the principles that must be satisfied for an ethically sound investigation.</w:t>
      </w:r>
    </w:p>
    <w:p w14:paraId="7E2DC9F8" w14:textId="77777777" w:rsidR="00CB3385" w:rsidRPr="00850230" w:rsidRDefault="00CB3385" w:rsidP="00A47BD3">
      <w:pPr>
        <w:pStyle w:val="answers-answer"/>
        <w:rPr>
          <w:i/>
          <w:iCs w:val="0"/>
        </w:rPr>
      </w:pPr>
      <w:r w:rsidRPr="00D273BE">
        <w:rPr>
          <w:rStyle w:val="answer"/>
        </w:rPr>
        <w:t>Answer</w:t>
      </w:r>
      <w:r w:rsidRPr="00850230">
        <w:rPr>
          <w:i/>
          <w:iCs w:val="0"/>
        </w:rPr>
        <w:t xml:space="preserve">: </w:t>
      </w:r>
    </w:p>
    <w:p w14:paraId="3DAA35D1" w14:textId="77777777" w:rsidR="00CB3385" w:rsidRDefault="00CB3385" w:rsidP="00A47BD3">
      <w:pPr>
        <w:pStyle w:val="answers-answer"/>
      </w:pPr>
      <w:r>
        <w:sym w:font="Wingdings" w:char="F09F"/>
      </w:r>
      <w:r>
        <w:t xml:space="preserve"> Voluntary participation</w:t>
      </w:r>
    </w:p>
    <w:p w14:paraId="45DF5D2E" w14:textId="77777777" w:rsidR="00CB3385" w:rsidRDefault="00CB3385" w:rsidP="00A47BD3">
      <w:pPr>
        <w:pStyle w:val="answers-answer"/>
      </w:pPr>
      <w:r>
        <w:sym w:font="Wingdings" w:char="F09F"/>
      </w:r>
      <w:r>
        <w:t xml:space="preserve"> Informed consent</w:t>
      </w:r>
    </w:p>
    <w:p w14:paraId="250687C7" w14:textId="6372F68C" w:rsidR="00CB3385" w:rsidRDefault="00CB3385" w:rsidP="00A47BD3">
      <w:pPr>
        <w:pStyle w:val="answers-answer"/>
      </w:pPr>
      <w:r>
        <w:sym w:font="Wingdings" w:char="F09F"/>
      </w:r>
      <w:r>
        <w:t xml:space="preserve"> Risk of </w:t>
      </w:r>
      <w:r w:rsidR="00850230">
        <w:t>h</w:t>
      </w:r>
      <w:r>
        <w:t>arm</w:t>
      </w:r>
    </w:p>
    <w:p w14:paraId="06939D83" w14:textId="77777777" w:rsidR="00CB3385" w:rsidRDefault="00CB3385" w:rsidP="00A47BD3">
      <w:pPr>
        <w:pStyle w:val="answers-answer"/>
      </w:pPr>
      <w:r>
        <w:sym w:font="Wingdings" w:char="F09F"/>
      </w:r>
      <w:r>
        <w:t xml:space="preserve"> Confidentiality</w:t>
      </w:r>
    </w:p>
    <w:p w14:paraId="680E5140" w14:textId="77777777" w:rsidR="00CB3385" w:rsidRPr="00D7576A" w:rsidRDefault="00CB3385" w:rsidP="00A47BD3">
      <w:pPr>
        <w:pStyle w:val="answers-answer"/>
      </w:pPr>
      <w:r>
        <w:sym w:font="Wingdings" w:char="F09F"/>
      </w:r>
      <w:r>
        <w:t xml:space="preserve"> Anonymity</w:t>
      </w:r>
    </w:p>
    <w:p w14:paraId="084FF9F7" w14:textId="77777777" w:rsidR="00CB3385" w:rsidRPr="00CB3385" w:rsidRDefault="00CB3385" w:rsidP="00CB3385">
      <w:pPr>
        <w:pStyle w:val="answers-question"/>
      </w:pPr>
      <w:r w:rsidRPr="00850230">
        <w:rPr>
          <w:b/>
          <w:bCs w:val="0"/>
        </w:rPr>
        <w:t>3</w:t>
      </w:r>
      <w:r w:rsidRPr="00CB3385">
        <w:t xml:space="preserve"> Describe a double-blind experiment.</w:t>
      </w:r>
    </w:p>
    <w:p w14:paraId="7F3539EA" w14:textId="77777777" w:rsidR="00CB3385" w:rsidRDefault="00CB3385" w:rsidP="00A47BD3">
      <w:pPr>
        <w:pStyle w:val="answers-answer"/>
      </w:pPr>
      <w:r w:rsidRPr="00D273BE">
        <w:rPr>
          <w:rStyle w:val="answer"/>
        </w:rPr>
        <w:t>Answer</w:t>
      </w:r>
      <w:r>
        <w:rPr>
          <w:i/>
        </w:rPr>
        <w:t>:</w:t>
      </w:r>
      <w:r>
        <w:t xml:space="preserve"> A double-blind experiment is one where neither the researcher nor the participant knows who is receiving the treatment or the placebo. This reduces any bias due to the placebo effect. </w:t>
      </w:r>
    </w:p>
    <w:p w14:paraId="1EA8BAC1" w14:textId="77777777" w:rsidR="00813636" w:rsidRDefault="00813636" w:rsidP="00CB3385">
      <w:pPr>
        <w:pStyle w:val="i-chead"/>
        <w:rPr>
          <w:lang w:val="en-US"/>
        </w:rPr>
      </w:pPr>
    </w:p>
    <w:p w14:paraId="1151D7E6" w14:textId="77777777" w:rsidR="00813636" w:rsidRDefault="00813636" w:rsidP="00CB3385">
      <w:pPr>
        <w:pStyle w:val="i-chead"/>
        <w:rPr>
          <w:lang w:val="en-US"/>
        </w:rPr>
      </w:pPr>
    </w:p>
    <w:p w14:paraId="6D4CA783" w14:textId="77777777" w:rsidR="00813636" w:rsidRDefault="00813636" w:rsidP="00CB3385">
      <w:pPr>
        <w:pStyle w:val="i-chead"/>
        <w:rPr>
          <w:lang w:val="en-US"/>
        </w:rPr>
      </w:pPr>
    </w:p>
    <w:p w14:paraId="4AE52D6D" w14:textId="77777777" w:rsidR="00813636" w:rsidRDefault="00813636" w:rsidP="00CB3385">
      <w:pPr>
        <w:pStyle w:val="i-chead"/>
        <w:rPr>
          <w:lang w:val="en-US"/>
        </w:rPr>
      </w:pPr>
    </w:p>
    <w:p w14:paraId="37FBC743" w14:textId="30C32EBF" w:rsidR="00CB3385" w:rsidRPr="00D7576A" w:rsidRDefault="00CB3385" w:rsidP="00CB3385">
      <w:pPr>
        <w:pStyle w:val="i-chead"/>
        <w:rPr>
          <w:lang w:val="en-US"/>
        </w:rPr>
      </w:pPr>
      <w:r w:rsidRPr="00D7576A">
        <w:rPr>
          <w:lang w:val="en-US"/>
        </w:rPr>
        <w:lastRenderedPageBreak/>
        <w:t xml:space="preserve">Apply knowledge </w:t>
      </w:r>
    </w:p>
    <w:p w14:paraId="5118158D" w14:textId="77777777" w:rsidR="00CB3385" w:rsidRPr="00CB3385" w:rsidRDefault="00CB3385" w:rsidP="00CB3385">
      <w:pPr>
        <w:pStyle w:val="answers-question"/>
      </w:pPr>
      <w:r w:rsidRPr="00850230">
        <w:rPr>
          <w:b/>
          <w:bCs w:val="0"/>
        </w:rPr>
        <w:t>4</w:t>
      </w:r>
      <w:r w:rsidRPr="00CB3385">
        <w:t xml:space="preserve"> Explain the difference between confidentiality and anonymity.</w:t>
      </w:r>
    </w:p>
    <w:p w14:paraId="23FFB59D" w14:textId="77777777" w:rsidR="00CB3385" w:rsidRPr="00D7576A" w:rsidRDefault="00CB3385" w:rsidP="00A47BD3">
      <w:pPr>
        <w:pStyle w:val="answers-answer"/>
      </w:pPr>
      <w:r w:rsidRPr="00D273BE">
        <w:rPr>
          <w:rStyle w:val="answer"/>
        </w:rPr>
        <w:t>Answer</w:t>
      </w:r>
      <w:r>
        <w:rPr>
          <w:i/>
        </w:rPr>
        <w:t xml:space="preserve">: </w:t>
      </w:r>
      <w:r>
        <w:t xml:space="preserve">Confidentiality is where the identities of the participants are only revealed to the people directly involved in the study, whereas, with anonymity, the participants in the study remain anonymous to everyone, including the researchers. Anonymity is a stronger guarantee of privacy. </w:t>
      </w:r>
    </w:p>
    <w:p w14:paraId="23E71763" w14:textId="77777777" w:rsidR="00CB3385" w:rsidRPr="00CB3385" w:rsidRDefault="00CB3385" w:rsidP="00CB3385">
      <w:pPr>
        <w:pStyle w:val="answers-question"/>
      </w:pPr>
      <w:r w:rsidRPr="00850230">
        <w:rPr>
          <w:b/>
          <w:bCs w:val="0"/>
        </w:rPr>
        <w:t>5</w:t>
      </w:r>
      <w:r w:rsidRPr="00CB3385">
        <w:t xml:space="preserve"> Explain why placebos are an important part of medical research.</w:t>
      </w:r>
    </w:p>
    <w:p w14:paraId="7378F226" w14:textId="77777777" w:rsidR="00CB3385" w:rsidRPr="00D7576A" w:rsidRDefault="00CB3385" w:rsidP="00A47BD3">
      <w:pPr>
        <w:pStyle w:val="answers-answer"/>
      </w:pPr>
      <w:r w:rsidRPr="00D273BE">
        <w:rPr>
          <w:rStyle w:val="answer"/>
        </w:rPr>
        <w:t>Answer</w:t>
      </w:r>
      <w:r>
        <w:rPr>
          <w:i/>
        </w:rPr>
        <w:t xml:space="preserve">: </w:t>
      </w:r>
      <w:r>
        <w:t xml:space="preserve">A placebo allows for a clear comparison to be made between the experimental and control group in a medical research trial. It involves the subject believing they are receiving the same treatment as everyone else and can remove the placebo effect. </w:t>
      </w:r>
    </w:p>
    <w:p w14:paraId="01EE9D0F" w14:textId="77777777" w:rsidR="00CB3385" w:rsidRPr="00CB3385" w:rsidRDefault="00CB3385" w:rsidP="00CB3385">
      <w:pPr>
        <w:pStyle w:val="answers-question"/>
      </w:pPr>
      <w:r w:rsidRPr="00850230">
        <w:rPr>
          <w:b/>
          <w:bCs w:val="0"/>
        </w:rPr>
        <w:t>6</w:t>
      </w:r>
      <w:r w:rsidRPr="00CB3385">
        <w:t xml:space="preserve"> During research into a new treatment for breast cancer, one group of patients took a new drug while another group took a placebo under the same regime. The patients in the placebo group showed a slight improvement, while the patients taking the drugs showed signs of kidney failure. Discuss </w:t>
      </w:r>
      <w:proofErr w:type="gramStart"/>
      <w:r w:rsidRPr="00CB3385">
        <w:t>whether or not</w:t>
      </w:r>
      <w:proofErr w:type="gramEnd"/>
      <w:r w:rsidRPr="00CB3385">
        <w:t xml:space="preserve"> the research should be continued.</w:t>
      </w:r>
    </w:p>
    <w:p w14:paraId="3A0C08AA" w14:textId="2A2F8DC1" w:rsidR="00CB3385" w:rsidRPr="00375D83" w:rsidRDefault="00CB3385" w:rsidP="00A47BD3">
      <w:pPr>
        <w:pStyle w:val="answers-answer"/>
      </w:pPr>
      <w:r w:rsidRPr="00D273BE">
        <w:rPr>
          <w:rStyle w:val="answer"/>
        </w:rPr>
        <w:t>Answer</w:t>
      </w:r>
      <w:r>
        <w:rPr>
          <w:i/>
        </w:rPr>
        <w:t>:</w:t>
      </w:r>
      <w:r>
        <w:t xml:space="preserve"> </w:t>
      </w:r>
      <w:r w:rsidR="00850230">
        <w:t>The</w:t>
      </w:r>
      <w:r>
        <w:t xml:space="preserve"> research should not be continued </w:t>
      </w:r>
      <w:r w:rsidR="00850230">
        <w:t>because</w:t>
      </w:r>
      <w:r>
        <w:t xml:space="preserve"> the placebo group should not have had any change to their results, and the experimental group </w:t>
      </w:r>
      <w:r w:rsidR="00850230">
        <w:t>had</w:t>
      </w:r>
      <w:r>
        <w:t xml:space="preserve"> an adverse effect to their health attributed to the drug they are taking. </w:t>
      </w:r>
    </w:p>
    <w:p w14:paraId="13D0BB60" w14:textId="77777777" w:rsidR="00CB3385" w:rsidRPr="0015062D" w:rsidRDefault="00CB3385" w:rsidP="00CB3385">
      <w:pPr>
        <w:pStyle w:val="i-chead"/>
        <w:rPr>
          <w:lang w:val="en-US"/>
        </w:rPr>
      </w:pPr>
      <w:r>
        <w:rPr>
          <w:lang w:val="en-US"/>
        </w:rPr>
        <w:t>Chapter 1 a</w:t>
      </w:r>
      <w:r w:rsidRPr="0015062D">
        <w:rPr>
          <w:lang w:val="en-US"/>
        </w:rPr>
        <w:t>ctivities</w:t>
      </w:r>
    </w:p>
    <w:p w14:paraId="49B10A25" w14:textId="77777777" w:rsidR="00CB3385" w:rsidRDefault="00CB3385" w:rsidP="00CB3385">
      <w:pPr>
        <w:pStyle w:val="i-chead"/>
        <w:rPr>
          <w:lang w:val="en-US"/>
        </w:rPr>
      </w:pPr>
      <w:r>
        <w:rPr>
          <w:lang w:val="en-US"/>
        </w:rPr>
        <w:t xml:space="preserve">Activity 1.1 </w:t>
      </w:r>
      <w:proofErr w:type="spellStart"/>
      <w:r>
        <w:rPr>
          <w:lang w:val="en-US"/>
        </w:rPr>
        <w:t>Hypothesising</w:t>
      </w:r>
      <w:proofErr w:type="spellEnd"/>
      <w:r>
        <w:rPr>
          <w:lang w:val="en-US"/>
        </w:rPr>
        <w:t xml:space="preserve"> </w:t>
      </w:r>
    </w:p>
    <w:p w14:paraId="27DF1718" w14:textId="77777777" w:rsidR="00CB3385" w:rsidRPr="00CB3385" w:rsidRDefault="00CB3385" w:rsidP="00CB3385">
      <w:pPr>
        <w:pStyle w:val="answers-question"/>
      </w:pPr>
      <w:r w:rsidRPr="00850230">
        <w:rPr>
          <w:b/>
          <w:bCs w:val="0"/>
        </w:rPr>
        <w:t>1</w:t>
      </w:r>
      <w:r w:rsidRPr="00CB3385">
        <w:t xml:space="preserve"> </w:t>
      </w:r>
      <w:r w:rsidRPr="00850230">
        <w:rPr>
          <w:i/>
          <w:iCs/>
        </w:rPr>
        <w:t>Bacillus anthraci</w:t>
      </w:r>
      <w:r w:rsidRPr="00CB3385">
        <w:t>s causes anthrax.</w:t>
      </w:r>
    </w:p>
    <w:p w14:paraId="3485AB8B" w14:textId="77777777" w:rsidR="00CB3385" w:rsidRPr="009E62E3" w:rsidRDefault="00CB3385" w:rsidP="00A47BD3">
      <w:pPr>
        <w:pStyle w:val="answers-answer"/>
      </w:pPr>
      <w:r w:rsidRPr="00D273BE">
        <w:rPr>
          <w:rStyle w:val="answer"/>
        </w:rPr>
        <w:t>Answer</w:t>
      </w:r>
      <w:r w:rsidRPr="00B650A6">
        <w:rPr>
          <w:i/>
        </w:rPr>
        <w:t>:</w:t>
      </w:r>
      <w:r w:rsidRPr="00B650A6">
        <w:t xml:space="preserve"> This is a good hypothesis, because it is a statement containing a single idea that can be tested and</w:t>
      </w:r>
      <w:r>
        <w:t xml:space="preserve"> </w:t>
      </w:r>
      <w:r w:rsidRPr="00B650A6">
        <w:t>it links two variables.</w:t>
      </w:r>
    </w:p>
    <w:p w14:paraId="0712B357" w14:textId="77777777" w:rsidR="00CB3385" w:rsidRPr="00CB3385" w:rsidRDefault="00CB3385" w:rsidP="00CB3385">
      <w:pPr>
        <w:pStyle w:val="answers-question"/>
      </w:pPr>
      <w:r w:rsidRPr="00850230">
        <w:rPr>
          <w:b/>
          <w:bCs w:val="0"/>
        </w:rPr>
        <w:t>2</w:t>
      </w:r>
      <w:r w:rsidRPr="00CB3385">
        <w:t xml:space="preserve"> Can anthrax be passed from sheep to cattle?</w:t>
      </w:r>
    </w:p>
    <w:p w14:paraId="7376BACA" w14:textId="77777777" w:rsidR="00CB3385" w:rsidRPr="009E62E3" w:rsidRDefault="00CB3385" w:rsidP="00A47BD3">
      <w:pPr>
        <w:pStyle w:val="answers-answer"/>
      </w:pPr>
      <w:r w:rsidRPr="00D273BE">
        <w:rPr>
          <w:rStyle w:val="answer"/>
        </w:rPr>
        <w:t>Answer</w:t>
      </w:r>
      <w:r w:rsidRPr="00B650A6">
        <w:rPr>
          <w:i/>
        </w:rPr>
        <w:t>:</w:t>
      </w:r>
      <w:r w:rsidRPr="00B650A6">
        <w:t xml:space="preserve"> This is not a hypothesis, because it is a question.</w:t>
      </w:r>
    </w:p>
    <w:p w14:paraId="2CE8BB57" w14:textId="77777777" w:rsidR="00CB3385" w:rsidRPr="00CB3385" w:rsidRDefault="00CB3385" w:rsidP="00CB3385">
      <w:pPr>
        <w:pStyle w:val="answers-question"/>
      </w:pPr>
      <w:r w:rsidRPr="00850230">
        <w:rPr>
          <w:b/>
          <w:bCs w:val="0"/>
        </w:rPr>
        <w:t>3</w:t>
      </w:r>
      <w:r w:rsidRPr="00CB3385">
        <w:t xml:space="preserve"> If a sheep is injected with </w:t>
      </w:r>
      <w:r w:rsidRPr="00850230">
        <w:rPr>
          <w:i/>
          <w:iCs/>
        </w:rPr>
        <w:t>Bacillus anthracis</w:t>
      </w:r>
      <w:r w:rsidRPr="00CB3385">
        <w:t>, it will get anthrax.</w:t>
      </w:r>
    </w:p>
    <w:p w14:paraId="610D5E9B" w14:textId="15EE97A6" w:rsidR="00CB3385" w:rsidRPr="009E62E3" w:rsidRDefault="00CB3385" w:rsidP="00A47BD3">
      <w:pPr>
        <w:pStyle w:val="answers-answer"/>
      </w:pPr>
      <w:r w:rsidRPr="00D273BE">
        <w:rPr>
          <w:rStyle w:val="answer"/>
        </w:rPr>
        <w:t>Answer</w:t>
      </w:r>
      <w:r w:rsidRPr="00B650A6">
        <w:rPr>
          <w:i/>
        </w:rPr>
        <w:t>:</w:t>
      </w:r>
      <w:r w:rsidRPr="00B650A6">
        <w:t xml:space="preserve"> This is not a hypothesis. It is a prediction arising from the hypothesis that </w:t>
      </w:r>
      <w:r w:rsidRPr="00281FE8">
        <w:rPr>
          <w:i/>
        </w:rPr>
        <w:t>Bacillus anthracis</w:t>
      </w:r>
      <w:r w:rsidR="00850230">
        <w:t xml:space="preserve"> </w:t>
      </w:r>
      <w:r w:rsidRPr="00B650A6">
        <w:t>causes anthrax.</w:t>
      </w:r>
    </w:p>
    <w:p w14:paraId="58F35904" w14:textId="77777777" w:rsidR="00CB3385" w:rsidRPr="00CB3385" w:rsidRDefault="00CB3385" w:rsidP="00CB3385">
      <w:pPr>
        <w:pStyle w:val="answers-question"/>
      </w:pPr>
      <w:r w:rsidRPr="00850230">
        <w:rPr>
          <w:b/>
          <w:bCs w:val="0"/>
        </w:rPr>
        <w:t>4</w:t>
      </w:r>
      <w:r w:rsidRPr="00CB3385">
        <w:t xml:space="preserve"> To look for </w:t>
      </w:r>
      <w:r w:rsidRPr="00850230">
        <w:rPr>
          <w:i/>
          <w:iCs/>
        </w:rPr>
        <w:t>Bacillus anthracis</w:t>
      </w:r>
      <w:r w:rsidRPr="00CB3385">
        <w:t xml:space="preserve"> in the blood of animals with anthrax.</w:t>
      </w:r>
    </w:p>
    <w:p w14:paraId="0AAAE033" w14:textId="77777777" w:rsidR="00CB3385" w:rsidRPr="009E62E3" w:rsidRDefault="00CB3385" w:rsidP="00A47BD3">
      <w:pPr>
        <w:pStyle w:val="answers-answer"/>
      </w:pPr>
      <w:r w:rsidRPr="00D273BE">
        <w:rPr>
          <w:rStyle w:val="answer"/>
        </w:rPr>
        <w:t>Answer</w:t>
      </w:r>
      <w:r w:rsidRPr="00B650A6">
        <w:rPr>
          <w:i/>
        </w:rPr>
        <w:t>:</w:t>
      </w:r>
      <w:r w:rsidRPr="00B650A6">
        <w:t xml:space="preserve"> This is not a hypothesis because it is not written as a statement. It is written as an aim and it does</w:t>
      </w:r>
      <w:r>
        <w:t xml:space="preserve"> </w:t>
      </w:r>
      <w:r w:rsidRPr="00B650A6">
        <w:t>not link two variables.</w:t>
      </w:r>
    </w:p>
    <w:p w14:paraId="5867ADA9" w14:textId="77777777" w:rsidR="00CB3385" w:rsidRPr="00CB3385" w:rsidRDefault="00CB3385" w:rsidP="00CB3385">
      <w:pPr>
        <w:pStyle w:val="answers-question"/>
      </w:pPr>
      <w:r w:rsidRPr="00850230">
        <w:rPr>
          <w:b/>
          <w:bCs w:val="0"/>
        </w:rPr>
        <w:lastRenderedPageBreak/>
        <w:t>5</w:t>
      </w:r>
      <w:r w:rsidRPr="00CB3385">
        <w:t xml:space="preserve"> Why does </w:t>
      </w:r>
      <w:r w:rsidRPr="00850230">
        <w:rPr>
          <w:i/>
          <w:iCs/>
        </w:rPr>
        <w:t>Bacillus anthracis</w:t>
      </w:r>
      <w:r w:rsidRPr="00CB3385">
        <w:t xml:space="preserve"> cause anthrax?</w:t>
      </w:r>
    </w:p>
    <w:p w14:paraId="1C7E21E2" w14:textId="77777777" w:rsidR="00CB3385" w:rsidRPr="009E62E3" w:rsidRDefault="00CB3385" w:rsidP="00A47BD3">
      <w:pPr>
        <w:pStyle w:val="answers-answer"/>
      </w:pPr>
      <w:r w:rsidRPr="00D273BE">
        <w:rPr>
          <w:rStyle w:val="answer"/>
        </w:rPr>
        <w:t>Answer</w:t>
      </w:r>
      <w:r w:rsidRPr="00B650A6">
        <w:rPr>
          <w:i/>
        </w:rPr>
        <w:t>:</w:t>
      </w:r>
      <w:r w:rsidRPr="00B650A6">
        <w:t xml:space="preserve"> This is not a hypothesis, because it is a question.</w:t>
      </w:r>
    </w:p>
    <w:p w14:paraId="2DE6ADC0" w14:textId="77777777" w:rsidR="00CB3385" w:rsidRPr="00CB3385" w:rsidRDefault="00CB3385" w:rsidP="00CB3385">
      <w:pPr>
        <w:pStyle w:val="answers-question"/>
      </w:pPr>
      <w:r w:rsidRPr="00850230">
        <w:rPr>
          <w:b/>
          <w:bCs w:val="0"/>
        </w:rPr>
        <w:t>6</w:t>
      </w:r>
      <w:r w:rsidRPr="00CB3385">
        <w:t xml:space="preserve"> If a cow is injected with </w:t>
      </w:r>
      <w:r w:rsidRPr="00850230">
        <w:rPr>
          <w:i/>
          <w:iCs/>
        </w:rPr>
        <w:t>Bacillus anthracis</w:t>
      </w:r>
      <w:r w:rsidRPr="00CB3385">
        <w:t xml:space="preserve"> and is then kept out of the weather, it will not get anthrax.</w:t>
      </w:r>
    </w:p>
    <w:p w14:paraId="0DF5D599" w14:textId="14332C28" w:rsidR="00CB3385" w:rsidRPr="009E62E3" w:rsidRDefault="00CB3385" w:rsidP="00A47BD3">
      <w:pPr>
        <w:pStyle w:val="answers-answer"/>
      </w:pPr>
      <w:r w:rsidRPr="00D273BE">
        <w:rPr>
          <w:rStyle w:val="answer"/>
        </w:rPr>
        <w:t>Answer</w:t>
      </w:r>
      <w:r w:rsidRPr="00B650A6">
        <w:rPr>
          <w:i/>
        </w:rPr>
        <w:t>:</w:t>
      </w:r>
      <w:r w:rsidRPr="00B650A6">
        <w:t xml:space="preserve"> This is not a good hypothesis for two reasons. First, it is a prediction. Second, it states two</w:t>
      </w:r>
      <w:r w:rsidR="00850230">
        <w:t xml:space="preserve"> </w:t>
      </w:r>
      <w:r w:rsidRPr="00B650A6">
        <w:t xml:space="preserve">variables that could affect development of anthrax: injection with the </w:t>
      </w:r>
      <w:r w:rsidRPr="00281FE8">
        <w:rPr>
          <w:i/>
        </w:rPr>
        <w:t>Bacillus anthracis</w:t>
      </w:r>
      <w:r w:rsidRPr="00B650A6">
        <w:t>, and weather.</w:t>
      </w:r>
    </w:p>
    <w:p w14:paraId="2B0FF8D8" w14:textId="77777777" w:rsidR="00CB3385" w:rsidRPr="00CB3385" w:rsidRDefault="00CB3385" w:rsidP="00CB3385">
      <w:pPr>
        <w:pStyle w:val="answers-question"/>
      </w:pPr>
      <w:r w:rsidRPr="00850230">
        <w:rPr>
          <w:b/>
          <w:bCs w:val="0"/>
        </w:rPr>
        <w:t>7</w:t>
      </w:r>
      <w:r w:rsidRPr="00CB3385">
        <w:t xml:space="preserve"> Injecting blood from a sheep suffering from anthrax into a healthy sheep will transmit the disease.</w:t>
      </w:r>
    </w:p>
    <w:p w14:paraId="7FCB74F3" w14:textId="5D0C1C6A" w:rsidR="00CB3385" w:rsidRPr="009E62E3" w:rsidRDefault="00CB3385" w:rsidP="00A47BD3">
      <w:pPr>
        <w:pStyle w:val="answers-answer"/>
      </w:pPr>
      <w:r w:rsidRPr="00D273BE">
        <w:rPr>
          <w:rStyle w:val="answer"/>
        </w:rPr>
        <w:t>Answer</w:t>
      </w:r>
      <w:r w:rsidRPr="00B650A6">
        <w:rPr>
          <w:i/>
        </w:rPr>
        <w:t>:</w:t>
      </w:r>
      <w:r w:rsidRPr="00B650A6">
        <w:t xml:space="preserve"> This is a good hypothesis, because it is a statement containing a single idea that can be tested</w:t>
      </w:r>
      <w:r w:rsidR="00850230">
        <w:t xml:space="preserve"> </w:t>
      </w:r>
      <w:r w:rsidRPr="00B650A6">
        <w:t xml:space="preserve">and it links two variables. It is also valid to say that it is a prediction based on the hypothesis that </w:t>
      </w:r>
      <w:r w:rsidRPr="00281FE8">
        <w:rPr>
          <w:i/>
        </w:rPr>
        <w:t>Bacillus</w:t>
      </w:r>
      <w:r w:rsidR="00850230">
        <w:t xml:space="preserve"> </w:t>
      </w:r>
      <w:r w:rsidRPr="00281FE8">
        <w:rPr>
          <w:i/>
        </w:rPr>
        <w:t>anthracis</w:t>
      </w:r>
      <w:r w:rsidRPr="00B650A6">
        <w:t xml:space="preserve"> causes anthrax.</w:t>
      </w:r>
    </w:p>
    <w:p w14:paraId="3B528B8F" w14:textId="77777777" w:rsidR="00CB3385" w:rsidRPr="00CB3385" w:rsidRDefault="00CB3385" w:rsidP="00CB3385">
      <w:pPr>
        <w:pStyle w:val="answers-question"/>
      </w:pPr>
      <w:r w:rsidRPr="00850230">
        <w:rPr>
          <w:b/>
          <w:bCs w:val="0"/>
        </w:rPr>
        <w:t>8</w:t>
      </w:r>
      <w:r w:rsidRPr="00CB3385">
        <w:t xml:space="preserve"> Any animal suffering from anthrax will have </w:t>
      </w:r>
      <w:r w:rsidRPr="00850230">
        <w:rPr>
          <w:i/>
          <w:iCs/>
        </w:rPr>
        <w:t>Bacillus anthracis</w:t>
      </w:r>
      <w:r w:rsidRPr="00CB3385">
        <w:t xml:space="preserve"> in its blood and will pass the infection on to other animals.</w:t>
      </w:r>
    </w:p>
    <w:p w14:paraId="30DAE419" w14:textId="5852F9E4" w:rsidR="00CB3385" w:rsidRDefault="00CB3385" w:rsidP="00A47BD3">
      <w:pPr>
        <w:pStyle w:val="answers-answer"/>
      </w:pPr>
      <w:r w:rsidRPr="00D273BE">
        <w:rPr>
          <w:rStyle w:val="answer"/>
        </w:rPr>
        <w:t>Answer</w:t>
      </w:r>
      <w:r w:rsidRPr="00B650A6">
        <w:rPr>
          <w:i/>
        </w:rPr>
        <w:t>:</w:t>
      </w:r>
      <w:r w:rsidRPr="00B650A6">
        <w:t xml:space="preserve"> This is not a good hypothesis, even though it is a statement that can be tested. This is because</w:t>
      </w:r>
      <w:r w:rsidR="00850230">
        <w:t xml:space="preserve"> </w:t>
      </w:r>
      <w:r w:rsidRPr="00B650A6">
        <w:t>it contains two ideas (that is, two variables): first, the bacterium in the blood, and second, passing the</w:t>
      </w:r>
      <w:r w:rsidR="00850230">
        <w:t xml:space="preserve"> </w:t>
      </w:r>
      <w:r w:rsidRPr="00B650A6">
        <w:t>infection to other animals.</w:t>
      </w:r>
    </w:p>
    <w:p w14:paraId="7471FF86" w14:textId="77777777" w:rsidR="00CB3385" w:rsidRPr="00624A15" w:rsidRDefault="00CB3385" w:rsidP="00CB3385">
      <w:pPr>
        <w:pStyle w:val="i-chead"/>
        <w:rPr>
          <w:lang w:val="en-US"/>
        </w:rPr>
      </w:pPr>
      <w:r w:rsidRPr="00624A15">
        <w:rPr>
          <w:lang w:val="en-US"/>
        </w:rPr>
        <w:t>Activity 1.</w:t>
      </w:r>
      <w:r>
        <w:rPr>
          <w:lang w:val="en-US"/>
        </w:rPr>
        <w:t>2</w:t>
      </w:r>
      <w:r w:rsidRPr="00624A15">
        <w:rPr>
          <w:lang w:val="en-US"/>
        </w:rPr>
        <w:t xml:space="preserve"> Investigating how pollen causes hay fever</w:t>
      </w:r>
    </w:p>
    <w:p w14:paraId="54649C3C" w14:textId="77777777" w:rsidR="00CB3385" w:rsidRPr="00CB3385" w:rsidRDefault="00CB3385" w:rsidP="00CB3385">
      <w:pPr>
        <w:pStyle w:val="answers-question"/>
      </w:pPr>
      <w:r w:rsidRPr="00850230">
        <w:rPr>
          <w:b/>
          <w:bCs w:val="0"/>
        </w:rPr>
        <w:t>1</w:t>
      </w:r>
      <w:r w:rsidRPr="00CB3385">
        <w:t xml:space="preserve"> How could the investigation reported in the article be used to help answer the question, ‘What is science?’?</w:t>
      </w:r>
    </w:p>
    <w:p w14:paraId="1CCFE569" w14:textId="58E9F9FD" w:rsidR="00CB3385" w:rsidRPr="00B07131" w:rsidRDefault="00CB3385" w:rsidP="00A47BD3">
      <w:pPr>
        <w:pStyle w:val="answers-answer"/>
      </w:pPr>
      <w:r w:rsidRPr="00D273BE">
        <w:rPr>
          <w:rStyle w:val="answer"/>
        </w:rPr>
        <w:t>Answer</w:t>
      </w:r>
      <w:r>
        <w:rPr>
          <w:i/>
        </w:rPr>
        <w:t xml:space="preserve">: </w:t>
      </w:r>
      <w:r w:rsidRPr="00B07131">
        <w:t>Science is a process of investigation to find answers to questions. In the investigation described,</w:t>
      </w:r>
      <w:r w:rsidR="00850230">
        <w:t xml:space="preserve"> </w:t>
      </w:r>
      <w:r w:rsidRPr="00B07131">
        <w:t>the scientist is trying to find an answer to the question, ‘How can grass pollens that are 20 to 30 microns in diameter cause asthma when only particles of 10 microns or less can get into the lungs?’</w:t>
      </w:r>
    </w:p>
    <w:p w14:paraId="6EA09BF9" w14:textId="77777777" w:rsidR="00CB3385" w:rsidRPr="00CB3385" w:rsidRDefault="00CB3385" w:rsidP="00CB3385">
      <w:pPr>
        <w:pStyle w:val="answers-question"/>
      </w:pPr>
      <w:r w:rsidRPr="00850230">
        <w:rPr>
          <w:b/>
          <w:bCs w:val="0"/>
        </w:rPr>
        <w:t>2</w:t>
      </w:r>
      <w:r w:rsidRPr="00CB3385">
        <w:t xml:space="preserve"> What sorts of things would you need to know if you wished to repeat Professor Murray’s observations in order to verify his results?</w:t>
      </w:r>
    </w:p>
    <w:p w14:paraId="051B677F" w14:textId="5B1E4F04" w:rsidR="00CB3385" w:rsidRPr="0015062D" w:rsidRDefault="00CB3385" w:rsidP="00A47BD3">
      <w:pPr>
        <w:pStyle w:val="answers-answer"/>
      </w:pPr>
      <w:r w:rsidRPr="00D273BE">
        <w:rPr>
          <w:rStyle w:val="answer"/>
        </w:rPr>
        <w:t>Answer</w:t>
      </w:r>
      <w:r w:rsidRPr="00574748">
        <w:rPr>
          <w:i/>
        </w:rPr>
        <w:t>:</w:t>
      </w:r>
      <w:r w:rsidRPr="00574748">
        <w:t xml:space="preserve"> The types of grass pollen tested; how the pollen was collected; how pollen diameter was</w:t>
      </w:r>
      <w:r w:rsidR="00850230">
        <w:t xml:space="preserve"> </w:t>
      </w:r>
      <w:r w:rsidRPr="00574748">
        <w:t>measured; how water was introduced to the pollen.</w:t>
      </w:r>
    </w:p>
    <w:p w14:paraId="075E2A23" w14:textId="77777777" w:rsidR="00CB3385" w:rsidRPr="00CB3385" w:rsidRDefault="00CB3385" w:rsidP="00CB3385">
      <w:pPr>
        <w:pStyle w:val="answers-question"/>
      </w:pPr>
      <w:r w:rsidRPr="00850230">
        <w:rPr>
          <w:b/>
          <w:bCs w:val="0"/>
        </w:rPr>
        <w:t>3</w:t>
      </w:r>
      <w:r w:rsidRPr="00CB3385">
        <w:t xml:space="preserve"> Professor Murray was involved in both observation by looking at pollen grains under a microscope, and experimentation by checking what happened when water was added to </w:t>
      </w:r>
      <w:r w:rsidRPr="00CB3385">
        <w:lastRenderedPageBreak/>
        <w:t>the pollen. In testing pollen to see what happens when water is added, what control would be needed if the results were to be valid?</w:t>
      </w:r>
    </w:p>
    <w:p w14:paraId="428340A1" w14:textId="77777777" w:rsidR="00CB3385" w:rsidRPr="0015062D" w:rsidRDefault="00CB3385" w:rsidP="00A47BD3">
      <w:pPr>
        <w:pStyle w:val="answers-answer"/>
      </w:pPr>
      <w:r w:rsidRPr="00D273BE">
        <w:rPr>
          <w:rStyle w:val="answer"/>
        </w:rPr>
        <w:t>Answer</w:t>
      </w:r>
      <w:r w:rsidRPr="00574748">
        <w:rPr>
          <w:i/>
        </w:rPr>
        <w:t>:</w:t>
      </w:r>
      <w:r w:rsidRPr="00574748">
        <w:t xml:space="preserve"> Testing pollen in dry conditions at the same temperature.</w:t>
      </w:r>
    </w:p>
    <w:p w14:paraId="40533801" w14:textId="6B47102E" w:rsidR="00CB3385" w:rsidRPr="00CB3385" w:rsidRDefault="00CB3385" w:rsidP="00CB3385">
      <w:pPr>
        <w:pStyle w:val="answers-question"/>
      </w:pPr>
      <w:r w:rsidRPr="00850230">
        <w:rPr>
          <w:b/>
          <w:bCs w:val="0"/>
        </w:rPr>
        <w:t>4</w:t>
      </w:r>
      <w:r w:rsidRPr="00CB3385">
        <w:t xml:space="preserve"> Can you think of any practical applications for Professor Murray’s discovery?</w:t>
      </w:r>
    </w:p>
    <w:p w14:paraId="53985E32" w14:textId="77777777" w:rsidR="00CB3385" w:rsidRPr="00574748" w:rsidRDefault="00CB3385" w:rsidP="00A47BD3">
      <w:pPr>
        <w:pStyle w:val="answers-answer"/>
      </w:pPr>
      <w:r w:rsidRPr="00D273BE">
        <w:rPr>
          <w:rStyle w:val="answer"/>
        </w:rPr>
        <w:t>Answer</w:t>
      </w:r>
      <w:r w:rsidRPr="00574748">
        <w:rPr>
          <w:i/>
        </w:rPr>
        <w:t>:</w:t>
      </w:r>
      <w:r w:rsidRPr="00574748">
        <w:t xml:space="preserve"> The development of a drug/substance that stops the reaction of water on pollen when the pollen</w:t>
      </w:r>
      <w:r>
        <w:t xml:space="preserve"> </w:t>
      </w:r>
      <w:proofErr w:type="gramStart"/>
      <w:r w:rsidRPr="00574748">
        <w:t>comes into contact with</w:t>
      </w:r>
      <w:proofErr w:type="gramEnd"/>
      <w:r w:rsidRPr="00574748">
        <w:t xml:space="preserve"> the moist membranes of the respiratory tract.</w:t>
      </w:r>
    </w:p>
    <w:p w14:paraId="17628A38" w14:textId="77777777" w:rsidR="00CB3385" w:rsidRPr="0015062D" w:rsidRDefault="00CB3385" w:rsidP="00A47BD3">
      <w:pPr>
        <w:pStyle w:val="answers-answer"/>
      </w:pPr>
      <w:r w:rsidRPr="00574748">
        <w:t>People prone to asthma should avoid exposure to grass pollen in wet, damp or humid weather.</w:t>
      </w:r>
    </w:p>
    <w:p w14:paraId="3A5D48F5" w14:textId="77777777" w:rsidR="00CB3385" w:rsidRPr="00CB3385" w:rsidRDefault="00CB3385" w:rsidP="00CB3385">
      <w:pPr>
        <w:pStyle w:val="answers-question"/>
      </w:pPr>
      <w:r w:rsidRPr="00850230">
        <w:rPr>
          <w:b/>
          <w:bCs w:val="0"/>
        </w:rPr>
        <w:t>5</w:t>
      </w:r>
      <w:r w:rsidRPr="00CB3385">
        <w:t xml:space="preserve"> The results of research often raise new questions to be answered. Suggest two questions that now need to be solved as a result of Professor Murray’s research.</w:t>
      </w:r>
    </w:p>
    <w:p w14:paraId="27C4A4D7" w14:textId="77777777" w:rsidR="00CB3385" w:rsidRPr="00574748" w:rsidRDefault="00CB3385" w:rsidP="00A47BD3">
      <w:pPr>
        <w:pStyle w:val="answers-answer"/>
      </w:pPr>
      <w:r w:rsidRPr="00D273BE">
        <w:rPr>
          <w:rStyle w:val="answer"/>
        </w:rPr>
        <w:t>Answer</w:t>
      </w:r>
      <w:r w:rsidRPr="00574748">
        <w:rPr>
          <w:i/>
        </w:rPr>
        <w:t>:</w:t>
      </w:r>
      <w:r w:rsidRPr="00574748">
        <w:t xml:space="preserve"> </w:t>
      </w:r>
      <w:r>
        <w:t>Questions</w:t>
      </w:r>
      <w:r w:rsidRPr="00574748">
        <w:t xml:space="preserve"> that could be solved include:</w:t>
      </w:r>
    </w:p>
    <w:p w14:paraId="3DF48AAC" w14:textId="1BDC966A" w:rsidR="00CB3385" w:rsidRPr="00574748" w:rsidRDefault="00CB3385" w:rsidP="00850230">
      <w:pPr>
        <w:pStyle w:val="answers-answer"/>
        <w:numPr>
          <w:ilvl w:val="0"/>
          <w:numId w:val="19"/>
        </w:numPr>
      </w:pPr>
      <w:r w:rsidRPr="00574748">
        <w:t xml:space="preserve">Is it the fungus </w:t>
      </w:r>
      <w:r w:rsidR="00E90E1F">
        <w:t>or</w:t>
      </w:r>
      <w:r w:rsidRPr="00574748">
        <w:t xml:space="preserve"> the pollen that causes allergies following rain?</w:t>
      </w:r>
    </w:p>
    <w:p w14:paraId="6978B5A9" w14:textId="6C07C6E2" w:rsidR="00CB3385" w:rsidRPr="00574748" w:rsidRDefault="00CB3385" w:rsidP="00850230">
      <w:pPr>
        <w:pStyle w:val="answers-answer"/>
        <w:numPr>
          <w:ilvl w:val="0"/>
          <w:numId w:val="19"/>
        </w:numPr>
      </w:pPr>
      <w:r w:rsidRPr="00574748">
        <w:t>Does grass pollen burst open when in contact with nasal secretions?</w:t>
      </w:r>
    </w:p>
    <w:p w14:paraId="56DDF1AE" w14:textId="0165C989" w:rsidR="00CB3385" w:rsidRPr="00574748" w:rsidRDefault="00CB3385" w:rsidP="00850230">
      <w:pPr>
        <w:pStyle w:val="answers-answer"/>
        <w:numPr>
          <w:ilvl w:val="0"/>
          <w:numId w:val="19"/>
        </w:numPr>
      </w:pPr>
      <w:r w:rsidRPr="00574748">
        <w:t>Can the reaction of grass pollen when it gets wet in the respiratory tract be prevented?</w:t>
      </w:r>
    </w:p>
    <w:p w14:paraId="1B8D7F86" w14:textId="38F142F2" w:rsidR="00CB3385" w:rsidRPr="00574748" w:rsidRDefault="00CB3385" w:rsidP="00850230">
      <w:pPr>
        <w:pStyle w:val="answers-answer"/>
        <w:numPr>
          <w:ilvl w:val="0"/>
          <w:numId w:val="19"/>
        </w:numPr>
      </w:pPr>
      <w:r w:rsidRPr="00574748">
        <w:t xml:space="preserve">Do the particles inside grass pollen </w:t>
      </w:r>
      <w:proofErr w:type="gramStart"/>
      <w:r w:rsidRPr="00574748">
        <w:t>actually find</w:t>
      </w:r>
      <w:proofErr w:type="gramEnd"/>
      <w:r w:rsidRPr="00574748">
        <w:t xml:space="preserve"> their way into the lungs?</w:t>
      </w:r>
    </w:p>
    <w:p w14:paraId="1E61ECF5" w14:textId="1AA1FDE8" w:rsidR="00CB3385" w:rsidRPr="0015062D" w:rsidRDefault="00CB3385" w:rsidP="00850230">
      <w:pPr>
        <w:pStyle w:val="answers-answer"/>
        <w:numPr>
          <w:ilvl w:val="0"/>
          <w:numId w:val="19"/>
        </w:numPr>
      </w:pPr>
      <w:r w:rsidRPr="00574748">
        <w:t>Do the particles inside grass pollen cause an allergic response?</w:t>
      </w:r>
    </w:p>
    <w:p w14:paraId="2DCC2C1A" w14:textId="77777777" w:rsidR="00CB3385" w:rsidRPr="00CB3385" w:rsidRDefault="00CB3385" w:rsidP="00CB3385">
      <w:pPr>
        <w:pStyle w:val="answers-question"/>
      </w:pPr>
      <w:r w:rsidRPr="00850230">
        <w:rPr>
          <w:b/>
          <w:bCs w:val="0"/>
        </w:rPr>
        <w:t>6</w:t>
      </w:r>
      <w:r w:rsidRPr="00CB3385">
        <w:t xml:space="preserve"> Propose a hypothesis based on one of the questions you suggested in your answer to Question 5.</w:t>
      </w:r>
    </w:p>
    <w:p w14:paraId="0CC4A4A9" w14:textId="77777777" w:rsidR="00CB3385" w:rsidRDefault="00CB3385" w:rsidP="00A47BD3">
      <w:pPr>
        <w:pStyle w:val="answers-answer"/>
      </w:pPr>
      <w:r w:rsidRPr="00D273BE">
        <w:rPr>
          <w:rStyle w:val="answer"/>
        </w:rPr>
        <w:t>Answer</w:t>
      </w:r>
      <w:r w:rsidRPr="00574748">
        <w:rPr>
          <w:i/>
        </w:rPr>
        <w:t>:</w:t>
      </w:r>
      <w:r w:rsidRPr="00574748">
        <w:t xml:space="preserve"> </w:t>
      </w:r>
      <w:r>
        <w:t>Sample hypotheses include:</w:t>
      </w:r>
    </w:p>
    <w:p w14:paraId="6EED983F" w14:textId="77777777" w:rsidR="00CB3385" w:rsidRPr="00574748" w:rsidRDefault="00CB3385" w:rsidP="00850230">
      <w:pPr>
        <w:pStyle w:val="answers-answer"/>
        <w:numPr>
          <w:ilvl w:val="0"/>
          <w:numId w:val="17"/>
        </w:numPr>
      </w:pPr>
      <w:r w:rsidRPr="00574748">
        <w:t>Th</w:t>
      </w:r>
      <w:r>
        <w:t>e</w:t>
      </w:r>
      <w:r w:rsidRPr="00574748">
        <w:t xml:space="preserve"> release of fungal spores following rain causes allergies in susceptible people.</w:t>
      </w:r>
    </w:p>
    <w:p w14:paraId="2BF69336" w14:textId="77777777" w:rsidR="00CB3385" w:rsidRPr="00574748" w:rsidRDefault="00CB3385" w:rsidP="00850230">
      <w:pPr>
        <w:pStyle w:val="answers-answer"/>
        <w:numPr>
          <w:ilvl w:val="0"/>
          <w:numId w:val="17"/>
        </w:numPr>
      </w:pPr>
      <w:r>
        <w:t>G</w:t>
      </w:r>
      <w:r w:rsidRPr="00574748">
        <w:t>rass pollen does/does not burst open when in contact with nasal secretions.</w:t>
      </w:r>
    </w:p>
    <w:p w14:paraId="2D7A4EDE" w14:textId="77777777" w:rsidR="00CB3385" w:rsidRPr="00574748" w:rsidRDefault="00CB3385" w:rsidP="00850230">
      <w:pPr>
        <w:pStyle w:val="answers-answer"/>
        <w:numPr>
          <w:ilvl w:val="0"/>
          <w:numId w:val="17"/>
        </w:numPr>
      </w:pPr>
      <w:r>
        <w:t>T</w:t>
      </w:r>
      <w:r w:rsidRPr="00574748">
        <w:t>he particles inside grass pollen can/cannot cause an allergic response.</w:t>
      </w:r>
    </w:p>
    <w:p w14:paraId="483062BB" w14:textId="77777777" w:rsidR="00CB3385" w:rsidRPr="0015062D" w:rsidRDefault="00CB3385" w:rsidP="00850230">
      <w:pPr>
        <w:pStyle w:val="answers-answer"/>
        <w:numPr>
          <w:ilvl w:val="0"/>
          <w:numId w:val="17"/>
        </w:numPr>
      </w:pPr>
      <w:r w:rsidRPr="00574748">
        <w:t>T</w:t>
      </w:r>
      <w:r>
        <w:t>he</w:t>
      </w:r>
      <w:r w:rsidRPr="00574748">
        <w:t xml:space="preserve"> particles from grass pollen can enter the lungs.</w:t>
      </w:r>
    </w:p>
    <w:p w14:paraId="03486FBC" w14:textId="77777777" w:rsidR="00CB3385" w:rsidRPr="00CB3385" w:rsidRDefault="00CB3385" w:rsidP="00CB3385">
      <w:pPr>
        <w:pStyle w:val="answers-question"/>
      </w:pPr>
      <w:r w:rsidRPr="00850230">
        <w:rPr>
          <w:b/>
          <w:bCs w:val="0"/>
        </w:rPr>
        <w:t xml:space="preserve">7 </w:t>
      </w:r>
      <w:r w:rsidRPr="00CB3385">
        <w:t>The journalist has written an article describing Professor Murray’s results for the general public. What additional information should be included in a report intended for other scientists working on the links between pollen grains and asthma?</w:t>
      </w:r>
    </w:p>
    <w:p w14:paraId="0CF343EF" w14:textId="77777777" w:rsidR="00CB3385" w:rsidRPr="00574748" w:rsidRDefault="00CB3385" w:rsidP="00A47BD3">
      <w:pPr>
        <w:pStyle w:val="answers-answer"/>
      </w:pPr>
      <w:r w:rsidRPr="00D273BE">
        <w:rPr>
          <w:rStyle w:val="answer"/>
        </w:rPr>
        <w:t>Answer</w:t>
      </w:r>
      <w:r w:rsidRPr="00574748">
        <w:t>:</w:t>
      </w:r>
    </w:p>
    <w:p w14:paraId="71FA684A" w14:textId="43114629" w:rsidR="00CB3385" w:rsidRPr="00574748" w:rsidRDefault="00CB3385" w:rsidP="00813636">
      <w:pPr>
        <w:pStyle w:val="answers-answer"/>
        <w:numPr>
          <w:ilvl w:val="0"/>
          <w:numId w:val="19"/>
        </w:numPr>
      </w:pPr>
      <w:r w:rsidRPr="00574748">
        <w:t>The hypothesis being tested</w:t>
      </w:r>
      <w:r w:rsidR="00813636">
        <w:tab/>
      </w:r>
      <w:r w:rsidR="00813636">
        <w:tab/>
      </w:r>
      <w:proofErr w:type="gramStart"/>
      <w:r w:rsidR="00813636">
        <w:rPr>
          <w:rFonts w:cs="Times New Roman"/>
        </w:rPr>
        <w:t xml:space="preserve">•  </w:t>
      </w:r>
      <w:r w:rsidRPr="00574748">
        <w:t>Controlled</w:t>
      </w:r>
      <w:proofErr w:type="gramEnd"/>
      <w:r w:rsidRPr="00574748">
        <w:t xml:space="preserve"> variables</w:t>
      </w:r>
    </w:p>
    <w:p w14:paraId="76990F09" w14:textId="6CDA75B6" w:rsidR="00CB3385" w:rsidRPr="00574748" w:rsidRDefault="00CB3385" w:rsidP="00813636">
      <w:pPr>
        <w:pStyle w:val="answers-answer"/>
        <w:numPr>
          <w:ilvl w:val="0"/>
          <w:numId w:val="19"/>
        </w:numPr>
      </w:pPr>
      <w:r w:rsidRPr="00574748">
        <w:t>Details about the sample</w:t>
      </w:r>
      <w:r w:rsidR="00813636">
        <w:tab/>
      </w:r>
      <w:r w:rsidR="00813636">
        <w:tab/>
      </w:r>
      <w:proofErr w:type="gramStart"/>
      <w:r w:rsidR="00813636">
        <w:rPr>
          <w:rFonts w:cs="Times New Roman"/>
        </w:rPr>
        <w:t xml:space="preserve">•  </w:t>
      </w:r>
      <w:r w:rsidRPr="00574748">
        <w:t>Method</w:t>
      </w:r>
      <w:proofErr w:type="gramEnd"/>
      <w:r w:rsidRPr="00574748">
        <w:t xml:space="preserve"> used</w:t>
      </w:r>
    </w:p>
    <w:p w14:paraId="5DA60854" w14:textId="5EAF04C8" w:rsidR="00CB3385" w:rsidRDefault="00CB3385" w:rsidP="00813636">
      <w:pPr>
        <w:pStyle w:val="answers-answer"/>
        <w:numPr>
          <w:ilvl w:val="0"/>
          <w:numId w:val="19"/>
        </w:numPr>
      </w:pPr>
      <w:r w:rsidRPr="00574748">
        <w:t>Data from measurements</w:t>
      </w:r>
      <w:r w:rsidR="00813636">
        <w:tab/>
      </w:r>
      <w:r w:rsidR="00813636">
        <w:tab/>
      </w:r>
      <w:proofErr w:type="gramStart"/>
      <w:r w:rsidR="00813636">
        <w:rPr>
          <w:rFonts w:cs="Times New Roman"/>
        </w:rPr>
        <w:t xml:space="preserve">•  </w:t>
      </w:r>
      <w:r w:rsidRPr="00574748">
        <w:t>Details</w:t>
      </w:r>
      <w:proofErr w:type="gramEnd"/>
      <w:r w:rsidRPr="00574748">
        <w:t xml:space="preserve"> about how measurements were made</w:t>
      </w:r>
    </w:p>
    <w:p w14:paraId="459A6BC3" w14:textId="77777777" w:rsidR="00CB3385" w:rsidRDefault="00CB3385" w:rsidP="00CB3385">
      <w:pPr>
        <w:spacing w:line="360" w:lineRule="auto"/>
        <w:rPr>
          <w:lang w:val="en-US"/>
        </w:rPr>
      </w:pPr>
    </w:p>
    <w:p w14:paraId="59F86151" w14:textId="77777777" w:rsidR="00E90E1F" w:rsidRDefault="00E90E1F" w:rsidP="00CB3385">
      <w:pPr>
        <w:pStyle w:val="i-chead"/>
        <w:rPr>
          <w:lang w:val="en-US"/>
        </w:rPr>
      </w:pPr>
    </w:p>
    <w:p w14:paraId="5024EB3C" w14:textId="78832391" w:rsidR="00CB3385" w:rsidRDefault="00CB3385" w:rsidP="00CB3385">
      <w:pPr>
        <w:pStyle w:val="i-chead"/>
        <w:rPr>
          <w:lang w:val="en-US"/>
        </w:rPr>
      </w:pPr>
      <w:r>
        <w:rPr>
          <w:lang w:val="en-US"/>
        </w:rPr>
        <w:lastRenderedPageBreak/>
        <w:t>Activity 1.3 Designing controlled experiments</w:t>
      </w:r>
    </w:p>
    <w:p w14:paraId="33613D02" w14:textId="77777777" w:rsidR="00CB3385" w:rsidRPr="00CB3385" w:rsidRDefault="00CB3385" w:rsidP="00CB3385">
      <w:pPr>
        <w:pStyle w:val="answers-question"/>
      </w:pPr>
      <w:r w:rsidRPr="00850230">
        <w:rPr>
          <w:b/>
          <w:bCs w:val="0"/>
        </w:rPr>
        <w:t>1</w:t>
      </w:r>
      <w:r w:rsidRPr="00CB3385">
        <w:t xml:space="preserve"> Suggest the hypothesis that Redi was testing.</w:t>
      </w:r>
    </w:p>
    <w:p w14:paraId="346E31E5" w14:textId="77777777" w:rsidR="00CB3385" w:rsidRPr="00B650A6" w:rsidRDefault="00CB3385" w:rsidP="00A47BD3">
      <w:pPr>
        <w:pStyle w:val="answers-answer"/>
      </w:pPr>
      <w:r w:rsidRPr="00D273BE">
        <w:rPr>
          <w:rStyle w:val="answer"/>
        </w:rPr>
        <w:t>Answer</w:t>
      </w:r>
      <w:r w:rsidRPr="00B650A6">
        <w:rPr>
          <w:i/>
        </w:rPr>
        <w:t>:</w:t>
      </w:r>
      <w:r w:rsidRPr="00B650A6">
        <w:t xml:space="preserve"> Students may suggest many possible hypotheses, such as either of the following</w:t>
      </w:r>
      <w:r>
        <w:t>:</w:t>
      </w:r>
    </w:p>
    <w:p w14:paraId="027CF291" w14:textId="4F680E86" w:rsidR="00CB3385" w:rsidRPr="00B650A6" w:rsidRDefault="00CB3385" w:rsidP="00850230">
      <w:pPr>
        <w:pStyle w:val="answers-answer"/>
        <w:numPr>
          <w:ilvl w:val="0"/>
          <w:numId w:val="19"/>
        </w:numPr>
      </w:pPr>
      <w:r>
        <w:t>A</w:t>
      </w:r>
      <w:r w:rsidRPr="00B650A6">
        <w:t xml:space="preserve">ir </w:t>
      </w:r>
      <w:proofErr w:type="gramStart"/>
      <w:r w:rsidRPr="00B650A6">
        <w:t>coming in contact with</w:t>
      </w:r>
      <w:proofErr w:type="gramEnd"/>
      <w:r w:rsidRPr="00B650A6">
        <w:t xml:space="preserve"> meat causes maggots</w:t>
      </w:r>
    </w:p>
    <w:p w14:paraId="0E724606" w14:textId="6601FC93" w:rsidR="00CB3385" w:rsidRPr="00C07EB3" w:rsidRDefault="00CB3385" w:rsidP="00850230">
      <w:pPr>
        <w:pStyle w:val="answers-answer"/>
        <w:numPr>
          <w:ilvl w:val="0"/>
          <w:numId w:val="19"/>
        </w:numPr>
      </w:pPr>
      <w:r>
        <w:t>F</w:t>
      </w:r>
      <w:r w:rsidRPr="00B650A6">
        <w:t xml:space="preserve">lies </w:t>
      </w:r>
      <w:proofErr w:type="gramStart"/>
      <w:r w:rsidRPr="00B650A6">
        <w:t>coming in contact with</w:t>
      </w:r>
      <w:proofErr w:type="gramEnd"/>
      <w:r w:rsidRPr="00B650A6">
        <w:t xml:space="preserve"> meat results in maggots</w:t>
      </w:r>
    </w:p>
    <w:p w14:paraId="50F50123" w14:textId="77777777" w:rsidR="00CB3385" w:rsidRPr="00CB3385" w:rsidRDefault="00CB3385" w:rsidP="00CB3385">
      <w:pPr>
        <w:pStyle w:val="answers-question"/>
      </w:pPr>
      <w:r w:rsidRPr="00850230">
        <w:rPr>
          <w:b/>
          <w:bCs w:val="0"/>
        </w:rPr>
        <w:t>2</w:t>
      </w:r>
      <w:r w:rsidRPr="00CB3385">
        <w:t xml:space="preserve"> List the variables that Redi controlled in his experiments.</w:t>
      </w:r>
    </w:p>
    <w:p w14:paraId="54BB1397" w14:textId="360A9FA0" w:rsidR="00CB3385" w:rsidRPr="00C07EB3" w:rsidRDefault="00CB3385" w:rsidP="00A47BD3">
      <w:pPr>
        <w:pStyle w:val="answers-answer"/>
      </w:pPr>
      <w:r w:rsidRPr="00D273BE">
        <w:rPr>
          <w:rStyle w:val="answer"/>
        </w:rPr>
        <w:t>Answer</w:t>
      </w:r>
      <w:r w:rsidRPr="00B650A6">
        <w:rPr>
          <w:i/>
        </w:rPr>
        <w:t>:</w:t>
      </w:r>
      <w:r w:rsidRPr="00B650A6">
        <w:t xml:space="preserve"> Meat was placed in all flasks. All flasks were set up at the same time. It is also implied that all</w:t>
      </w:r>
      <w:r w:rsidR="00850230">
        <w:t xml:space="preserve"> </w:t>
      </w:r>
      <w:r w:rsidRPr="00B650A6">
        <w:t>flasks were left for the same amount of time. We may also assume that all the flasks were left in the same</w:t>
      </w:r>
      <w:r>
        <w:t xml:space="preserve"> </w:t>
      </w:r>
      <w:r w:rsidRPr="00B650A6">
        <w:t>place, so all were at the same temperature.</w:t>
      </w:r>
    </w:p>
    <w:p w14:paraId="27EB5CAD" w14:textId="77777777" w:rsidR="00CB3385" w:rsidRPr="00CB3385" w:rsidRDefault="00CB3385" w:rsidP="00CB3385">
      <w:pPr>
        <w:pStyle w:val="answers-question"/>
      </w:pPr>
      <w:r w:rsidRPr="00850230">
        <w:rPr>
          <w:b/>
          <w:bCs w:val="0"/>
        </w:rPr>
        <w:t>3</w:t>
      </w:r>
      <w:r w:rsidRPr="00CB3385">
        <w:t xml:space="preserve"> What other variables do you think Redi should have controlled?</w:t>
      </w:r>
    </w:p>
    <w:p w14:paraId="0B4F2401" w14:textId="77777777" w:rsidR="00CB3385" w:rsidRPr="00B650A6" w:rsidRDefault="00CB3385" w:rsidP="00A47BD3">
      <w:pPr>
        <w:pStyle w:val="answers-answer"/>
      </w:pPr>
      <w:r w:rsidRPr="00D273BE">
        <w:rPr>
          <w:rStyle w:val="answer"/>
        </w:rPr>
        <w:t>Answer</w:t>
      </w:r>
      <w:r w:rsidRPr="00B650A6">
        <w:t>:</w:t>
      </w:r>
    </w:p>
    <w:p w14:paraId="7624F4F4" w14:textId="13E08618" w:rsidR="00CB3385" w:rsidRPr="00B650A6" w:rsidRDefault="00CB3385" w:rsidP="00850230">
      <w:pPr>
        <w:pStyle w:val="answers-answer"/>
        <w:numPr>
          <w:ilvl w:val="0"/>
          <w:numId w:val="19"/>
        </w:numPr>
      </w:pPr>
      <w:r w:rsidRPr="00B650A6">
        <w:t>The quantity and type of meat used</w:t>
      </w:r>
    </w:p>
    <w:p w14:paraId="02D6367F" w14:textId="278508CF" w:rsidR="00CB3385" w:rsidRPr="00B650A6" w:rsidRDefault="00CB3385" w:rsidP="00850230">
      <w:pPr>
        <w:pStyle w:val="answers-answer"/>
        <w:numPr>
          <w:ilvl w:val="0"/>
          <w:numId w:val="19"/>
        </w:numPr>
      </w:pPr>
      <w:r w:rsidRPr="00B650A6">
        <w:t xml:space="preserve">That only one type of fly </w:t>
      </w:r>
      <w:proofErr w:type="gramStart"/>
      <w:r w:rsidRPr="00B650A6">
        <w:t>came into contact with</w:t>
      </w:r>
      <w:proofErr w:type="gramEnd"/>
      <w:r w:rsidRPr="00B650A6">
        <w:t xml:space="preserve"> the meat</w:t>
      </w:r>
    </w:p>
    <w:p w14:paraId="6EF5515E" w14:textId="35AFA89E" w:rsidR="00CB3385" w:rsidRPr="00B650A6" w:rsidRDefault="00CB3385" w:rsidP="00850230">
      <w:pPr>
        <w:pStyle w:val="answers-answer"/>
        <w:numPr>
          <w:ilvl w:val="0"/>
          <w:numId w:val="19"/>
        </w:numPr>
      </w:pPr>
      <w:r w:rsidRPr="00B650A6">
        <w:t>The volume of the flasks used</w:t>
      </w:r>
    </w:p>
    <w:p w14:paraId="543F7BEF" w14:textId="2EE490D0" w:rsidR="00CB3385" w:rsidRPr="00B650A6" w:rsidRDefault="00CB3385" w:rsidP="00850230">
      <w:pPr>
        <w:pStyle w:val="answers-answer"/>
        <w:numPr>
          <w:ilvl w:val="0"/>
          <w:numId w:val="19"/>
        </w:numPr>
      </w:pPr>
      <w:r w:rsidRPr="00B650A6">
        <w:t>That all flasks were made of the same material</w:t>
      </w:r>
    </w:p>
    <w:p w14:paraId="22826940" w14:textId="1194461F" w:rsidR="00CB3385" w:rsidRPr="00B650A6" w:rsidRDefault="00CB3385" w:rsidP="00850230">
      <w:pPr>
        <w:pStyle w:val="answers-answer"/>
        <w:numPr>
          <w:ilvl w:val="0"/>
          <w:numId w:val="19"/>
        </w:numPr>
      </w:pPr>
      <w:r w:rsidRPr="00B650A6">
        <w:t>The environmental temperature</w:t>
      </w:r>
    </w:p>
    <w:p w14:paraId="000C8589" w14:textId="0052BC7A" w:rsidR="00CB3385" w:rsidRPr="00C07EB3" w:rsidRDefault="00CB3385" w:rsidP="00850230">
      <w:pPr>
        <w:pStyle w:val="answers-answer"/>
        <w:numPr>
          <w:ilvl w:val="0"/>
          <w:numId w:val="19"/>
        </w:numPr>
      </w:pPr>
      <w:r w:rsidRPr="00B650A6">
        <w:t>That all flasks were left in the same location (to provide consistent exposure to light/dark)</w:t>
      </w:r>
    </w:p>
    <w:p w14:paraId="7B6B7E9B" w14:textId="77777777" w:rsidR="00CB3385" w:rsidRPr="00CB3385" w:rsidRDefault="00CB3385" w:rsidP="00CB3385">
      <w:pPr>
        <w:pStyle w:val="answers-question"/>
      </w:pPr>
      <w:r w:rsidRPr="00850230">
        <w:rPr>
          <w:b/>
          <w:bCs w:val="0"/>
        </w:rPr>
        <w:t>4</w:t>
      </w:r>
      <w:r w:rsidRPr="00CB3385">
        <w:t xml:space="preserve"> What </w:t>
      </w:r>
      <w:proofErr w:type="gramStart"/>
      <w:r w:rsidRPr="00CB3385">
        <w:t>conclusion</w:t>
      </w:r>
      <w:proofErr w:type="gramEnd"/>
      <w:r w:rsidRPr="00CB3385">
        <w:t xml:space="preserve"> could Redi draw from his experiment?</w:t>
      </w:r>
    </w:p>
    <w:p w14:paraId="65E4F618" w14:textId="77777777" w:rsidR="00CB3385" w:rsidRPr="00B650A6" w:rsidRDefault="00CB3385" w:rsidP="00A47BD3">
      <w:pPr>
        <w:pStyle w:val="answers-answer"/>
      </w:pPr>
      <w:r w:rsidRPr="00D273BE">
        <w:rPr>
          <w:rStyle w:val="answer"/>
        </w:rPr>
        <w:t>Answer</w:t>
      </w:r>
      <w:r w:rsidRPr="00B650A6">
        <w:rPr>
          <w:i/>
        </w:rPr>
        <w:t>:</w:t>
      </w:r>
      <w:r w:rsidRPr="00B650A6">
        <w:t xml:space="preserve"> Students may draw either of the following conclusions</w:t>
      </w:r>
      <w:r>
        <w:t>:</w:t>
      </w:r>
    </w:p>
    <w:p w14:paraId="7A951421" w14:textId="27E07540" w:rsidR="00CB3385" w:rsidRPr="00C07EB3" w:rsidRDefault="00CB3385" w:rsidP="00A47BD3">
      <w:pPr>
        <w:pStyle w:val="answers-answer"/>
      </w:pPr>
      <w:r w:rsidRPr="00B650A6">
        <w:t xml:space="preserve">Maggots are caused by flies that </w:t>
      </w:r>
      <w:proofErr w:type="gramStart"/>
      <w:r w:rsidRPr="00B650A6">
        <w:t>come in contact with</w:t>
      </w:r>
      <w:proofErr w:type="gramEnd"/>
      <w:r w:rsidRPr="00B650A6">
        <w:t xml:space="preserve"> the meat. Air does not cause maggots in meat.</w:t>
      </w:r>
      <w:r w:rsidR="00850230">
        <w:t xml:space="preserve"> </w:t>
      </w:r>
      <w:r w:rsidRPr="00B650A6">
        <w:t>Maggots in meat do not develop by spontaneous generation; they develop from contact between meat and flies.</w:t>
      </w:r>
    </w:p>
    <w:p w14:paraId="443225DB" w14:textId="77777777" w:rsidR="00CB3385" w:rsidRPr="00CB3385" w:rsidRDefault="00CB3385" w:rsidP="00CB3385">
      <w:pPr>
        <w:pStyle w:val="answers-question"/>
      </w:pPr>
      <w:r w:rsidRPr="00850230">
        <w:rPr>
          <w:b/>
          <w:bCs w:val="0"/>
        </w:rPr>
        <w:t>5</w:t>
      </w:r>
      <w:r w:rsidRPr="00CB3385">
        <w:t xml:space="preserve"> Make a list of further questions to be answered that arise as a result of Redi’s experiments.</w:t>
      </w:r>
    </w:p>
    <w:p w14:paraId="52E323BD" w14:textId="77777777" w:rsidR="00CB3385" w:rsidRPr="00B650A6" w:rsidRDefault="00CB3385" w:rsidP="00A47BD3">
      <w:pPr>
        <w:pStyle w:val="answers-answer"/>
      </w:pPr>
      <w:r w:rsidRPr="00D273BE">
        <w:rPr>
          <w:rStyle w:val="answer"/>
        </w:rPr>
        <w:t>Answer</w:t>
      </w:r>
      <w:r w:rsidRPr="00B650A6">
        <w:rPr>
          <w:i/>
        </w:rPr>
        <w:t>:</w:t>
      </w:r>
      <w:r w:rsidRPr="00B650A6">
        <w:t xml:space="preserve"> Further questions may include the following:</w:t>
      </w:r>
    </w:p>
    <w:p w14:paraId="6EDEFA0D" w14:textId="1D9BF406" w:rsidR="00CB3385" w:rsidRPr="00B650A6" w:rsidRDefault="00CB3385" w:rsidP="00850230">
      <w:pPr>
        <w:pStyle w:val="answers-answer"/>
        <w:numPr>
          <w:ilvl w:val="0"/>
          <w:numId w:val="19"/>
        </w:numPr>
      </w:pPr>
      <w:r w:rsidRPr="00B650A6">
        <w:t>How do flies cause maggots in meat?</w:t>
      </w:r>
    </w:p>
    <w:p w14:paraId="7B2BB03E" w14:textId="02ED5629" w:rsidR="00CB3385" w:rsidRPr="00B650A6" w:rsidRDefault="00CB3385" w:rsidP="00850230">
      <w:pPr>
        <w:pStyle w:val="answers-answer"/>
        <w:numPr>
          <w:ilvl w:val="0"/>
          <w:numId w:val="19"/>
        </w:numPr>
      </w:pPr>
      <w:r w:rsidRPr="00B650A6">
        <w:t>Do flies cause maggots in foods other than meat?</w:t>
      </w:r>
    </w:p>
    <w:p w14:paraId="56152D8A" w14:textId="0F146971" w:rsidR="00CB3385" w:rsidRPr="00B650A6" w:rsidRDefault="00CB3385" w:rsidP="00850230">
      <w:pPr>
        <w:pStyle w:val="answers-answer"/>
        <w:numPr>
          <w:ilvl w:val="0"/>
          <w:numId w:val="19"/>
        </w:numPr>
      </w:pPr>
      <w:r w:rsidRPr="00B650A6">
        <w:t>Do all types of fl</w:t>
      </w:r>
      <w:r w:rsidR="00E90E1F">
        <w:t>y</w:t>
      </w:r>
      <w:r w:rsidRPr="00B650A6">
        <w:t xml:space="preserve"> cause maggots?</w:t>
      </w:r>
    </w:p>
    <w:p w14:paraId="0580DA15" w14:textId="6CE84007" w:rsidR="00CB3385" w:rsidRDefault="00CB3385" w:rsidP="00850230">
      <w:pPr>
        <w:pStyle w:val="answers-answer"/>
        <w:numPr>
          <w:ilvl w:val="0"/>
          <w:numId w:val="19"/>
        </w:numPr>
      </w:pPr>
      <w:r w:rsidRPr="00B650A6">
        <w:t>Is the development of maggots from flies affected by environmental conditions such as temperature or light?</w:t>
      </w:r>
    </w:p>
    <w:p w14:paraId="1C598240" w14:textId="77777777" w:rsidR="00E90E1F" w:rsidRDefault="00E90E1F" w:rsidP="00CB3385">
      <w:pPr>
        <w:pStyle w:val="answers-question"/>
        <w:rPr>
          <w:b/>
          <w:bCs w:val="0"/>
        </w:rPr>
      </w:pPr>
    </w:p>
    <w:p w14:paraId="3B3B0E07" w14:textId="1D1DD3F8" w:rsidR="00CB3385" w:rsidRPr="00CB3385" w:rsidRDefault="00CB3385" w:rsidP="00CB3385">
      <w:pPr>
        <w:pStyle w:val="answers-question"/>
      </w:pPr>
      <w:r w:rsidRPr="00850230">
        <w:rPr>
          <w:b/>
          <w:bCs w:val="0"/>
        </w:rPr>
        <w:lastRenderedPageBreak/>
        <w:t>6</w:t>
      </w:r>
      <w:r w:rsidRPr="00CB3385">
        <w:t xml:space="preserve"> What was Pasteur’s independent variable?</w:t>
      </w:r>
    </w:p>
    <w:p w14:paraId="0B4255D0" w14:textId="30E68AB9" w:rsidR="00CB3385" w:rsidRPr="00C07EB3" w:rsidRDefault="00CB3385" w:rsidP="00A47BD3">
      <w:pPr>
        <w:pStyle w:val="answers-answer"/>
      </w:pPr>
      <w:r w:rsidRPr="00D273BE">
        <w:rPr>
          <w:rStyle w:val="answer"/>
        </w:rPr>
        <w:t>Answer</w:t>
      </w:r>
      <w:r w:rsidRPr="00B650A6">
        <w:rPr>
          <w:i/>
        </w:rPr>
        <w:t>:</w:t>
      </w:r>
      <w:r w:rsidRPr="00B650A6">
        <w:t xml:space="preserve"> Exclusion of microorganisms, which was achieved by </w:t>
      </w:r>
      <w:proofErr w:type="spellStart"/>
      <w:r w:rsidRPr="00B650A6">
        <w:t>sterilising</w:t>
      </w:r>
      <w:proofErr w:type="spellEnd"/>
      <w:r w:rsidRPr="00B650A6">
        <w:t xml:space="preserve"> by boiling and filtering to</w:t>
      </w:r>
      <w:r w:rsidR="00850230">
        <w:t xml:space="preserve"> </w:t>
      </w:r>
      <w:r w:rsidRPr="00B650A6">
        <w:t>remove bacteria</w:t>
      </w:r>
    </w:p>
    <w:p w14:paraId="0AE2C30A" w14:textId="77777777" w:rsidR="00CB3385" w:rsidRPr="00CB3385" w:rsidRDefault="00CB3385" w:rsidP="00CB3385">
      <w:pPr>
        <w:pStyle w:val="answers-question"/>
      </w:pPr>
      <w:r w:rsidRPr="00850230">
        <w:rPr>
          <w:b/>
          <w:bCs w:val="0"/>
        </w:rPr>
        <w:t>7</w:t>
      </w:r>
      <w:r w:rsidRPr="00CB3385">
        <w:t xml:space="preserve"> What was Pasteur’s dependent variable?</w:t>
      </w:r>
    </w:p>
    <w:p w14:paraId="38610C22" w14:textId="17649AE6" w:rsidR="00CB3385" w:rsidRPr="00C07EB3" w:rsidRDefault="00CB3385" w:rsidP="00A47BD3">
      <w:pPr>
        <w:pStyle w:val="answers-answer"/>
      </w:pPr>
      <w:r w:rsidRPr="00D273BE">
        <w:rPr>
          <w:rStyle w:val="answer"/>
        </w:rPr>
        <w:t>Answer</w:t>
      </w:r>
      <w:r w:rsidRPr="00B650A6">
        <w:rPr>
          <w:i/>
        </w:rPr>
        <w:t>:</w:t>
      </w:r>
      <w:r w:rsidRPr="00B650A6">
        <w:t xml:space="preserve"> Growth of microorganisms</w:t>
      </w:r>
    </w:p>
    <w:p w14:paraId="7E1B4259" w14:textId="77777777" w:rsidR="00CB3385" w:rsidRPr="00CB3385" w:rsidRDefault="00CB3385" w:rsidP="00CB3385">
      <w:pPr>
        <w:pStyle w:val="answers-question"/>
      </w:pPr>
      <w:r w:rsidRPr="00850230">
        <w:rPr>
          <w:b/>
          <w:bCs w:val="0"/>
        </w:rPr>
        <w:t>8</w:t>
      </w:r>
      <w:r w:rsidRPr="00CB3385">
        <w:t xml:space="preserve"> List the variables that Pasteur would have controlled so he could make a valid conclusion from his experiment.</w:t>
      </w:r>
    </w:p>
    <w:p w14:paraId="76CD53E7" w14:textId="77777777" w:rsidR="00CB3385" w:rsidRPr="00850230" w:rsidRDefault="00CB3385" w:rsidP="00A47BD3">
      <w:pPr>
        <w:pStyle w:val="answers-answer"/>
        <w:rPr>
          <w:i/>
          <w:iCs w:val="0"/>
        </w:rPr>
      </w:pPr>
      <w:r w:rsidRPr="00D273BE">
        <w:rPr>
          <w:rStyle w:val="answer"/>
        </w:rPr>
        <w:t>Answer</w:t>
      </w:r>
      <w:r w:rsidRPr="00850230">
        <w:rPr>
          <w:i/>
          <w:iCs w:val="0"/>
        </w:rPr>
        <w:t>:</w:t>
      </w:r>
    </w:p>
    <w:p w14:paraId="3E18C39F" w14:textId="3D3A5466" w:rsidR="00CB3385" w:rsidRPr="00B650A6" w:rsidRDefault="00CB3385" w:rsidP="00850230">
      <w:pPr>
        <w:pStyle w:val="answers-answer"/>
        <w:numPr>
          <w:ilvl w:val="0"/>
          <w:numId w:val="19"/>
        </w:numPr>
      </w:pPr>
      <w:r w:rsidRPr="00B650A6">
        <w:t>Type and amount of nutrient broth</w:t>
      </w:r>
    </w:p>
    <w:p w14:paraId="57158A98" w14:textId="01C49D75" w:rsidR="00CB3385" w:rsidRPr="00B650A6" w:rsidRDefault="00CB3385" w:rsidP="00850230">
      <w:pPr>
        <w:pStyle w:val="answers-answer"/>
        <w:numPr>
          <w:ilvl w:val="0"/>
          <w:numId w:val="19"/>
        </w:numPr>
      </w:pPr>
      <w:r w:rsidRPr="00B650A6">
        <w:t>How the bacteria were filtered from the air</w:t>
      </w:r>
    </w:p>
    <w:p w14:paraId="7072CF45" w14:textId="6ED94128" w:rsidR="00CB3385" w:rsidRPr="00B650A6" w:rsidRDefault="00CB3385" w:rsidP="00850230">
      <w:pPr>
        <w:pStyle w:val="answers-answer"/>
        <w:numPr>
          <w:ilvl w:val="0"/>
          <w:numId w:val="19"/>
        </w:numPr>
      </w:pPr>
      <w:r w:rsidRPr="00B650A6">
        <w:t>Type and size of the flasks</w:t>
      </w:r>
    </w:p>
    <w:p w14:paraId="7F86730A" w14:textId="1FA58975" w:rsidR="00CB3385" w:rsidRDefault="00CB3385" w:rsidP="00850230">
      <w:pPr>
        <w:pStyle w:val="answers-answer"/>
        <w:numPr>
          <w:ilvl w:val="0"/>
          <w:numId w:val="19"/>
        </w:numPr>
      </w:pPr>
      <w:r w:rsidRPr="00B650A6">
        <w:t>Temperature</w:t>
      </w:r>
    </w:p>
    <w:p w14:paraId="63F832E7" w14:textId="2C970387" w:rsidR="00CB3385" w:rsidRPr="00B650A6" w:rsidRDefault="00CB3385" w:rsidP="00850230">
      <w:pPr>
        <w:pStyle w:val="answers-answer"/>
        <w:numPr>
          <w:ilvl w:val="0"/>
          <w:numId w:val="19"/>
        </w:numPr>
      </w:pPr>
      <w:r w:rsidRPr="00B650A6">
        <w:t>All flasks set up at the same time</w:t>
      </w:r>
    </w:p>
    <w:p w14:paraId="43C5B3E4" w14:textId="386F2A76" w:rsidR="00CB3385" w:rsidRDefault="00CB3385" w:rsidP="00850230">
      <w:pPr>
        <w:pStyle w:val="answers-answer"/>
        <w:numPr>
          <w:ilvl w:val="0"/>
          <w:numId w:val="19"/>
        </w:numPr>
      </w:pPr>
      <w:r w:rsidRPr="00B650A6">
        <w:t>All flasks left for the same amount of time</w:t>
      </w:r>
    </w:p>
    <w:p w14:paraId="2CBAE1BC" w14:textId="77777777" w:rsidR="00CB3385" w:rsidRDefault="00CB3385" w:rsidP="00CB3385">
      <w:pPr>
        <w:pStyle w:val="i-chead"/>
        <w:rPr>
          <w:lang w:val="en-US"/>
        </w:rPr>
      </w:pPr>
      <w:r>
        <w:rPr>
          <w:lang w:val="en-US"/>
        </w:rPr>
        <w:t>Activity 1.4 Testing a hypothesis</w:t>
      </w:r>
    </w:p>
    <w:p w14:paraId="1872C576" w14:textId="77777777" w:rsidR="00CB3385" w:rsidRDefault="00CB3385" w:rsidP="00CB3385">
      <w:pPr>
        <w:pStyle w:val="answers-question"/>
      </w:pPr>
      <w:r w:rsidRPr="00C76056">
        <w:rPr>
          <w:b/>
        </w:rPr>
        <w:t>1</w:t>
      </w:r>
      <w:r w:rsidRPr="00C07EB3">
        <w:t xml:space="preserve"> Suggest one prediction that can be made from this hypothesis. To test the hypothesis,</w:t>
      </w:r>
      <w:r>
        <w:t xml:space="preserve"> </w:t>
      </w:r>
      <w:r w:rsidRPr="00C07EB3">
        <w:t>12 adults were kept in a room (Room 1) at 22°C for 12 hours. The subjects were then</w:t>
      </w:r>
      <w:r>
        <w:t xml:space="preserve"> </w:t>
      </w:r>
      <w:r w:rsidRPr="00C07EB3">
        <w:t>transferred to a second room</w:t>
      </w:r>
      <w:r>
        <w:t xml:space="preserve"> </w:t>
      </w:r>
      <w:r w:rsidRPr="00C07EB3">
        <w:t>(Room 2), where they were kept for another 12 hours at 10°C.</w:t>
      </w:r>
      <w:r>
        <w:t xml:space="preserve"> </w:t>
      </w:r>
      <w:r w:rsidRPr="00C07EB3">
        <w:t>The group consisted of six men and six women, all the same age. They were fed an</w:t>
      </w:r>
      <w:r>
        <w:t xml:space="preserve"> </w:t>
      </w:r>
      <w:r w:rsidRPr="00C07EB3">
        <w:t>identical diet in Rooms 1 and 2. After the 12 hours in each room, the level of hormone X in</w:t>
      </w:r>
      <w:r>
        <w:t xml:space="preserve"> </w:t>
      </w:r>
      <w:r w:rsidRPr="00C07EB3">
        <w:t>each subject’s blood was determined.</w:t>
      </w:r>
    </w:p>
    <w:p w14:paraId="060E0362" w14:textId="77777777" w:rsidR="00CB3385" w:rsidRPr="000B3C5D" w:rsidRDefault="00CB3385" w:rsidP="00A47BD3">
      <w:pPr>
        <w:pStyle w:val="answers-answer"/>
      </w:pPr>
      <w:r w:rsidRPr="00D273BE">
        <w:rPr>
          <w:rStyle w:val="answer"/>
        </w:rPr>
        <w:t>Answer</w:t>
      </w:r>
      <w:r w:rsidRPr="000B3C5D">
        <w:rPr>
          <w:i/>
        </w:rPr>
        <w:t>:</w:t>
      </w:r>
      <w:r w:rsidRPr="000B3C5D">
        <w:t xml:space="preserve"> If the hypothesis is true then (any of the following):</w:t>
      </w:r>
    </w:p>
    <w:p w14:paraId="62A46CF7" w14:textId="16869603" w:rsidR="00CB3385" w:rsidRPr="000B3C5D" w:rsidRDefault="00CB3385" w:rsidP="00850230">
      <w:pPr>
        <w:pStyle w:val="answers-answer"/>
        <w:numPr>
          <w:ilvl w:val="0"/>
          <w:numId w:val="19"/>
        </w:numPr>
      </w:pPr>
      <w:r w:rsidRPr="000B3C5D">
        <w:t>increase in environmental temperature causes a decrease in the level of hormone X in the blood</w:t>
      </w:r>
    </w:p>
    <w:p w14:paraId="58F51991" w14:textId="4435AE62" w:rsidR="00CB3385" w:rsidRPr="000B3C5D" w:rsidRDefault="00CB3385" w:rsidP="00850230">
      <w:pPr>
        <w:pStyle w:val="answers-answer"/>
        <w:numPr>
          <w:ilvl w:val="0"/>
          <w:numId w:val="19"/>
        </w:numPr>
      </w:pPr>
      <w:r w:rsidRPr="000B3C5D">
        <w:t>if environmental temperature stays the same the level of hormone X will be constant</w:t>
      </w:r>
    </w:p>
    <w:p w14:paraId="4DE2C7B6" w14:textId="5A6FAF68" w:rsidR="00CB3385" w:rsidRPr="00C07EB3" w:rsidRDefault="00CB3385" w:rsidP="00850230">
      <w:pPr>
        <w:pStyle w:val="answers-answer"/>
        <w:numPr>
          <w:ilvl w:val="0"/>
          <w:numId w:val="19"/>
        </w:numPr>
      </w:pPr>
      <w:r w:rsidRPr="000B3C5D">
        <w:t>environmental temperature determines the level of hormone X in the blood.</w:t>
      </w:r>
    </w:p>
    <w:p w14:paraId="10146A83" w14:textId="77777777" w:rsidR="00CB3385" w:rsidRDefault="00CB3385" w:rsidP="00CB3385">
      <w:pPr>
        <w:pStyle w:val="answers-question"/>
      </w:pPr>
      <w:r w:rsidRPr="00C76056">
        <w:rPr>
          <w:b/>
        </w:rPr>
        <w:t>2</w:t>
      </w:r>
      <w:r w:rsidRPr="00C07EB3">
        <w:t xml:space="preserve"> Why were six men and six women used for the experiment, instead of just one of each sex?</w:t>
      </w:r>
    </w:p>
    <w:p w14:paraId="08F7ECE6" w14:textId="335AC4FF" w:rsidR="00CB3385" w:rsidRPr="00C07EB3" w:rsidRDefault="00CB3385" w:rsidP="00A47BD3">
      <w:pPr>
        <w:pStyle w:val="answers-answer"/>
      </w:pPr>
      <w:r w:rsidRPr="00D273BE">
        <w:rPr>
          <w:rStyle w:val="answer"/>
        </w:rPr>
        <w:t>Answer</w:t>
      </w:r>
      <w:r w:rsidRPr="000B3C5D">
        <w:rPr>
          <w:i/>
        </w:rPr>
        <w:t>:</w:t>
      </w:r>
      <w:r w:rsidRPr="000B3C5D">
        <w:t xml:space="preserve"> Several subjects were used in case one subject was unusual or abnormal in some way. When</w:t>
      </w:r>
      <w:r w:rsidR="00850230">
        <w:t xml:space="preserve"> </w:t>
      </w:r>
      <w:r w:rsidRPr="000B3C5D">
        <w:t>results are averaged the effects of individual differences on the result should be reduced.</w:t>
      </w:r>
    </w:p>
    <w:p w14:paraId="4A88E922" w14:textId="77777777" w:rsidR="00813636" w:rsidRDefault="00813636" w:rsidP="00CB3385">
      <w:pPr>
        <w:pStyle w:val="answers-question"/>
        <w:rPr>
          <w:b/>
        </w:rPr>
      </w:pPr>
    </w:p>
    <w:p w14:paraId="2A47D93F" w14:textId="6D4D537E" w:rsidR="00CB3385" w:rsidRDefault="00CB3385" w:rsidP="00CB3385">
      <w:pPr>
        <w:pStyle w:val="answers-question"/>
      </w:pPr>
      <w:r w:rsidRPr="00C76056">
        <w:rPr>
          <w:b/>
        </w:rPr>
        <w:lastRenderedPageBreak/>
        <w:t>3</w:t>
      </w:r>
      <w:r w:rsidRPr="00C07EB3">
        <w:t xml:space="preserve"> What was the experimental </w:t>
      </w:r>
      <w:r>
        <w:t>test</w:t>
      </w:r>
      <w:r w:rsidRPr="00C07EB3">
        <w:t>?</w:t>
      </w:r>
    </w:p>
    <w:p w14:paraId="21660760" w14:textId="77777777" w:rsidR="00CB3385" w:rsidRPr="00C07EB3" w:rsidRDefault="00CB3385" w:rsidP="00A47BD3">
      <w:pPr>
        <w:pStyle w:val="answers-answer"/>
      </w:pPr>
      <w:r w:rsidRPr="00D273BE">
        <w:rPr>
          <w:rStyle w:val="answer"/>
        </w:rPr>
        <w:t>Answer</w:t>
      </w:r>
      <w:r w:rsidRPr="000B3C5D">
        <w:rPr>
          <w:i/>
        </w:rPr>
        <w:t>:</w:t>
      </w:r>
      <w:r w:rsidRPr="000B3C5D">
        <w:t xml:space="preserve"> Placing the subjects in a room at 10</w:t>
      </w:r>
      <w:r>
        <w:sym w:font="Symbol" w:char="F0B0"/>
      </w:r>
      <w:r w:rsidRPr="000B3C5D">
        <w:t>C for 12 hours and then testing the level of hormone X in the</w:t>
      </w:r>
      <w:r>
        <w:t xml:space="preserve"> </w:t>
      </w:r>
      <w:r w:rsidRPr="000B3C5D">
        <w:t>blood</w:t>
      </w:r>
    </w:p>
    <w:p w14:paraId="6235BE45" w14:textId="77777777" w:rsidR="00CB3385" w:rsidRDefault="00CB3385" w:rsidP="00CB3385">
      <w:pPr>
        <w:pStyle w:val="answers-question"/>
      </w:pPr>
      <w:r w:rsidRPr="00C76056">
        <w:rPr>
          <w:b/>
        </w:rPr>
        <w:t>4</w:t>
      </w:r>
      <w:r w:rsidRPr="00C07EB3">
        <w:t xml:space="preserve"> What was the control </w:t>
      </w:r>
      <w:r>
        <w:t>test</w:t>
      </w:r>
      <w:r w:rsidRPr="00C07EB3">
        <w:t>?</w:t>
      </w:r>
    </w:p>
    <w:p w14:paraId="42D15973" w14:textId="77777777" w:rsidR="00CB3385" w:rsidRPr="00C07EB3" w:rsidRDefault="00CB3385" w:rsidP="00A47BD3">
      <w:pPr>
        <w:pStyle w:val="answers-answer"/>
      </w:pPr>
      <w:r w:rsidRPr="00D273BE">
        <w:rPr>
          <w:rStyle w:val="answer"/>
        </w:rPr>
        <w:t>Answer</w:t>
      </w:r>
      <w:r w:rsidRPr="000B3C5D">
        <w:rPr>
          <w:i/>
        </w:rPr>
        <w:t>:</w:t>
      </w:r>
      <w:r w:rsidRPr="000B3C5D">
        <w:t xml:space="preserve"> Placing the subjects in a room at 22</w:t>
      </w:r>
      <w:r>
        <w:sym w:font="Symbol" w:char="F0B0"/>
      </w:r>
      <w:r w:rsidRPr="000B3C5D">
        <w:t>C for 12 hours and then testing the level of hormone X in the</w:t>
      </w:r>
      <w:r>
        <w:t xml:space="preserve"> </w:t>
      </w:r>
      <w:r w:rsidRPr="000B3C5D">
        <w:t>blood</w:t>
      </w:r>
    </w:p>
    <w:p w14:paraId="74615855" w14:textId="77777777" w:rsidR="00CB3385" w:rsidRDefault="00CB3385" w:rsidP="00CB3385">
      <w:pPr>
        <w:pStyle w:val="answers-question"/>
      </w:pPr>
      <w:r w:rsidRPr="00C76056">
        <w:rPr>
          <w:b/>
        </w:rPr>
        <w:t>5</w:t>
      </w:r>
      <w:r w:rsidRPr="00C07EB3">
        <w:t xml:space="preserve"> What was the independent variable?</w:t>
      </w:r>
    </w:p>
    <w:p w14:paraId="5586A0A0" w14:textId="77777777" w:rsidR="00CB3385" w:rsidRPr="00C07EB3" w:rsidRDefault="00CB3385" w:rsidP="00A47BD3">
      <w:pPr>
        <w:pStyle w:val="answers-answer"/>
      </w:pPr>
      <w:r w:rsidRPr="00D273BE">
        <w:rPr>
          <w:rStyle w:val="answer"/>
        </w:rPr>
        <w:t>Answer</w:t>
      </w:r>
      <w:r w:rsidRPr="000B3C5D">
        <w:rPr>
          <w:i/>
        </w:rPr>
        <w:t>:</w:t>
      </w:r>
      <w:r w:rsidRPr="000B3C5D">
        <w:t xml:space="preserve"> The temperature of the room</w:t>
      </w:r>
    </w:p>
    <w:p w14:paraId="28CCFBC2" w14:textId="77777777" w:rsidR="00CB3385" w:rsidRDefault="00CB3385" w:rsidP="00CB3385">
      <w:pPr>
        <w:pStyle w:val="answers-question"/>
      </w:pPr>
      <w:r w:rsidRPr="00C76056">
        <w:rPr>
          <w:b/>
        </w:rPr>
        <w:t>6</w:t>
      </w:r>
      <w:r w:rsidRPr="00C07EB3">
        <w:t xml:space="preserve"> What was the dependent variable?</w:t>
      </w:r>
    </w:p>
    <w:p w14:paraId="5AE30EF3" w14:textId="77777777" w:rsidR="00CB3385" w:rsidRPr="00C07EB3" w:rsidRDefault="00CB3385" w:rsidP="00A47BD3">
      <w:pPr>
        <w:pStyle w:val="answers-answer"/>
      </w:pPr>
      <w:r w:rsidRPr="00D273BE">
        <w:rPr>
          <w:rStyle w:val="answer"/>
        </w:rPr>
        <w:t>Answer</w:t>
      </w:r>
      <w:r>
        <w:rPr>
          <w:i/>
        </w:rPr>
        <w:t xml:space="preserve">: </w:t>
      </w:r>
      <w:r w:rsidRPr="000B3C5D">
        <w:t>The level of hormone X in the subjects’ blood</w:t>
      </w:r>
    </w:p>
    <w:p w14:paraId="53C1796F" w14:textId="77777777" w:rsidR="00CB3385" w:rsidRDefault="00CB3385" w:rsidP="00CB3385">
      <w:pPr>
        <w:pStyle w:val="answers-question"/>
      </w:pPr>
      <w:r w:rsidRPr="00C76056">
        <w:rPr>
          <w:b/>
        </w:rPr>
        <w:t>7</w:t>
      </w:r>
      <w:r w:rsidRPr="00C07EB3">
        <w:t xml:space="preserve"> What variables were controlled (according to the description of the experiment)?</w:t>
      </w:r>
    </w:p>
    <w:p w14:paraId="405C8C83" w14:textId="77777777" w:rsidR="00CB3385" w:rsidRPr="000B3C5D" w:rsidRDefault="00CB3385" w:rsidP="00A47BD3">
      <w:pPr>
        <w:pStyle w:val="answers-answer"/>
      </w:pPr>
      <w:r w:rsidRPr="00D273BE">
        <w:rPr>
          <w:rStyle w:val="answer"/>
        </w:rPr>
        <w:t>Answer</w:t>
      </w:r>
      <w:r w:rsidRPr="000B3C5D">
        <w:t>:</w:t>
      </w:r>
    </w:p>
    <w:p w14:paraId="39875ABA" w14:textId="53943335" w:rsidR="00CB3385" w:rsidRPr="000B3C5D" w:rsidRDefault="00CB3385" w:rsidP="00850230">
      <w:pPr>
        <w:pStyle w:val="answers-answer"/>
        <w:numPr>
          <w:ilvl w:val="0"/>
          <w:numId w:val="19"/>
        </w:numPr>
      </w:pPr>
      <w:r w:rsidRPr="000B3C5D">
        <w:t>Equal numbers of males and females</w:t>
      </w:r>
    </w:p>
    <w:p w14:paraId="18B062F2" w14:textId="777D499F" w:rsidR="00CB3385" w:rsidRPr="000B3C5D" w:rsidRDefault="00CB3385" w:rsidP="00850230">
      <w:pPr>
        <w:pStyle w:val="answers-answer"/>
        <w:numPr>
          <w:ilvl w:val="0"/>
          <w:numId w:val="19"/>
        </w:numPr>
      </w:pPr>
      <w:r w:rsidRPr="000B3C5D">
        <w:t>All subjects of the same age</w:t>
      </w:r>
    </w:p>
    <w:p w14:paraId="41D09B6E" w14:textId="1C7E6302" w:rsidR="00CB3385" w:rsidRPr="000B3C5D" w:rsidRDefault="00CB3385" w:rsidP="00850230">
      <w:pPr>
        <w:pStyle w:val="answers-answer"/>
        <w:numPr>
          <w:ilvl w:val="0"/>
          <w:numId w:val="19"/>
        </w:numPr>
      </w:pPr>
      <w:r w:rsidRPr="000B3C5D">
        <w:t>All given an identical diet</w:t>
      </w:r>
    </w:p>
    <w:p w14:paraId="7AE7A9AB" w14:textId="37A8FC26" w:rsidR="00CB3385" w:rsidRPr="000B3C5D" w:rsidRDefault="00CB3385" w:rsidP="00850230">
      <w:pPr>
        <w:pStyle w:val="answers-answer"/>
        <w:numPr>
          <w:ilvl w:val="0"/>
          <w:numId w:val="19"/>
        </w:numPr>
      </w:pPr>
      <w:r w:rsidRPr="000B3C5D">
        <w:t>All in rooms 1 and 2 together</w:t>
      </w:r>
    </w:p>
    <w:p w14:paraId="2464F5BE" w14:textId="68DE0F06" w:rsidR="00CB3385" w:rsidRPr="00C07EB3" w:rsidRDefault="00CB3385" w:rsidP="00850230">
      <w:pPr>
        <w:pStyle w:val="answers-answer"/>
        <w:numPr>
          <w:ilvl w:val="0"/>
          <w:numId w:val="19"/>
        </w:numPr>
      </w:pPr>
      <w:r w:rsidRPr="000B3C5D">
        <w:t xml:space="preserve">All in the rooms for the same </w:t>
      </w:r>
      <w:proofErr w:type="gramStart"/>
      <w:r w:rsidRPr="000B3C5D">
        <w:t>period of time</w:t>
      </w:r>
      <w:proofErr w:type="gramEnd"/>
    </w:p>
    <w:p w14:paraId="50342DCC" w14:textId="77777777" w:rsidR="00CB3385" w:rsidRDefault="00CB3385" w:rsidP="00CB3385">
      <w:pPr>
        <w:pStyle w:val="answers-question"/>
      </w:pPr>
      <w:r w:rsidRPr="00C76056">
        <w:rPr>
          <w:b/>
        </w:rPr>
        <w:t>8</w:t>
      </w:r>
      <w:r w:rsidRPr="00C07EB3">
        <w:t xml:space="preserve"> Can you think of any other variables that should have been controlled? If so, explain why.</w:t>
      </w:r>
    </w:p>
    <w:p w14:paraId="7CCDD8A7" w14:textId="77777777" w:rsidR="00CB3385" w:rsidRPr="00850230" w:rsidRDefault="00CB3385" w:rsidP="00A47BD3">
      <w:pPr>
        <w:pStyle w:val="answers-answer"/>
        <w:rPr>
          <w:i/>
          <w:iCs w:val="0"/>
        </w:rPr>
      </w:pPr>
      <w:r w:rsidRPr="00D273BE">
        <w:rPr>
          <w:rStyle w:val="answer"/>
        </w:rPr>
        <w:t>Answer</w:t>
      </w:r>
      <w:r w:rsidRPr="00850230">
        <w:rPr>
          <w:i/>
          <w:iCs w:val="0"/>
        </w:rPr>
        <w:t>:</w:t>
      </w:r>
    </w:p>
    <w:p w14:paraId="7FFD6DEF" w14:textId="614B2AC4" w:rsidR="00CB3385" w:rsidRPr="000B3C5D" w:rsidRDefault="00CB3385" w:rsidP="00E90E1F">
      <w:pPr>
        <w:pStyle w:val="answers-answer"/>
        <w:numPr>
          <w:ilvl w:val="0"/>
          <w:numId w:val="19"/>
        </w:numPr>
      </w:pPr>
      <w:r w:rsidRPr="000B3C5D">
        <w:t>State of health of the subjects: If a subject were suffering from a medical condition, it could affect his or</w:t>
      </w:r>
      <w:r>
        <w:t xml:space="preserve"> </w:t>
      </w:r>
      <w:r w:rsidRPr="000B3C5D">
        <w:t>her hormone levels.</w:t>
      </w:r>
    </w:p>
    <w:p w14:paraId="23C2319F" w14:textId="1BB48097" w:rsidR="00CB3385" w:rsidRPr="000B3C5D" w:rsidRDefault="00CB3385" w:rsidP="00E90E1F">
      <w:pPr>
        <w:pStyle w:val="answers-answer"/>
        <w:numPr>
          <w:ilvl w:val="0"/>
          <w:numId w:val="19"/>
        </w:numPr>
      </w:pPr>
      <w:r w:rsidRPr="000B3C5D">
        <w:t>Body mass index of subjects: Being severely under or overweight could affect a subject’s hormone</w:t>
      </w:r>
      <w:r w:rsidR="00850230">
        <w:t xml:space="preserve"> </w:t>
      </w:r>
      <w:r w:rsidRPr="000B3C5D">
        <w:t>levels.</w:t>
      </w:r>
    </w:p>
    <w:p w14:paraId="6BF669E4" w14:textId="76B5DD18" w:rsidR="00CB3385" w:rsidRPr="000B3C5D" w:rsidRDefault="00CB3385" w:rsidP="00E90E1F">
      <w:pPr>
        <w:pStyle w:val="answers-answer"/>
        <w:numPr>
          <w:ilvl w:val="0"/>
          <w:numId w:val="19"/>
        </w:numPr>
      </w:pPr>
      <w:r w:rsidRPr="000B3C5D">
        <w:t>Physical fitness of subjects: Fitness could affect a subject’s hormone levels.</w:t>
      </w:r>
    </w:p>
    <w:p w14:paraId="7E6E443E" w14:textId="39EFE36C" w:rsidR="00CB3385" w:rsidRPr="000B3C5D" w:rsidRDefault="00CB3385" w:rsidP="00E90E1F">
      <w:pPr>
        <w:pStyle w:val="answers-answer"/>
        <w:numPr>
          <w:ilvl w:val="0"/>
          <w:numId w:val="19"/>
        </w:numPr>
      </w:pPr>
      <w:r w:rsidRPr="000B3C5D">
        <w:t>Amount of water drunk by subjects during the experiment: Level of hydration of the body could affect</w:t>
      </w:r>
      <w:r w:rsidR="00850230">
        <w:t xml:space="preserve"> </w:t>
      </w:r>
      <w:r w:rsidRPr="000B3C5D">
        <w:t>a subject’s hormone levels.</w:t>
      </w:r>
    </w:p>
    <w:p w14:paraId="673CF342" w14:textId="42F469E5" w:rsidR="00CB3385" w:rsidRPr="00C07EB3" w:rsidRDefault="00CB3385" w:rsidP="00E90E1F">
      <w:pPr>
        <w:pStyle w:val="answers-answer"/>
        <w:numPr>
          <w:ilvl w:val="0"/>
          <w:numId w:val="19"/>
        </w:numPr>
      </w:pPr>
      <w:r w:rsidRPr="000B3C5D">
        <w:t>Amount of clothing worn by subjects.</w:t>
      </w:r>
    </w:p>
    <w:p w14:paraId="561DB328" w14:textId="77777777" w:rsidR="00E90E1F" w:rsidRDefault="00E90E1F" w:rsidP="00CB3385">
      <w:pPr>
        <w:pStyle w:val="answers-question"/>
        <w:rPr>
          <w:b/>
        </w:rPr>
      </w:pPr>
    </w:p>
    <w:p w14:paraId="535F7DFC" w14:textId="77777777" w:rsidR="00E90E1F" w:rsidRDefault="00E90E1F" w:rsidP="00CB3385">
      <w:pPr>
        <w:pStyle w:val="answers-question"/>
        <w:rPr>
          <w:b/>
        </w:rPr>
      </w:pPr>
    </w:p>
    <w:p w14:paraId="284D2B2E" w14:textId="4C6ED7F4" w:rsidR="00CB3385" w:rsidRDefault="00CB3385" w:rsidP="00CB3385">
      <w:pPr>
        <w:pStyle w:val="answers-question"/>
      </w:pPr>
      <w:r w:rsidRPr="00C76056">
        <w:rPr>
          <w:b/>
        </w:rPr>
        <w:lastRenderedPageBreak/>
        <w:t>9</w:t>
      </w:r>
      <w:r w:rsidRPr="00C07EB3">
        <w:t xml:space="preserve"> Do you think the experiment would have been a fair test?</w:t>
      </w:r>
    </w:p>
    <w:p w14:paraId="5FC6B697" w14:textId="7E10A436" w:rsidR="00CB3385" w:rsidRPr="000B3C5D" w:rsidRDefault="00CB3385" w:rsidP="00A47BD3">
      <w:pPr>
        <w:pStyle w:val="answers-answer"/>
      </w:pPr>
      <w:r w:rsidRPr="00D273BE">
        <w:rPr>
          <w:rStyle w:val="answer"/>
        </w:rPr>
        <w:t>Answer</w:t>
      </w:r>
      <w:r w:rsidRPr="000B3C5D">
        <w:rPr>
          <w:i/>
        </w:rPr>
        <w:t>:</w:t>
      </w:r>
      <w:r w:rsidRPr="000B3C5D">
        <w:t xml:space="preserve"> Answers will vary.</w:t>
      </w:r>
      <w:r w:rsidR="00E90E1F">
        <w:t xml:space="preserve"> </w:t>
      </w:r>
      <w:r w:rsidRPr="000B3C5D">
        <w:t>Students may argue that the experiment was a fair test because all subjects were exposed to the same</w:t>
      </w:r>
      <w:r w:rsidR="00850230">
        <w:t xml:space="preserve"> </w:t>
      </w:r>
      <w:r w:rsidRPr="000B3C5D">
        <w:t>conditions for the same length of time.</w:t>
      </w:r>
      <w:r w:rsidR="00E90E1F">
        <w:t xml:space="preserve"> </w:t>
      </w:r>
      <w:r w:rsidRPr="000B3C5D">
        <w:t>However, they may also argue that the experiment was not a fair test because of the uncontrolled</w:t>
      </w:r>
      <w:r w:rsidR="00850230">
        <w:t xml:space="preserve"> </w:t>
      </w:r>
      <w:r w:rsidRPr="000B3C5D">
        <w:t>variables listed in response to Question 8.</w:t>
      </w:r>
    </w:p>
    <w:p w14:paraId="65579FBC" w14:textId="77777777" w:rsidR="00CB3385" w:rsidRDefault="00CB3385" w:rsidP="00CB3385">
      <w:pPr>
        <w:pStyle w:val="answers-question"/>
      </w:pPr>
      <w:r w:rsidRPr="00C76056">
        <w:rPr>
          <w:b/>
        </w:rPr>
        <w:t xml:space="preserve">10 </w:t>
      </w:r>
      <w:r w:rsidRPr="00C07EB3">
        <w:t>What results would have supported the hypothesis?</w:t>
      </w:r>
    </w:p>
    <w:p w14:paraId="77FFBC5A" w14:textId="5F78B93B" w:rsidR="00CB3385" w:rsidRPr="00C07EB3" w:rsidRDefault="00CB3385" w:rsidP="00A47BD3">
      <w:pPr>
        <w:pStyle w:val="answers-answer"/>
      </w:pPr>
      <w:r w:rsidRPr="00D273BE">
        <w:rPr>
          <w:rStyle w:val="answer"/>
        </w:rPr>
        <w:t>Answer</w:t>
      </w:r>
      <w:r w:rsidRPr="000B3C5D">
        <w:rPr>
          <w:i/>
        </w:rPr>
        <w:t>:</w:t>
      </w:r>
      <w:r w:rsidRPr="000B3C5D">
        <w:t xml:space="preserve"> If all/most subjects showed an increase in the level of hormone X in the blood after exposure to</w:t>
      </w:r>
      <w:r w:rsidR="00850230">
        <w:t xml:space="preserve"> </w:t>
      </w:r>
      <w:r w:rsidRPr="000B3C5D">
        <w:t>the cold room</w:t>
      </w:r>
      <w:r w:rsidR="00E90E1F">
        <w:t>,</w:t>
      </w:r>
      <w:r w:rsidRPr="000B3C5D">
        <w:t xml:space="preserve"> the hypothesis would be supported.</w:t>
      </w:r>
    </w:p>
    <w:p w14:paraId="28E9BA37" w14:textId="77777777" w:rsidR="00CB3385" w:rsidRDefault="00CB3385" w:rsidP="00CB3385">
      <w:pPr>
        <w:pStyle w:val="answers-question"/>
      </w:pPr>
      <w:r w:rsidRPr="00C76056">
        <w:rPr>
          <w:b/>
        </w:rPr>
        <w:t>11</w:t>
      </w:r>
      <w:r w:rsidRPr="00C07EB3">
        <w:t xml:space="preserve"> What results would have disproved the hypothesis?</w:t>
      </w:r>
    </w:p>
    <w:p w14:paraId="29998AA7" w14:textId="3566F1F6" w:rsidR="00CB3385" w:rsidRDefault="00CB3385" w:rsidP="00A47BD3">
      <w:pPr>
        <w:pStyle w:val="answers-answer"/>
      </w:pPr>
      <w:r w:rsidRPr="00D273BE">
        <w:rPr>
          <w:rStyle w:val="answer"/>
        </w:rPr>
        <w:t>Answer</w:t>
      </w:r>
      <w:r w:rsidRPr="000B3C5D">
        <w:rPr>
          <w:i/>
        </w:rPr>
        <w:t>:</w:t>
      </w:r>
      <w:r w:rsidRPr="000B3C5D">
        <w:t xml:space="preserve"> If all/most subjects showed no change or a decrease in the level of hormone X in the blood after</w:t>
      </w:r>
      <w:r>
        <w:t xml:space="preserve"> </w:t>
      </w:r>
      <w:r w:rsidRPr="000B3C5D">
        <w:t>exposure to the cold room</w:t>
      </w:r>
      <w:r w:rsidR="00E90E1F">
        <w:t>,</w:t>
      </w:r>
      <w:r w:rsidRPr="000B3C5D">
        <w:t xml:space="preserve"> the hypothesis would be disproved.</w:t>
      </w:r>
    </w:p>
    <w:p w14:paraId="0D1CDA3F" w14:textId="77777777" w:rsidR="00CB3385" w:rsidRDefault="00CB3385" w:rsidP="00CB3385">
      <w:pPr>
        <w:pStyle w:val="i-chead"/>
        <w:rPr>
          <w:lang w:val="en-US"/>
        </w:rPr>
      </w:pPr>
      <w:r w:rsidRPr="00624A15">
        <w:rPr>
          <w:lang w:val="en-US"/>
        </w:rPr>
        <w:t>Activity 1.</w:t>
      </w:r>
      <w:r>
        <w:rPr>
          <w:lang w:val="en-US"/>
        </w:rPr>
        <w:t>5</w:t>
      </w:r>
      <w:r w:rsidRPr="00624A15">
        <w:rPr>
          <w:lang w:val="en-US"/>
        </w:rPr>
        <w:t xml:space="preserve"> Testing the product claims for </w:t>
      </w:r>
      <w:proofErr w:type="spellStart"/>
      <w:r w:rsidRPr="00624A15">
        <w:rPr>
          <w:lang w:val="en-US"/>
        </w:rPr>
        <w:t>Hairnu</w:t>
      </w:r>
      <w:proofErr w:type="spellEnd"/>
    </w:p>
    <w:p w14:paraId="26ED485B" w14:textId="77777777" w:rsidR="00CB3385" w:rsidRDefault="00CB3385" w:rsidP="00A47BD3">
      <w:pPr>
        <w:pStyle w:val="answers-question"/>
      </w:pPr>
      <w:r w:rsidRPr="009E62E3">
        <w:t>• What will be your independent</w:t>
      </w:r>
      <w:r>
        <w:t xml:space="preserve"> </w:t>
      </w:r>
      <w:r w:rsidRPr="009E62E3">
        <w:t>variable?</w:t>
      </w:r>
    </w:p>
    <w:p w14:paraId="77FD8EA2" w14:textId="77777777" w:rsidR="00CB3385" w:rsidRPr="009E62E3" w:rsidRDefault="00CB3385" w:rsidP="00A47BD3">
      <w:pPr>
        <w:pStyle w:val="answers-answer"/>
      </w:pPr>
      <w:r w:rsidRPr="00D273BE">
        <w:rPr>
          <w:rStyle w:val="answer"/>
        </w:rPr>
        <w:t>Answer</w:t>
      </w:r>
      <w:r w:rsidRPr="000A2ADB">
        <w:rPr>
          <w:i/>
        </w:rPr>
        <w:t>:</w:t>
      </w:r>
      <w:r w:rsidRPr="000A2ADB">
        <w:t xml:space="preserve"> Whether </w:t>
      </w:r>
      <w:proofErr w:type="spellStart"/>
      <w:r w:rsidRPr="000A2ADB">
        <w:t>Hairnu</w:t>
      </w:r>
      <w:proofErr w:type="spellEnd"/>
      <w:r w:rsidRPr="000A2ADB">
        <w:t xml:space="preserve"> is used or not</w:t>
      </w:r>
    </w:p>
    <w:p w14:paraId="5555C7A9" w14:textId="77777777" w:rsidR="00CB3385" w:rsidRDefault="00CB3385" w:rsidP="00A47BD3">
      <w:pPr>
        <w:pStyle w:val="answers-question"/>
      </w:pPr>
      <w:r w:rsidRPr="009E62E3">
        <w:t>• What will be your dependent</w:t>
      </w:r>
      <w:r>
        <w:t xml:space="preserve"> </w:t>
      </w:r>
      <w:r w:rsidRPr="009E62E3">
        <w:t>variable?</w:t>
      </w:r>
    </w:p>
    <w:p w14:paraId="56D988B7" w14:textId="77777777" w:rsidR="00CB3385" w:rsidRPr="009E62E3" w:rsidRDefault="00CB3385" w:rsidP="00A47BD3">
      <w:pPr>
        <w:pStyle w:val="answers-answer"/>
      </w:pPr>
      <w:r w:rsidRPr="00D273BE">
        <w:rPr>
          <w:rStyle w:val="answer"/>
        </w:rPr>
        <w:t>Answer</w:t>
      </w:r>
      <w:r w:rsidRPr="000A2ADB">
        <w:rPr>
          <w:i/>
        </w:rPr>
        <w:t>:</w:t>
      </w:r>
      <w:r w:rsidRPr="000A2ADB">
        <w:t xml:space="preserve"> Quantity or density of new hair growth on the scalp</w:t>
      </w:r>
    </w:p>
    <w:p w14:paraId="725ECB04" w14:textId="77777777" w:rsidR="00CB3385" w:rsidRDefault="00CB3385" w:rsidP="00A47BD3">
      <w:pPr>
        <w:pStyle w:val="answers-question"/>
      </w:pPr>
      <w:r w:rsidRPr="009E62E3">
        <w:t>• State the hypothesis that you are</w:t>
      </w:r>
      <w:r>
        <w:t xml:space="preserve"> </w:t>
      </w:r>
      <w:r w:rsidRPr="009E62E3">
        <w:t>testing.</w:t>
      </w:r>
    </w:p>
    <w:p w14:paraId="399F3FEE" w14:textId="77777777" w:rsidR="00CB3385" w:rsidRPr="000A2ADB" w:rsidRDefault="00CB3385" w:rsidP="00A47BD3">
      <w:pPr>
        <w:pStyle w:val="answers-answer"/>
      </w:pPr>
      <w:r w:rsidRPr="00D273BE">
        <w:rPr>
          <w:rStyle w:val="answer"/>
        </w:rPr>
        <w:t>Answer</w:t>
      </w:r>
      <w:r w:rsidRPr="000A2ADB">
        <w:rPr>
          <w:i/>
        </w:rPr>
        <w:t>:</w:t>
      </w:r>
      <w:r w:rsidRPr="000A2ADB">
        <w:t xml:space="preserve"> Valid hypotheses </w:t>
      </w:r>
      <w:r>
        <w:t>include</w:t>
      </w:r>
      <w:r w:rsidRPr="000A2ADB">
        <w:t>:</w:t>
      </w:r>
    </w:p>
    <w:p w14:paraId="2D646175" w14:textId="79ABA841" w:rsidR="00CB3385" w:rsidRPr="000A2ADB" w:rsidRDefault="00CB3385" w:rsidP="00850230">
      <w:pPr>
        <w:pStyle w:val="answers-answer"/>
        <w:numPr>
          <w:ilvl w:val="0"/>
          <w:numId w:val="28"/>
        </w:numPr>
      </w:pPr>
      <w:proofErr w:type="spellStart"/>
      <w:r w:rsidRPr="000A2ADB">
        <w:t>Hairnu</w:t>
      </w:r>
      <w:proofErr w:type="spellEnd"/>
      <w:r w:rsidRPr="000A2ADB">
        <w:t xml:space="preserve"> causes new hair to grow on a bald scalp</w:t>
      </w:r>
    </w:p>
    <w:p w14:paraId="7EFB90BA" w14:textId="6DF7EB31" w:rsidR="00CB3385" w:rsidRPr="009E62E3" w:rsidRDefault="00CB3385" w:rsidP="00850230">
      <w:pPr>
        <w:pStyle w:val="answers-answer"/>
        <w:numPr>
          <w:ilvl w:val="0"/>
          <w:numId w:val="28"/>
        </w:numPr>
      </w:pPr>
      <w:proofErr w:type="spellStart"/>
      <w:r w:rsidRPr="000A2ADB">
        <w:t>Hairnu</w:t>
      </w:r>
      <w:proofErr w:type="spellEnd"/>
      <w:r w:rsidRPr="000A2ADB">
        <w:t xml:space="preserve"> increases the density of hair in areas of the scalp where hair growth is sparse</w:t>
      </w:r>
    </w:p>
    <w:p w14:paraId="13EC3DDD" w14:textId="77777777" w:rsidR="00CB3385" w:rsidRDefault="00CB3385" w:rsidP="00A47BD3">
      <w:pPr>
        <w:pStyle w:val="answers-question"/>
      </w:pPr>
      <w:r w:rsidRPr="009E62E3">
        <w:t>• What variables will you need to</w:t>
      </w:r>
      <w:r>
        <w:t xml:space="preserve"> </w:t>
      </w:r>
      <w:r w:rsidRPr="009E62E3">
        <w:t>control?</w:t>
      </w:r>
    </w:p>
    <w:p w14:paraId="690DF85C" w14:textId="77777777" w:rsidR="00CB3385" w:rsidRPr="000A2ADB" w:rsidRDefault="00CB3385" w:rsidP="00A47BD3">
      <w:pPr>
        <w:pStyle w:val="answers-answer"/>
      </w:pPr>
      <w:r w:rsidRPr="00D273BE">
        <w:rPr>
          <w:rStyle w:val="answer"/>
        </w:rPr>
        <w:t>Answer</w:t>
      </w:r>
      <w:r w:rsidRPr="000A2ADB">
        <w:rPr>
          <w:i/>
        </w:rPr>
        <w:t>:</w:t>
      </w:r>
      <w:r w:rsidRPr="000A2ADB">
        <w:t xml:space="preserve"> Four variables need to be controlled:</w:t>
      </w:r>
    </w:p>
    <w:p w14:paraId="57FDE0A6" w14:textId="73F8A12D" w:rsidR="00CB3385" w:rsidRPr="000A2ADB" w:rsidRDefault="00CB3385" w:rsidP="00850230">
      <w:pPr>
        <w:pStyle w:val="answers-answer"/>
        <w:numPr>
          <w:ilvl w:val="0"/>
          <w:numId w:val="28"/>
        </w:numPr>
      </w:pPr>
      <w:r w:rsidRPr="000A2ADB">
        <w:t xml:space="preserve">the same volume of </w:t>
      </w:r>
      <w:proofErr w:type="spellStart"/>
      <w:r w:rsidRPr="000A2ADB">
        <w:t>Hairnu</w:t>
      </w:r>
      <w:proofErr w:type="spellEnd"/>
      <w:r w:rsidRPr="000A2ADB">
        <w:t xml:space="preserve"> must be used on all subjects</w:t>
      </w:r>
    </w:p>
    <w:p w14:paraId="41A02A7A" w14:textId="244C34E2" w:rsidR="00CB3385" w:rsidRPr="000A2ADB" w:rsidRDefault="00CB3385" w:rsidP="00850230">
      <w:pPr>
        <w:pStyle w:val="answers-answer"/>
        <w:numPr>
          <w:ilvl w:val="0"/>
          <w:numId w:val="28"/>
        </w:numPr>
      </w:pPr>
      <w:r w:rsidRPr="000A2ADB">
        <w:t xml:space="preserve">the same concentration of </w:t>
      </w:r>
      <w:proofErr w:type="spellStart"/>
      <w:r w:rsidRPr="000A2ADB">
        <w:t>Hairnu</w:t>
      </w:r>
      <w:proofErr w:type="spellEnd"/>
      <w:r w:rsidRPr="000A2ADB">
        <w:t xml:space="preserve"> must be used on all subjects</w:t>
      </w:r>
    </w:p>
    <w:p w14:paraId="388A72EC" w14:textId="1A958D8F" w:rsidR="00CB3385" w:rsidRPr="000A2ADB" w:rsidRDefault="00CB3385" w:rsidP="00850230">
      <w:pPr>
        <w:pStyle w:val="answers-answer"/>
        <w:numPr>
          <w:ilvl w:val="0"/>
          <w:numId w:val="28"/>
        </w:numPr>
      </w:pPr>
      <w:proofErr w:type="spellStart"/>
      <w:r w:rsidRPr="000A2ADB">
        <w:t>Hairnu</w:t>
      </w:r>
      <w:proofErr w:type="spellEnd"/>
      <w:r w:rsidRPr="000A2ADB">
        <w:t xml:space="preserve"> must be applied to all subjects in the same way</w:t>
      </w:r>
    </w:p>
    <w:p w14:paraId="32679117" w14:textId="7664570D" w:rsidR="00CB3385" w:rsidRPr="009E62E3" w:rsidRDefault="00CB3385" w:rsidP="00850230">
      <w:pPr>
        <w:pStyle w:val="answers-answer"/>
        <w:numPr>
          <w:ilvl w:val="0"/>
          <w:numId w:val="28"/>
        </w:numPr>
      </w:pPr>
      <w:r w:rsidRPr="000A2ADB">
        <w:t xml:space="preserve">hair growth must be measured at the same time interval after application of </w:t>
      </w:r>
      <w:proofErr w:type="spellStart"/>
      <w:r w:rsidRPr="000A2ADB">
        <w:t>Hairnu</w:t>
      </w:r>
      <w:proofErr w:type="spellEnd"/>
      <w:r w:rsidRPr="000A2ADB">
        <w:t>.</w:t>
      </w:r>
    </w:p>
    <w:p w14:paraId="4A35F287" w14:textId="495D48ED" w:rsidR="00CB3385" w:rsidRDefault="00CB3385" w:rsidP="00A47BD3">
      <w:pPr>
        <w:pStyle w:val="answers-question"/>
      </w:pPr>
      <w:r w:rsidRPr="009E62E3">
        <w:t>• How will you provide a control</w:t>
      </w:r>
      <w:r>
        <w:t xml:space="preserve"> </w:t>
      </w:r>
      <w:r w:rsidRPr="009E62E3">
        <w:t>test so that you will be able to</w:t>
      </w:r>
      <w:r>
        <w:t xml:space="preserve"> </w:t>
      </w:r>
      <w:r w:rsidRPr="009E62E3">
        <w:t xml:space="preserve">see whether </w:t>
      </w:r>
      <w:proofErr w:type="spellStart"/>
      <w:r w:rsidRPr="009E62E3">
        <w:t>Hairnu</w:t>
      </w:r>
      <w:proofErr w:type="spellEnd"/>
      <w:r w:rsidRPr="009E62E3">
        <w:t xml:space="preserve"> does what it</w:t>
      </w:r>
      <w:r>
        <w:t xml:space="preserve"> </w:t>
      </w:r>
      <w:r w:rsidRPr="009E62E3">
        <w:t>claims to do?</w:t>
      </w:r>
    </w:p>
    <w:p w14:paraId="12A5F059" w14:textId="5B494A99" w:rsidR="00CB3385" w:rsidRPr="009E62E3" w:rsidRDefault="00CB3385" w:rsidP="00A47BD3">
      <w:pPr>
        <w:pStyle w:val="answers-answer"/>
      </w:pPr>
      <w:r w:rsidRPr="00D273BE">
        <w:rPr>
          <w:rStyle w:val="answer"/>
        </w:rPr>
        <w:lastRenderedPageBreak/>
        <w:t>Answer</w:t>
      </w:r>
      <w:r w:rsidRPr="000A2ADB">
        <w:rPr>
          <w:i/>
        </w:rPr>
        <w:t>:</w:t>
      </w:r>
      <w:r w:rsidRPr="000A2ADB">
        <w:t xml:space="preserve"> Have a group of subjects that do not use </w:t>
      </w:r>
      <w:proofErr w:type="spellStart"/>
      <w:r w:rsidRPr="000A2ADB">
        <w:t>Hairnu</w:t>
      </w:r>
      <w:proofErr w:type="spellEnd"/>
      <w:r w:rsidRPr="000A2ADB">
        <w:t xml:space="preserve"> but use a solution that does not contain any </w:t>
      </w:r>
      <w:proofErr w:type="spellStart"/>
      <w:r w:rsidRPr="000A2ADB">
        <w:t>Hairnu</w:t>
      </w:r>
      <w:proofErr w:type="spellEnd"/>
      <w:r w:rsidR="00E90E1F">
        <w:t>.</w:t>
      </w:r>
    </w:p>
    <w:p w14:paraId="03024EDE" w14:textId="77777777" w:rsidR="00CB3385" w:rsidRDefault="00CB3385" w:rsidP="00A47BD3">
      <w:pPr>
        <w:pStyle w:val="answers-question"/>
      </w:pPr>
      <w:r w:rsidRPr="009E62E3">
        <w:t>• How will you measure your</w:t>
      </w:r>
      <w:r>
        <w:t xml:space="preserve"> </w:t>
      </w:r>
      <w:r w:rsidRPr="009E62E3">
        <w:t>results?</w:t>
      </w:r>
    </w:p>
    <w:p w14:paraId="0EFCFEAF" w14:textId="25BFB569" w:rsidR="00CB3385" w:rsidRPr="009E62E3" w:rsidRDefault="00CB3385" w:rsidP="00A47BD3">
      <w:pPr>
        <w:pStyle w:val="answers-answer"/>
      </w:pPr>
      <w:r w:rsidRPr="00D273BE">
        <w:rPr>
          <w:rStyle w:val="answer"/>
        </w:rPr>
        <w:t>Answer</w:t>
      </w:r>
      <w:r w:rsidRPr="000A2ADB">
        <w:rPr>
          <w:i/>
        </w:rPr>
        <w:t>:</w:t>
      </w:r>
      <w:r w:rsidRPr="000A2ADB">
        <w:t xml:space="preserve"> Count the number of hair follicles </w:t>
      </w:r>
      <w:proofErr w:type="gramStart"/>
      <w:r w:rsidRPr="000A2ADB">
        <w:t>in a given</w:t>
      </w:r>
      <w:proofErr w:type="gramEnd"/>
      <w:r w:rsidRPr="000A2ADB">
        <w:t xml:space="preserve"> area of the scalp before and after use of </w:t>
      </w:r>
      <w:proofErr w:type="spellStart"/>
      <w:r w:rsidRPr="000A2ADB">
        <w:t>Hairnu</w:t>
      </w:r>
      <w:proofErr w:type="spellEnd"/>
      <w:r w:rsidRPr="000A2ADB">
        <w:t xml:space="preserve"> or</w:t>
      </w:r>
      <w:r w:rsidR="00850230">
        <w:t xml:space="preserve"> </w:t>
      </w:r>
      <w:r w:rsidRPr="000A2ADB">
        <w:t>the control solution</w:t>
      </w:r>
      <w:r w:rsidR="00E90E1F">
        <w:t>.</w:t>
      </w:r>
    </w:p>
    <w:p w14:paraId="1AC3349E" w14:textId="77777777" w:rsidR="00CB3385" w:rsidRDefault="00CB3385" w:rsidP="00A47BD3">
      <w:pPr>
        <w:pStyle w:val="answers-question"/>
      </w:pPr>
      <w:r w:rsidRPr="009E62E3">
        <w:t>• How many people will you need to</w:t>
      </w:r>
      <w:r>
        <w:t xml:space="preserve"> </w:t>
      </w:r>
      <w:r w:rsidRPr="009E62E3">
        <w:t>test to get a reliable result?</w:t>
      </w:r>
    </w:p>
    <w:p w14:paraId="4DC64CB4" w14:textId="469F5137" w:rsidR="00CB3385" w:rsidRPr="009E62E3" w:rsidRDefault="00CB3385" w:rsidP="00A47BD3">
      <w:pPr>
        <w:pStyle w:val="answers-answer"/>
      </w:pPr>
      <w:r w:rsidRPr="00D273BE">
        <w:rPr>
          <w:rStyle w:val="answer"/>
        </w:rPr>
        <w:t>Answer</w:t>
      </w:r>
      <w:r w:rsidRPr="000A2ADB">
        <w:rPr>
          <w:i/>
        </w:rPr>
        <w:t>:</w:t>
      </w:r>
      <w:r w:rsidRPr="000A2ADB">
        <w:t xml:space="preserve"> At least 10 people in each of the experimental and control groups</w:t>
      </w:r>
      <w:r w:rsidR="00E90E1F">
        <w:t>.</w:t>
      </w:r>
    </w:p>
    <w:p w14:paraId="4B797988" w14:textId="77777777" w:rsidR="00CB3385" w:rsidRDefault="00CB3385" w:rsidP="00A47BD3">
      <w:pPr>
        <w:pStyle w:val="answers-question"/>
      </w:pPr>
      <w:r w:rsidRPr="009E62E3">
        <w:t>• Draw a table to show how you</w:t>
      </w:r>
      <w:r>
        <w:t xml:space="preserve"> </w:t>
      </w:r>
      <w:r w:rsidRPr="009E62E3">
        <w:t>would present your data.</w:t>
      </w:r>
    </w:p>
    <w:p w14:paraId="0E383A5D" w14:textId="68FB7D2D" w:rsidR="00CB3385" w:rsidRPr="009E62E3" w:rsidRDefault="00CB3385" w:rsidP="00A47BD3">
      <w:pPr>
        <w:pStyle w:val="answers-answer"/>
      </w:pPr>
      <w:r w:rsidRPr="00D273BE">
        <w:rPr>
          <w:rStyle w:val="answer"/>
        </w:rPr>
        <w:t>Answer</w:t>
      </w:r>
      <w:r w:rsidRPr="000A2ADB">
        <w:rPr>
          <w:i/>
        </w:rPr>
        <w:t>:</w:t>
      </w:r>
      <w:r w:rsidRPr="000A2ADB">
        <w:t xml:space="preserve"> See page </w:t>
      </w:r>
      <w:r>
        <w:t>10</w:t>
      </w:r>
      <w:r w:rsidRPr="000A2ADB">
        <w:t xml:space="preserve"> for rules to be observed when drawing up a table</w:t>
      </w:r>
      <w:r w:rsidR="00E90E1F">
        <w:t>.</w:t>
      </w:r>
    </w:p>
    <w:p w14:paraId="1E23C11A" w14:textId="77777777" w:rsidR="00CB3385" w:rsidRDefault="00CB3385" w:rsidP="00A47BD3">
      <w:pPr>
        <w:pStyle w:val="answers-question"/>
      </w:pPr>
      <w:r w:rsidRPr="009E62E3">
        <w:t>• What results would support your hypothesis? What results would disprove your</w:t>
      </w:r>
      <w:r>
        <w:t xml:space="preserve"> </w:t>
      </w:r>
      <w:r w:rsidRPr="009E62E3">
        <w:t>hypothesis?</w:t>
      </w:r>
    </w:p>
    <w:p w14:paraId="7822B033" w14:textId="28C4A1FA" w:rsidR="00CB3385" w:rsidRPr="000A2ADB" w:rsidRDefault="00CB3385" w:rsidP="00A47BD3">
      <w:pPr>
        <w:pStyle w:val="answers-answer"/>
      </w:pPr>
      <w:r w:rsidRPr="00D273BE">
        <w:rPr>
          <w:rStyle w:val="answer"/>
        </w:rPr>
        <w:t>Answer</w:t>
      </w:r>
      <w:r w:rsidRPr="000A2ADB">
        <w:rPr>
          <w:i/>
        </w:rPr>
        <w:t>:</w:t>
      </w:r>
      <w:r w:rsidRPr="000A2ADB">
        <w:t xml:space="preserve"> The hypothesis would be supported if subjects in the experimental group showed much better</w:t>
      </w:r>
      <w:r w:rsidR="00850230">
        <w:t xml:space="preserve"> </w:t>
      </w:r>
      <w:r w:rsidRPr="000A2ADB">
        <w:t>hair growth than the control group over the period of the experiment.</w:t>
      </w:r>
    </w:p>
    <w:p w14:paraId="65CE9DF2" w14:textId="77777777" w:rsidR="00CB3385" w:rsidRDefault="00CB3385" w:rsidP="00A47BD3">
      <w:pPr>
        <w:pStyle w:val="answers-answer"/>
      </w:pPr>
      <w:r w:rsidRPr="000A2ADB">
        <w:t>The hypothesis would be disproved if there were no difference in hair growth between the two groups.</w:t>
      </w:r>
    </w:p>
    <w:p w14:paraId="633502FD" w14:textId="77777777" w:rsidR="00CB3385" w:rsidRDefault="00CB3385" w:rsidP="00CB3385">
      <w:pPr>
        <w:pStyle w:val="i-chead"/>
        <w:rPr>
          <w:lang w:val="en-US"/>
        </w:rPr>
      </w:pPr>
      <w:r>
        <w:rPr>
          <w:lang w:val="en-US"/>
        </w:rPr>
        <w:t>Activity 1.6 Tabulating data</w:t>
      </w:r>
    </w:p>
    <w:p w14:paraId="03C097FA" w14:textId="77777777" w:rsidR="00CB3385" w:rsidRDefault="00CB3385" w:rsidP="00A47BD3">
      <w:pPr>
        <w:pStyle w:val="answers-question"/>
      </w:pPr>
      <w:r w:rsidRPr="00C76056">
        <w:rPr>
          <w:b/>
        </w:rPr>
        <w:t>1</w:t>
      </w:r>
      <w:r w:rsidRPr="00C07EB3">
        <w:t xml:space="preserve"> What were the independent and dependent variables in the students’ experiment?</w:t>
      </w:r>
    </w:p>
    <w:p w14:paraId="0E931329" w14:textId="77777777" w:rsidR="00CB3385" w:rsidRDefault="00CB3385" w:rsidP="00A47BD3">
      <w:pPr>
        <w:pStyle w:val="answers-answer"/>
      </w:pPr>
      <w:r w:rsidRPr="00D273BE">
        <w:rPr>
          <w:rStyle w:val="answer"/>
        </w:rPr>
        <w:t>Answer</w:t>
      </w:r>
      <w:r w:rsidRPr="00212B0C">
        <w:rPr>
          <w:i/>
        </w:rPr>
        <w:t>:</w:t>
      </w:r>
      <w:r>
        <w:rPr>
          <w:i/>
        </w:rPr>
        <w:t xml:space="preserve"> </w:t>
      </w:r>
      <w:r w:rsidRPr="00212B0C">
        <w:t>Independent variable: Temperature (</w:t>
      </w:r>
      <w:r>
        <w:sym w:font="Symbol" w:char="F0B0"/>
      </w:r>
      <w:r w:rsidRPr="00212B0C">
        <w:t>C) of the emulsion</w:t>
      </w:r>
    </w:p>
    <w:p w14:paraId="3B52CE5B" w14:textId="77777777" w:rsidR="00CB3385" w:rsidRPr="00287FE5" w:rsidRDefault="00CB3385" w:rsidP="00A47BD3">
      <w:pPr>
        <w:pStyle w:val="answers-answer"/>
      </w:pPr>
      <w:r w:rsidRPr="00287FE5">
        <w:t>Dependent variable: Time (hours and minutes) for the protein and oil to be completely digested</w:t>
      </w:r>
    </w:p>
    <w:p w14:paraId="72C35751" w14:textId="77777777" w:rsidR="00CB3385" w:rsidRDefault="00CB3385" w:rsidP="00A47BD3">
      <w:pPr>
        <w:pStyle w:val="answers-question"/>
      </w:pPr>
      <w:r w:rsidRPr="00C76056">
        <w:rPr>
          <w:b/>
        </w:rPr>
        <w:t>2</w:t>
      </w:r>
      <w:r w:rsidRPr="00C07EB3">
        <w:t xml:space="preserve"> Draw up a table to show the data they collected.</w:t>
      </w:r>
    </w:p>
    <w:p w14:paraId="4AF9AB99" w14:textId="77777777" w:rsidR="00CB3385" w:rsidRPr="003579A6" w:rsidRDefault="00CB3385" w:rsidP="00A47BD3">
      <w:pPr>
        <w:pStyle w:val="answers-answer"/>
        <w:rPr>
          <w:i/>
          <w:iCs w:val="0"/>
        </w:rPr>
      </w:pPr>
      <w:r w:rsidRPr="00D273BE">
        <w:rPr>
          <w:rStyle w:val="answer"/>
        </w:rPr>
        <w:t>Answer</w:t>
      </w:r>
      <w:r w:rsidRPr="003579A6">
        <w:rPr>
          <w:i/>
          <w:iCs w:val="0"/>
        </w:rPr>
        <w:t>:</w:t>
      </w:r>
    </w:p>
    <w:p w14:paraId="6738D915" w14:textId="77777777" w:rsidR="00CB3385" w:rsidRPr="00287FE5" w:rsidRDefault="00CB3385" w:rsidP="00CB3385">
      <w:pPr>
        <w:spacing w:line="360" w:lineRule="auto"/>
        <w:rPr>
          <w:lang w:val="en-US"/>
        </w:rPr>
      </w:pPr>
      <w:r w:rsidRPr="00287FE5">
        <w:rPr>
          <w:b/>
          <w:bCs/>
          <w:lang w:val="en-US"/>
        </w:rPr>
        <w:t>Table 1</w:t>
      </w:r>
      <w:r w:rsidRPr="00287FE5">
        <w:rPr>
          <w:lang w:val="en-US"/>
        </w:rPr>
        <w:t xml:space="preserve"> Time taken for digestion of oils and proteins at varying temperatures</w:t>
      </w:r>
    </w:p>
    <w:tbl>
      <w:tblPr>
        <w:tblStyle w:val="TableGrid"/>
        <w:tblW w:w="0" w:type="auto"/>
        <w:tblLook w:val="04A0" w:firstRow="1" w:lastRow="0" w:firstColumn="1" w:lastColumn="0" w:noHBand="0" w:noVBand="1"/>
      </w:tblPr>
      <w:tblGrid>
        <w:gridCol w:w="3116"/>
        <w:gridCol w:w="3117"/>
        <w:gridCol w:w="3117"/>
      </w:tblGrid>
      <w:tr w:rsidR="00CB3385" w14:paraId="52282130" w14:textId="77777777" w:rsidTr="00A85E85">
        <w:tc>
          <w:tcPr>
            <w:tcW w:w="3116" w:type="dxa"/>
          </w:tcPr>
          <w:p w14:paraId="0AECE5EE" w14:textId="77777777" w:rsidR="00CB3385" w:rsidRPr="00287FE5" w:rsidRDefault="00CB3385" w:rsidP="00A85E85">
            <w:pPr>
              <w:spacing w:line="360" w:lineRule="auto"/>
              <w:rPr>
                <w:b/>
                <w:bCs/>
                <w:lang w:val="en-US"/>
              </w:rPr>
            </w:pPr>
            <w:r w:rsidRPr="00287FE5">
              <w:rPr>
                <w:b/>
                <w:bCs/>
                <w:lang w:val="en-US"/>
              </w:rPr>
              <w:t>Temperature of flask (</w:t>
            </w:r>
            <w:r w:rsidRPr="00287FE5">
              <w:rPr>
                <w:b/>
                <w:bCs/>
                <w:lang w:val="en-US"/>
              </w:rPr>
              <w:sym w:font="Symbol" w:char="F0B0"/>
            </w:r>
            <w:r w:rsidRPr="00287FE5">
              <w:rPr>
                <w:b/>
                <w:bCs/>
                <w:lang w:val="en-US"/>
              </w:rPr>
              <w:t>C)</w:t>
            </w:r>
          </w:p>
        </w:tc>
        <w:tc>
          <w:tcPr>
            <w:tcW w:w="3117" w:type="dxa"/>
          </w:tcPr>
          <w:p w14:paraId="3D3D9322" w14:textId="77777777" w:rsidR="00CB3385" w:rsidRPr="00287FE5" w:rsidRDefault="00CB3385" w:rsidP="00A85E85">
            <w:pPr>
              <w:spacing w:line="360" w:lineRule="auto"/>
              <w:rPr>
                <w:b/>
                <w:bCs/>
                <w:lang w:val="en-US"/>
              </w:rPr>
            </w:pPr>
            <w:r w:rsidRPr="00287FE5">
              <w:rPr>
                <w:b/>
                <w:bCs/>
                <w:lang w:val="en-US"/>
              </w:rPr>
              <w:t>Proteins</w:t>
            </w:r>
          </w:p>
        </w:tc>
        <w:tc>
          <w:tcPr>
            <w:tcW w:w="3117" w:type="dxa"/>
          </w:tcPr>
          <w:p w14:paraId="7E42579D" w14:textId="77777777" w:rsidR="00CB3385" w:rsidRPr="00287FE5" w:rsidRDefault="00CB3385" w:rsidP="00A85E85">
            <w:pPr>
              <w:spacing w:line="360" w:lineRule="auto"/>
              <w:rPr>
                <w:b/>
                <w:bCs/>
                <w:lang w:val="en-US"/>
              </w:rPr>
            </w:pPr>
            <w:r w:rsidRPr="00287FE5">
              <w:rPr>
                <w:b/>
                <w:bCs/>
                <w:lang w:val="en-US"/>
              </w:rPr>
              <w:t>Oils</w:t>
            </w:r>
          </w:p>
        </w:tc>
      </w:tr>
      <w:tr w:rsidR="00CB3385" w14:paraId="1D7F568A" w14:textId="77777777" w:rsidTr="00A85E85">
        <w:tc>
          <w:tcPr>
            <w:tcW w:w="3116" w:type="dxa"/>
          </w:tcPr>
          <w:p w14:paraId="688E11B7" w14:textId="77777777" w:rsidR="00CB3385" w:rsidRDefault="00CB3385" w:rsidP="00A85E85">
            <w:pPr>
              <w:spacing w:line="360" w:lineRule="auto"/>
              <w:rPr>
                <w:lang w:val="en-US"/>
              </w:rPr>
            </w:pPr>
            <w:r>
              <w:rPr>
                <w:lang w:val="en-US"/>
              </w:rPr>
              <w:t>27</w:t>
            </w:r>
          </w:p>
        </w:tc>
        <w:tc>
          <w:tcPr>
            <w:tcW w:w="3117" w:type="dxa"/>
          </w:tcPr>
          <w:p w14:paraId="2D4A8D2C" w14:textId="77777777" w:rsidR="00CB3385" w:rsidRDefault="00CB3385" w:rsidP="00A85E85">
            <w:pPr>
              <w:spacing w:line="360" w:lineRule="auto"/>
              <w:rPr>
                <w:lang w:val="en-US"/>
              </w:rPr>
            </w:pPr>
            <w:r w:rsidRPr="00641826">
              <w:t xml:space="preserve">6 hours 40 minutes </w:t>
            </w:r>
          </w:p>
        </w:tc>
        <w:tc>
          <w:tcPr>
            <w:tcW w:w="3117" w:type="dxa"/>
          </w:tcPr>
          <w:p w14:paraId="201695D9" w14:textId="77777777" w:rsidR="00CB3385" w:rsidRDefault="00CB3385" w:rsidP="00A85E85">
            <w:pPr>
              <w:spacing w:line="360" w:lineRule="auto"/>
              <w:rPr>
                <w:lang w:val="en-US"/>
              </w:rPr>
            </w:pPr>
            <w:r w:rsidRPr="00641826">
              <w:t>7 hours 35 minutes</w:t>
            </w:r>
          </w:p>
        </w:tc>
      </w:tr>
      <w:tr w:rsidR="00CB3385" w14:paraId="365BE08B" w14:textId="77777777" w:rsidTr="00A85E85">
        <w:tc>
          <w:tcPr>
            <w:tcW w:w="3116" w:type="dxa"/>
          </w:tcPr>
          <w:p w14:paraId="3927A228" w14:textId="77777777" w:rsidR="00CB3385" w:rsidRDefault="00CB3385" w:rsidP="00A85E85">
            <w:pPr>
              <w:spacing w:line="360" w:lineRule="auto"/>
              <w:rPr>
                <w:lang w:val="en-US"/>
              </w:rPr>
            </w:pPr>
            <w:r>
              <w:rPr>
                <w:lang w:val="en-US"/>
              </w:rPr>
              <w:t>29</w:t>
            </w:r>
          </w:p>
        </w:tc>
        <w:tc>
          <w:tcPr>
            <w:tcW w:w="3117" w:type="dxa"/>
          </w:tcPr>
          <w:p w14:paraId="4084B0F2" w14:textId="77777777" w:rsidR="00CB3385" w:rsidRDefault="00CB3385" w:rsidP="00A85E85">
            <w:pPr>
              <w:spacing w:line="360" w:lineRule="auto"/>
              <w:rPr>
                <w:lang w:val="en-US"/>
              </w:rPr>
            </w:pPr>
            <w:r w:rsidRPr="00287FE5">
              <w:rPr>
                <w:lang w:val="en-US"/>
              </w:rPr>
              <w:t>6 hours 5 minutes</w:t>
            </w:r>
          </w:p>
        </w:tc>
        <w:tc>
          <w:tcPr>
            <w:tcW w:w="3117" w:type="dxa"/>
          </w:tcPr>
          <w:p w14:paraId="3D851AA4" w14:textId="77777777" w:rsidR="00CB3385" w:rsidRDefault="00CB3385" w:rsidP="00A85E85">
            <w:pPr>
              <w:spacing w:line="360" w:lineRule="auto"/>
              <w:rPr>
                <w:lang w:val="en-US"/>
              </w:rPr>
            </w:pPr>
            <w:r w:rsidRPr="00641826">
              <w:t xml:space="preserve">7 hours </w:t>
            </w:r>
            <w:r>
              <w:t>20</w:t>
            </w:r>
            <w:r w:rsidRPr="00641826">
              <w:t xml:space="preserve"> minutes</w:t>
            </w:r>
          </w:p>
        </w:tc>
      </w:tr>
      <w:tr w:rsidR="00CB3385" w14:paraId="06866098" w14:textId="77777777" w:rsidTr="00A85E85">
        <w:tc>
          <w:tcPr>
            <w:tcW w:w="3116" w:type="dxa"/>
          </w:tcPr>
          <w:p w14:paraId="7DC1FB99" w14:textId="77777777" w:rsidR="00CB3385" w:rsidRDefault="00CB3385" w:rsidP="00A85E85">
            <w:pPr>
              <w:spacing w:line="360" w:lineRule="auto"/>
              <w:rPr>
                <w:lang w:val="en-US"/>
              </w:rPr>
            </w:pPr>
            <w:r>
              <w:rPr>
                <w:lang w:val="en-US"/>
              </w:rPr>
              <w:t>32</w:t>
            </w:r>
          </w:p>
        </w:tc>
        <w:tc>
          <w:tcPr>
            <w:tcW w:w="3117" w:type="dxa"/>
          </w:tcPr>
          <w:p w14:paraId="15DE2B40" w14:textId="77777777" w:rsidR="00CB3385" w:rsidRDefault="00CB3385" w:rsidP="00A85E85">
            <w:pPr>
              <w:spacing w:line="360" w:lineRule="auto"/>
              <w:rPr>
                <w:lang w:val="en-US"/>
              </w:rPr>
            </w:pPr>
            <w:r w:rsidRPr="00287FE5">
              <w:rPr>
                <w:lang w:val="en-US"/>
              </w:rPr>
              <w:t>4 hours 35 minutes</w:t>
            </w:r>
          </w:p>
        </w:tc>
        <w:tc>
          <w:tcPr>
            <w:tcW w:w="3117" w:type="dxa"/>
          </w:tcPr>
          <w:p w14:paraId="072DE3BC" w14:textId="77777777" w:rsidR="00CB3385" w:rsidRDefault="00CB3385" w:rsidP="00A85E85">
            <w:pPr>
              <w:spacing w:line="360" w:lineRule="auto"/>
              <w:rPr>
                <w:lang w:val="en-US"/>
              </w:rPr>
            </w:pPr>
            <w:r w:rsidRPr="00287FE5">
              <w:rPr>
                <w:lang w:val="en-US"/>
              </w:rPr>
              <w:t>5 hours 15 minutes</w:t>
            </w:r>
          </w:p>
        </w:tc>
      </w:tr>
      <w:tr w:rsidR="00CB3385" w14:paraId="30F905B0" w14:textId="77777777" w:rsidTr="00A85E85">
        <w:tc>
          <w:tcPr>
            <w:tcW w:w="3116" w:type="dxa"/>
          </w:tcPr>
          <w:p w14:paraId="6C344AA8" w14:textId="77777777" w:rsidR="00CB3385" w:rsidRDefault="00CB3385" w:rsidP="00A85E85">
            <w:pPr>
              <w:spacing w:line="360" w:lineRule="auto"/>
              <w:rPr>
                <w:lang w:val="en-US"/>
              </w:rPr>
            </w:pPr>
            <w:r>
              <w:rPr>
                <w:lang w:val="en-US"/>
              </w:rPr>
              <w:t>34</w:t>
            </w:r>
          </w:p>
        </w:tc>
        <w:tc>
          <w:tcPr>
            <w:tcW w:w="3117" w:type="dxa"/>
          </w:tcPr>
          <w:p w14:paraId="2D210C03" w14:textId="77777777" w:rsidR="00CB3385" w:rsidRDefault="00CB3385" w:rsidP="00A85E85">
            <w:pPr>
              <w:spacing w:line="360" w:lineRule="auto"/>
              <w:rPr>
                <w:lang w:val="en-US"/>
              </w:rPr>
            </w:pPr>
            <w:r w:rsidRPr="00287FE5">
              <w:rPr>
                <w:lang w:val="en-US"/>
              </w:rPr>
              <w:t>5 hours 20 minutes</w:t>
            </w:r>
          </w:p>
        </w:tc>
        <w:tc>
          <w:tcPr>
            <w:tcW w:w="3117" w:type="dxa"/>
          </w:tcPr>
          <w:p w14:paraId="67D6A807" w14:textId="77777777" w:rsidR="00CB3385" w:rsidRDefault="00CB3385" w:rsidP="00A85E85">
            <w:pPr>
              <w:spacing w:line="360" w:lineRule="auto"/>
              <w:rPr>
                <w:lang w:val="en-US"/>
              </w:rPr>
            </w:pPr>
            <w:r w:rsidRPr="00287FE5">
              <w:rPr>
                <w:lang w:val="en-US"/>
              </w:rPr>
              <w:t>6 hours 45 minutes</w:t>
            </w:r>
          </w:p>
        </w:tc>
      </w:tr>
      <w:tr w:rsidR="00CB3385" w14:paraId="7E1DFE76" w14:textId="77777777" w:rsidTr="00A85E85">
        <w:tc>
          <w:tcPr>
            <w:tcW w:w="3116" w:type="dxa"/>
          </w:tcPr>
          <w:p w14:paraId="5C5BEF0D" w14:textId="77777777" w:rsidR="00CB3385" w:rsidRDefault="00CB3385" w:rsidP="00A85E85">
            <w:pPr>
              <w:spacing w:line="360" w:lineRule="auto"/>
              <w:rPr>
                <w:lang w:val="en-US"/>
              </w:rPr>
            </w:pPr>
            <w:r>
              <w:rPr>
                <w:lang w:val="en-US"/>
              </w:rPr>
              <w:t>36</w:t>
            </w:r>
          </w:p>
        </w:tc>
        <w:tc>
          <w:tcPr>
            <w:tcW w:w="3117" w:type="dxa"/>
          </w:tcPr>
          <w:p w14:paraId="4DEEB5D1" w14:textId="77777777" w:rsidR="00CB3385" w:rsidRDefault="00CB3385" w:rsidP="00A85E85">
            <w:pPr>
              <w:spacing w:line="360" w:lineRule="auto"/>
              <w:rPr>
                <w:lang w:val="en-US"/>
              </w:rPr>
            </w:pPr>
            <w:r w:rsidRPr="00287FE5">
              <w:rPr>
                <w:lang w:val="en-US"/>
              </w:rPr>
              <w:t>3 hours 10 minutes</w:t>
            </w:r>
          </w:p>
        </w:tc>
        <w:tc>
          <w:tcPr>
            <w:tcW w:w="3117" w:type="dxa"/>
          </w:tcPr>
          <w:p w14:paraId="59C1E293" w14:textId="77777777" w:rsidR="00CB3385" w:rsidRDefault="00CB3385" w:rsidP="00A85E85">
            <w:pPr>
              <w:spacing w:line="360" w:lineRule="auto"/>
              <w:rPr>
                <w:lang w:val="en-US"/>
              </w:rPr>
            </w:pPr>
            <w:r w:rsidRPr="00287FE5">
              <w:rPr>
                <w:lang w:val="en-US"/>
              </w:rPr>
              <w:t>4 hours 50 minutes</w:t>
            </w:r>
          </w:p>
        </w:tc>
      </w:tr>
      <w:tr w:rsidR="00CB3385" w14:paraId="08EEF513" w14:textId="77777777" w:rsidTr="00A85E85">
        <w:tc>
          <w:tcPr>
            <w:tcW w:w="3116" w:type="dxa"/>
          </w:tcPr>
          <w:p w14:paraId="5FB7E5A2" w14:textId="77777777" w:rsidR="00CB3385" w:rsidRDefault="00CB3385" w:rsidP="00A85E85">
            <w:pPr>
              <w:spacing w:line="360" w:lineRule="auto"/>
              <w:rPr>
                <w:lang w:val="en-US"/>
              </w:rPr>
            </w:pPr>
            <w:r>
              <w:rPr>
                <w:lang w:val="en-US"/>
              </w:rPr>
              <w:t>38</w:t>
            </w:r>
          </w:p>
        </w:tc>
        <w:tc>
          <w:tcPr>
            <w:tcW w:w="3117" w:type="dxa"/>
          </w:tcPr>
          <w:p w14:paraId="2CF15FEE" w14:textId="77777777" w:rsidR="00CB3385" w:rsidRDefault="00CB3385" w:rsidP="00A85E85">
            <w:pPr>
              <w:spacing w:line="360" w:lineRule="auto"/>
              <w:rPr>
                <w:lang w:val="en-US"/>
              </w:rPr>
            </w:pPr>
            <w:r w:rsidRPr="00287FE5">
              <w:rPr>
                <w:lang w:val="en-US"/>
              </w:rPr>
              <w:t>9 hours 25 minutes</w:t>
            </w:r>
          </w:p>
        </w:tc>
        <w:tc>
          <w:tcPr>
            <w:tcW w:w="3117" w:type="dxa"/>
          </w:tcPr>
          <w:p w14:paraId="42F9EC67" w14:textId="77777777" w:rsidR="00CB3385" w:rsidRDefault="00CB3385" w:rsidP="00A85E85">
            <w:pPr>
              <w:spacing w:line="360" w:lineRule="auto"/>
              <w:rPr>
                <w:lang w:val="en-US"/>
              </w:rPr>
            </w:pPr>
            <w:r w:rsidRPr="00287FE5">
              <w:rPr>
                <w:lang w:val="en-US"/>
              </w:rPr>
              <w:t>12 hours 50 minutes</w:t>
            </w:r>
          </w:p>
        </w:tc>
      </w:tr>
    </w:tbl>
    <w:p w14:paraId="523CA295" w14:textId="77777777" w:rsidR="00CB3385" w:rsidRDefault="00CB3385" w:rsidP="00CB3385">
      <w:pPr>
        <w:spacing w:line="360" w:lineRule="auto"/>
        <w:rPr>
          <w:lang w:val="en-US"/>
        </w:rPr>
      </w:pPr>
    </w:p>
    <w:p w14:paraId="7B360F4F" w14:textId="77777777" w:rsidR="00CB3385" w:rsidRDefault="00CB3385" w:rsidP="00CB3385">
      <w:pPr>
        <w:pStyle w:val="i-chead"/>
        <w:rPr>
          <w:lang w:val="en-US"/>
        </w:rPr>
      </w:pPr>
      <w:r>
        <w:rPr>
          <w:lang w:val="en-US"/>
        </w:rPr>
        <w:lastRenderedPageBreak/>
        <w:t>Activity 1.7 Graphing</w:t>
      </w:r>
    </w:p>
    <w:p w14:paraId="63F63A17" w14:textId="77777777" w:rsidR="00CB3385" w:rsidRDefault="00CB3385" w:rsidP="00A47BD3">
      <w:pPr>
        <w:pStyle w:val="answers-question"/>
      </w:pPr>
      <w:r w:rsidRPr="00C76056">
        <w:rPr>
          <w:b/>
        </w:rPr>
        <w:t>1</w:t>
      </w:r>
      <w:r w:rsidRPr="00C07EB3">
        <w:t xml:space="preserve"> </w:t>
      </w:r>
      <w:proofErr w:type="spellStart"/>
      <w:r w:rsidRPr="00C76056">
        <w:rPr>
          <w:b/>
        </w:rPr>
        <w:t>a</w:t>
      </w:r>
      <w:proofErr w:type="spellEnd"/>
      <w:r w:rsidRPr="00C76056">
        <w:rPr>
          <w:b/>
        </w:rPr>
        <w:t xml:space="preserve"> </w:t>
      </w:r>
      <w:r w:rsidRPr="00C07EB3">
        <w:t>What is the dependent variable and what is the independent variable?</w:t>
      </w:r>
    </w:p>
    <w:p w14:paraId="39380A7B" w14:textId="03BD7AF7" w:rsidR="00CB3385" w:rsidRPr="00E90E1F" w:rsidRDefault="00CB3385" w:rsidP="003579A6">
      <w:pPr>
        <w:pStyle w:val="answers-answer"/>
        <w:rPr>
          <w:i/>
          <w:iCs w:val="0"/>
        </w:rPr>
      </w:pPr>
      <w:r w:rsidRPr="00D273BE">
        <w:rPr>
          <w:rStyle w:val="answer"/>
        </w:rPr>
        <w:t>Answer</w:t>
      </w:r>
      <w:r w:rsidRPr="003579A6">
        <w:rPr>
          <w:i/>
          <w:iCs w:val="0"/>
        </w:rPr>
        <w:t>:</w:t>
      </w:r>
      <w:r w:rsidR="00E90E1F">
        <w:rPr>
          <w:i/>
          <w:iCs w:val="0"/>
        </w:rPr>
        <w:t xml:space="preserve"> </w:t>
      </w:r>
      <w:r w:rsidRPr="0073532D">
        <w:t>Dependent variable: Weights of babies (kg)</w:t>
      </w:r>
      <w:r w:rsidR="00E90E1F">
        <w:rPr>
          <w:i/>
          <w:iCs w:val="0"/>
        </w:rPr>
        <w:t xml:space="preserve">; </w:t>
      </w:r>
      <w:r w:rsidRPr="0073532D">
        <w:t>Independent variable: Time</w:t>
      </w:r>
    </w:p>
    <w:p w14:paraId="35F6D22C" w14:textId="77777777" w:rsidR="00CB3385" w:rsidRDefault="00CB3385" w:rsidP="00A47BD3">
      <w:pPr>
        <w:pStyle w:val="answers-question"/>
      </w:pPr>
      <w:r w:rsidRPr="00C76056">
        <w:rPr>
          <w:b/>
        </w:rPr>
        <w:t>b</w:t>
      </w:r>
      <w:r w:rsidRPr="00C07EB3">
        <w:t xml:space="preserve"> Plot the data as a graph in the most appropriate manner.</w:t>
      </w:r>
    </w:p>
    <w:p w14:paraId="58E9B262" w14:textId="77777777" w:rsidR="00CB3385" w:rsidRPr="0073532D" w:rsidRDefault="00CB3385" w:rsidP="00CB3385">
      <w:pPr>
        <w:spacing w:line="360" w:lineRule="auto"/>
        <w:rPr>
          <w:i/>
          <w:iCs/>
          <w:lang w:val="en-US"/>
        </w:rPr>
      </w:pPr>
      <w:r w:rsidRPr="00D273BE">
        <w:rPr>
          <w:rStyle w:val="answer"/>
        </w:rPr>
        <w:t>Answer</w:t>
      </w:r>
      <w:r>
        <w:rPr>
          <w:i/>
          <w:iCs/>
          <w:lang w:val="en-US"/>
        </w:rPr>
        <w:t>:</w:t>
      </w:r>
    </w:p>
    <w:p w14:paraId="70AB3A07" w14:textId="59F1E6B5" w:rsidR="00550169" w:rsidRDefault="00550169" w:rsidP="00A47BD3">
      <w:pPr>
        <w:pStyle w:val="answers-question"/>
        <w:rPr>
          <w:b/>
        </w:rPr>
      </w:pPr>
      <w:r>
        <w:rPr>
          <w:noProof/>
        </w:rPr>
        <w:drawing>
          <wp:inline distT="0" distB="0" distL="0" distR="0" wp14:anchorId="302C9994" wp14:editId="3A0C84DA">
            <wp:extent cx="5029200" cy="3052763"/>
            <wp:effectExtent l="0" t="0" r="0" b="14605"/>
            <wp:docPr id="5" name="Chart 5">
              <a:extLst xmlns:a="http://schemas.openxmlformats.org/drawingml/2006/main">
                <a:ext uri="{FF2B5EF4-FFF2-40B4-BE49-F238E27FC236}">
                  <a16:creationId xmlns:a16="http://schemas.microsoft.com/office/drawing/2014/main" id="{9E23F230-4828-49E6-AD6F-40389B8724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0D4452C" w14:textId="28DAE5B6" w:rsidR="00CB3385" w:rsidRDefault="00CB3385" w:rsidP="00A47BD3">
      <w:pPr>
        <w:pStyle w:val="answers-question"/>
      </w:pPr>
      <w:r w:rsidRPr="00C76056">
        <w:rPr>
          <w:b/>
        </w:rPr>
        <w:t>2</w:t>
      </w:r>
      <w:r w:rsidRPr="00C07EB3">
        <w:t xml:space="preserve"> </w:t>
      </w:r>
      <w:r w:rsidRPr="00C76056">
        <w:rPr>
          <w:b/>
        </w:rPr>
        <w:t>a</w:t>
      </w:r>
      <w:r w:rsidRPr="00C07EB3">
        <w:t xml:space="preserve"> Identify the dependent and independent variables in these data.</w:t>
      </w:r>
    </w:p>
    <w:p w14:paraId="2A6E8A78" w14:textId="77777777" w:rsidR="00CB3385" w:rsidRPr="00320495" w:rsidRDefault="00CB3385" w:rsidP="00320495">
      <w:pPr>
        <w:pStyle w:val="answers-answer"/>
        <w:rPr>
          <w:i/>
          <w:iCs w:val="0"/>
        </w:rPr>
      </w:pPr>
      <w:r w:rsidRPr="00D273BE">
        <w:rPr>
          <w:rStyle w:val="answer"/>
        </w:rPr>
        <w:t>Answer</w:t>
      </w:r>
      <w:r w:rsidRPr="00320495">
        <w:rPr>
          <w:i/>
          <w:iCs w:val="0"/>
        </w:rPr>
        <w:t>:</w:t>
      </w:r>
    </w:p>
    <w:p w14:paraId="67AA3C63" w14:textId="1248ED1F" w:rsidR="00CB3385" w:rsidRPr="0073532D" w:rsidRDefault="00CB3385" w:rsidP="00320495">
      <w:pPr>
        <w:pStyle w:val="answers-answer"/>
      </w:pPr>
      <w:r w:rsidRPr="0073532D">
        <w:t xml:space="preserve">Dependent variable: Alcohol consumed – </w:t>
      </w:r>
      <w:proofErr w:type="spellStart"/>
      <w:r w:rsidRPr="0073532D">
        <w:t>litres</w:t>
      </w:r>
      <w:proofErr w:type="spellEnd"/>
      <w:r w:rsidR="00E90E1F">
        <w:t xml:space="preserve">; </w:t>
      </w:r>
      <w:r w:rsidRPr="0073532D">
        <w:t>Independent variable: Time – year</w:t>
      </w:r>
    </w:p>
    <w:p w14:paraId="08DB967B" w14:textId="77777777" w:rsidR="00CB3385" w:rsidRDefault="00CB3385" w:rsidP="00A47BD3">
      <w:pPr>
        <w:pStyle w:val="answers-question"/>
      </w:pPr>
      <w:r w:rsidRPr="00C76056">
        <w:rPr>
          <w:b/>
        </w:rPr>
        <w:t>b</w:t>
      </w:r>
      <w:r w:rsidRPr="00C07EB3">
        <w:t xml:space="preserve"> Plot the data as a graph in the most appropriate manner.</w:t>
      </w:r>
    </w:p>
    <w:p w14:paraId="6B28B177" w14:textId="77777777" w:rsidR="00CB3385" w:rsidRPr="0073532D" w:rsidRDefault="00CB3385" w:rsidP="00CB3385">
      <w:pPr>
        <w:spacing w:line="360" w:lineRule="auto"/>
        <w:rPr>
          <w:i/>
          <w:iCs/>
          <w:lang w:val="en-US"/>
        </w:rPr>
      </w:pPr>
      <w:r w:rsidRPr="00D273BE">
        <w:rPr>
          <w:rStyle w:val="answer"/>
        </w:rPr>
        <w:t>Answer</w:t>
      </w:r>
      <w:r>
        <w:rPr>
          <w:i/>
          <w:iCs/>
          <w:lang w:val="en-US"/>
        </w:rPr>
        <w:t>:</w:t>
      </w:r>
    </w:p>
    <w:p w14:paraId="44191EE2" w14:textId="77777777" w:rsidR="00CB3385" w:rsidRDefault="00CB3385" w:rsidP="00CB3385">
      <w:pPr>
        <w:spacing w:line="360" w:lineRule="auto"/>
        <w:rPr>
          <w:lang w:val="en-US"/>
        </w:rPr>
      </w:pPr>
      <w:r>
        <w:rPr>
          <w:noProof/>
        </w:rPr>
        <w:drawing>
          <wp:inline distT="0" distB="0" distL="0" distR="0" wp14:anchorId="516B51D6" wp14:editId="3B584B75">
            <wp:extent cx="3792772" cy="16438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25161" cy="1657902"/>
                    </a:xfrm>
                    <a:prstGeom prst="rect">
                      <a:avLst/>
                    </a:prstGeom>
                  </pic:spPr>
                </pic:pic>
              </a:graphicData>
            </a:graphic>
          </wp:inline>
        </w:drawing>
      </w:r>
    </w:p>
    <w:p w14:paraId="08B31F60" w14:textId="77777777" w:rsidR="00813636" w:rsidRDefault="00813636">
      <w:pPr>
        <w:spacing w:line="240" w:lineRule="auto"/>
        <w:rPr>
          <w:rFonts w:ascii="Verdana" w:hAnsi="Verdana"/>
          <w:b/>
          <w:color w:val="00AEEF"/>
          <w:sz w:val="24"/>
          <w:szCs w:val="28"/>
          <w:lang w:val="en-US" w:eastAsia="en-US"/>
        </w:rPr>
      </w:pPr>
      <w:r>
        <w:rPr>
          <w:lang w:val="en-US"/>
        </w:rPr>
        <w:br w:type="page"/>
      </w:r>
    </w:p>
    <w:p w14:paraId="4FF84F4C" w14:textId="0164879C" w:rsidR="00CB3385" w:rsidRPr="00C07EB3" w:rsidRDefault="00CB3385" w:rsidP="00CB3385">
      <w:pPr>
        <w:pStyle w:val="i-chead"/>
        <w:rPr>
          <w:lang w:val="en-US"/>
        </w:rPr>
      </w:pPr>
      <w:r w:rsidRPr="00C07EB3">
        <w:rPr>
          <w:lang w:val="en-US"/>
        </w:rPr>
        <w:lastRenderedPageBreak/>
        <w:t>Chapter</w:t>
      </w:r>
      <w:r>
        <w:rPr>
          <w:lang w:val="en-US"/>
        </w:rPr>
        <w:t xml:space="preserve"> 1</w:t>
      </w:r>
      <w:r w:rsidRPr="00C07EB3">
        <w:rPr>
          <w:lang w:val="en-US"/>
        </w:rPr>
        <w:t xml:space="preserve"> review questions</w:t>
      </w:r>
    </w:p>
    <w:p w14:paraId="0407068E" w14:textId="77777777" w:rsidR="00CB3385" w:rsidRPr="00C07EB3" w:rsidRDefault="00CB3385" w:rsidP="00CB3385">
      <w:pPr>
        <w:pStyle w:val="i-chead"/>
        <w:rPr>
          <w:lang w:val="en-US"/>
        </w:rPr>
      </w:pPr>
      <w:r w:rsidRPr="00C07EB3">
        <w:rPr>
          <w:lang w:val="en-US"/>
        </w:rPr>
        <w:t>Recall</w:t>
      </w:r>
    </w:p>
    <w:p w14:paraId="1C93374D" w14:textId="77777777" w:rsidR="00CB3385" w:rsidRDefault="00CB3385" w:rsidP="00A47BD3">
      <w:pPr>
        <w:pStyle w:val="answers-question"/>
      </w:pPr>
      <w:r w:rsidRPr="00C76056">
        <w:rPr>
          <w:b/>
        </w:rPr>
        <w:t xml:space="preserve">1 </w:t>
      </w:r>
      <w:proofErr w:type="spellStart"/>
      <w:r w:rsidRPr="00C76056">
        <w:rPr>
          <w:b/>
        </w:rPr>
        <w:t>a</w:t>
      </w:r>
      <w:proofErr w:type="spellEnd"/>
      <w:r w:rsidRPr="00C07EB3">
        <w:t xml:space="preserve"> What is science?</w:t>
      </w:r>
    </w:p>
    <w:p w14:paraId="35E331AA" w14:textId="3313D5D8" w:rsidR="00CB3385" w:rsidRPr="00C07EB3" w:rsidRDefault="00CB3385" w:rsidP="007A6F20">
      <w:pPr>
        <w:pStyle w:val="answers-answer"/>
      </w:pPr>
      <w:r w:rsidRPr="00D273BE">
        <w:rPr>
          <w:rStyle w:val="answer"/>
        </w:rPr>
        <w:t>Answer</w:t>
      </w:r>
      <w:r w:rsidRPr="004E2388">
        <w:rPr>
          <w:i/>
        </w:rPr>
        <w:t>:</w:t>
      </w:r>
      <w:r w:rsidRPr="004E2388">
        <w:t xml:space="preserve"> Science is both a process of inquiry and a body of knowledge, gained by systematic observation</w:t>
      </w:r>
      <w:r w:rsidR="007A6F20">
        <w:t xml:space="preserve"> </w:t>
      </w:r>
      <w:r w:rsidRPr="004E2388">
        <w:t>and testing of ideas.</w:t>
      </w:r>
    </w:p>
    <w:p w14:paraId="67F50F70" w14:textId="77777777" w:rsidR="00CB3385" w:rsidRDefault="00CB3385" w:rsidP="00A47BD3">
      <w:pPr>
        <w:pStyle w:val="answers-question"/>
      </w:pPr>
      <w:r w:rsidRPr="00C76056">
        <w:rPr>
          <w:b/>
        </w:rPr>
        <w:t>b</w:t>
      </w:r>
      <w:r w:rsidRPr="00C07EB3">
        <w:t xml:space="preserve"> Why is human biology a science?</w:t>
      </w:r>
    </w:p>
    <w:p w14:paraId="1886610B" w14:textId="5B613518" w:rsidR="00CB3385" w:rsidRPr="00C07EB3" w:rsidRDefault="00CB3385" w:rsidP="007A6F20">
      <w:pPr>
        <w:pStyle w:val="answers-answer"/>
      </w:pPr>
      <w:r w:rsidRPr="00D273BE">
        <w:rPr>
          <w:rStyle w:val="answer"/>
        </w:rPr>
        <w:t>Answer</w:t>
      </w:r>
      <w:r w:rsidRPr="004E2388">
        <w:rPr>
          <w:i/>
        </w:rPr>
        <w:t>:</w:t>
      </w:r>
      <w:r w:rsidRPr="004E2388">
        <w:t xml:space="preserve"> Human biology is a science because it is a body of knowledge relating to humans that has been</w:t>
      </w:r>
      <w:r w:rsidR="007A6F20">
        <w:t xml:space="preserve"> </w:t>
      </w:r>
      <w:r w:rsidRPr="004E2388">
        <w:t>built up by discoveries made by successive generations of scientists.</w:t>
      </w:r>
    </w:p>
    <w:p w14:paraId="7645A827" w14:textId="77777777" w:rsidR="00CB3385" w:rsidRDefault="00CB3385" w:rsidP="00A47BD3">
      <w:pPr>
        <w:pStyle w:val="answers-question"/>
      </w:pPr>
      <w:r w:rsidRPr="00C76056">
        <w:rPr>
          <w:b/>
        </w:rPr>
        <w:t>2 a</w:t>
      </w:r>
      <w:r w:rsidRPr="00C07EB3">
        <w:t xml:space="preserve"> Describe a hypothesis.</w:t>
      </w:r>
    </w:p>
    <w:p w14:paraId="6950D31B" w14:textId="77777777" w:rsidR="00CB3385" w:rsidRPr="00C07EB3" w:rsidRDefault="00CB3385" w:rsidP="007A6F20">
      <w:pPr>
        <w:pStyle w:val="answers-answer"/>
      </w:pPr>
      <w:r w:rsidRPr="00D273BE">
        <w:rPr>
          <w:rStyle w:val="answer"/>
        </w:rPr>
        <w:t>Answer</w:t>
      </w:r>
      <w:r w:rsidRPr="004E2388">
        <w:rPr>
          <w:i/>
        </w:rPr>
        <w:t>:</w:t>
      </w:r>
      <w:r w:rsidRPr="004E2388">
        <w:t xml:space="preserve"> A hypothesis is a possible explanation or solution to a problem. Hypotheses are testable.</w:t>
      </w:r>
    </w:p>
    <w:p w14:paraId="5CBFA539" w14:textId="77777777" w:rsidR="00CB3385" w:rsidRDefault="00CB3385" w:rsidP="00A47BD3">
      <w:pPr>
        <w:pStyle w:val="answers-question"/>
      </w:pPr>
      <w:r w:rsidRPr="00C76056">
        <w:rPr>
          <w:b/>
        </w:rPr>
        <w:t xml:space="preserve">b </w:t>
      </w:r>
      <w:r w:rsidRPr="00C07EB3">
        <w:t>Why do scientists make hypotheses?</w:t>
      </w:r>
    </w:p>
    <w:p w14:paraId="3A656D5A" w14:textId="6CD5A13A" w:rsidR="00CB3385" w:rsidRPr="00C07EB3" w:rsidRDefault="00CB3385" w:rsidP="007A6F20">
      <w:pPr>
        <w:pStyle w:val="answers-answer"/>
      </w:pPr>
      <w:r w:rsidRPr="00D273BE">
        <w:rPr>
          <w:rStyle w:val="answer"/>
        </w:rPr>
        <w:t>Answer</w:t>
      </w:r>
      <w:r w:rsidRPr="004E2388">
        <w:rPr>
          <w:i/>
        </w:rPr>
        <w:t>:</w:t>
      </w:r>
      <w:r w:rsidRPr="004E2388">
        <w:t xml:space="preserve"> A hypothesis is a tentative explanation for observations. By proposing a hypothesis, the</w:t>
      </w:r>
      <w:r w:rsidR="007A6F20">
        <w:t xml:space="preserve"> </w:t>
      </w:r>
      <w:r w:rsidRPr="004E2388">
        <w:t>scientist can then test it to see whether the explanation is valid. Scientists must design experiments so</w:t>
      </w:r>
      <w:r w:rsidR="007A6F20">
        <w:t xml:space="preserve"> </w:t>
      </w:r>
      <w:r w:rsidRPr="004E2388">
        <w:t>that the results will either support or disprove their hypotheses.</w:t>
      </w:r>
    </w:p>
    <w:p w14:paraId="6020DD40" w14:textId="77777777" w:rsidR="00CB3385" w:rsidRDefault="00CB3385" w:rsidP="00A47BD3">
      <w:pPr>
        <w:pStyle w:val="answers-question"/>
      </w:pPr>
      <w:r w:rsidRPr="00C76056">
        <w:rPr>
          <w:b/>
        </w:rPr>
        <w:t>3 a</w:t>
      </w:r>
      <w:r w:rsidRPr="00C07EB3">
        <w:t xml:space="preserve"> Define ‘literature review’.</w:t>
      </w:r>
    </w:p>
    <w:p w14:paraId="67D4CBFF" w14:textId="77777777" w:rsidR="00CB3385" w:rsidRPr="004E2388" w:rsidRDefault="00CB3385" w:rsidP="007A6F20">
      <w:pPr>
        <w:pStyle w:val="answers-answer"/>
      </w:pPr>
      <w:r w:rsidRPr="00D273BE">
        <w:rPr>
          <w:rStyle w:val="answer"/>
        </w:rPr>
        <w:t>Answer</w:t>
      </w:r>
      <w:r w:rsidRPr="004E2388">
        <w:rPr>
          <w:i/>
        </w:rPr>
        <w:t>:</w:t>
      </w:r>
      <w:r w:rsidRPr="004E2388">
        <w:t xml:space="preserve"> A literature review involves reviewing books, scientific journals and the internet to find out what</w:t>
      </w:r>
      <w:r>
        <w:t xml:space="preserve"> </w:t>
      </w:r>
      <w:r w:rsidRPr="004E2388">
        <w:t>information relating to the subject under investigation has been collected and published by others.</w:t>
      </w:r>
    </w:p>
    <w:p w14:paraId="69A2D71E" w14:textId="77777777" w:rsidR="00CB3385" w:rsidRDefault="00CB3385" w:rsidP="00A47BD3">
      <w:pPr>
        <w:pStyle w:val="answers-question"/>
      </w:pPr>
      <w:r w:rsidRPr="00C76056">
        <w:rPr>
          <w:b/>
        </w:rPr>
        <w:t>b</w:t>
      </w:r>
      <w:r w:rsidRPr="00C07EB3">
        <w:t xml:space="preserve"> When would you carry out a</w:t>
      </w:r>
      <w:r>
        <w:t xml:space="preserve"> </w:t>
      </w:r>
      <w:r w:rsidRPr="00C07EB3">
        <w:t>literature review?</w:t>
      </w:r>
    </w:p>
    <w:p w14:paraId="17EAB683" w14:textId="71E8C701" w:rsidR="00CB3385" w:rsidRPr="00C07EB3" w:rsidRDefault="00CB3385" w:rsidP="007A6F20">
      <w:pPr>
        <w:pStyle w:val="answers-answer"/>
      </w:pPr>
      <w:r w:rsidRPr="00D273BE">
        <w:rPr>
          <w:rStyle w:val="answer"/>
        </w:rPr>
        <w:t>Answer</w:t>
      </w:r>
      <w:r w:rsidRPr="004E2388">
        <w:rPr>
          <w:i/>
        </w:rPr>
        <w:t>:</w:t>
      </w:r>
      <w:r w:rsidRPr="004E2388">
        <w:t xml:space="preserve"> A literature review would be carried out once a scientist decides to investigate a problem. Thus, the</w:t>
      </w:r>
      <w:r>
        <w:t xml:space="preserve"> </w:t>
      </w:r>
      <w:r w:rsidRPr="004E2388">
        <w:t>scientist can build on past scientific work in the specific field of investigation, and not duplicate work</w:t>
      </w:r>
      <w:r w:rsidR="007A6F20">
        <w:t xml:space="preserve"> </w:t>
      </w:r>
      <w:r w:rsidRPr="004E2388">
        <w:t>previously done.</w:t>
      </w:r>
    </w:p>
    <w:p w14:paraId="22688DAB" w14:textId="77777777" w:rsidR="00CB3385" w:rsidRDefault="00CB3385" w:rsidP="00A47BD3">
      <w:pPr>
        <w:pStyle w:val="answers-question"/>
      </w:pPr>
      <w:r w:rsidRPr="00C76056">
        <w:rPr>
          <w:b/>
        </w:rPr>
        <w:t>4</w:t>
      </w:r>
      <w:r w:rsidRPr="00C07EB3">
        <w:t xml:space="preserve"> List the characteristics of a good</w:t>
      </w:r>
      <w:r>
        <w:t xml:space="preserve"> </w:t>
      </w:r>
      <w:r w:rsidRPr="00C07EB3">
        <w:t>hypothesis.</w:t>
      </w:r>
    </w:p>
    <w:p w14:paraId="200F96F0" w14:textId="3128E887" w:rsidR="00CB3385" w:rsidRPr="004E2388" w:rsidRDefault="00CB3385" w:rsidP="007A6F20">
      <w:pPr>
        <w:pStyle w:val="answers-answer"/>
      </w:pPr>
      <w:r w:rsidRPr="00D273BE">
        <w:rPr>
          <w:rStyle w:val="answer"/>
        </w:rPr>
        <w:t>Answer</w:t>
      </w:r>
      <w:r w:rsidRPr="004E2388">
        <w:rPr>
          <w:i/>
        </w:rPr>
        <w:t>:</w:t>
      </w:r>
      <w:r w:rsidRPr="004E2388">
        <w:t xml:space="preserve"> It is usually a positive statement, it can be tested, it is as short as </w:t>
      </w:r>
      <w:r w:rsidR="00B60A03" w:rsidRPr="004E2388">
        <w:t>possible,</w:t>
      </w:r>
      <w:r w:rsidRPr="004E2388">
        <w:t xml:space="preserve"> and it links two</w:t>
      </w:r>
    </w:p>
    <w:p w14:paraId="111E4969" w14:textId="77777777" w:rsidR="00CB3385" w:rsidRPr="00C07EB3" w:rsidRDefault="00CB3385" w:rsidP="007A6F20">
      <w:pPr>
        <w:pStyle w:val="answers-answer"/>
      </w:pPr>
      <w:r w:rsidRPr="004E2388">
        <w:t>variables.</w:t>
      </w:r>
    </w:p>
    <w:p w14:paraId="51F2FAEA" w14:textId="77777777" w:rsidR="00CB3385" w:rsidRDefault="00CB3385" w:rsidP="00A47BD3">
      <w:pPr>
        <w:pStyle w:val="answers-question"/>
      </w:pPr>
      <w:r w:rsidRPr="00C76056">
        <w:rPr>
          <w:b/>
        </w:rPr>
        <w:t>5</w:t>
      </w:r>
      <w:r w:rsidRPr="00C07EB3">
        <w:t xml:space="preserve"> Describe the two types of experimental</w:t>
      </w:r>
      <w:r>
        <w:t xml:space="preserve"> </w:t>
      </w:r>
      <w:r w:rsidRPr="00C07EB3">
        <w:t>error, including how the effects of each</w:t>
      </w:r>
      <w:r>
        <w:t xml:space="preserve"> </w:t>
      </w:r>
      <w:r w:rsidRPr="00C07EB3">
        <w:t>type can be</w:t>
      </w:r>
      <w:r>
        <w:t xml:space="preserve"> </w:t>
      </w:r>
      <w:proofErr w:type="spellStart"/>
      <w:r w:rsidRPr="00C07EB3">
        <w:t>minimised</w:t>
      </w:r>
      <w:proofErr w:type="spellEnd"/>
      <w:r w:rsidRPr="00C07EB3">
        <w:t>.</w:t>
      </w:r>
    </w:p>
    <w:p w14:paraId="7190BE91" w14:textId="77777777" w:rsidR="00CB3385" w:rsidRPr="004E2388" w:rsidRDefault="00CB3385" w:rsidP="007A6F20">
      <w:pPr>
        <w:pStyle w:val="answers-answer"/>
      </w:pPr>
      <w:r w:rsidRPr="00D273BE">
        <w:rPr>
          <w:rStyle w:val="answer"/>
        </w:rPr>
        <w:t>Answer</w:t>
      </w:r>
      <w:r w:rsidRPr="004E2388">
        <w:t>:</w:t>
      </w:r>
    </w:p>
    <w:p w14:paraId="58EBBF87" w14:textId="77777777" w:rsidR="00CB3385" w:rsidRDefault="00CB3385" w:rsidP="007A6F20">
      <w:pPr>
        <w:pStyle w:val="answers-answer"/>
      </w:pPr>
      <w:r w:rsidRPr="004E2388">
        <w:t>Random errors: Unpredictable errors caused by lack of precision in measuring</w:t>
      </w:r>
    </w:p>
    <w:p w14:paraId="671F8BD0" w14:textId="77777777" w:rsidR="00CB3385" w:rsidRPr="004E2388" w:rsidRDefault="00CB3385" w:rsidP="007A6F20">
      <w:pPr>
        <w:pStyle w:val="answers-answer"/>
      </w:pPr>
      <w:proofErr w:type="spellStart"/>
      <w:r w:rsidRPr="004E2388">
        <w:lastRenderedPageBreak/>
        <w:t>Minimising</w:t>
      </w:r>
      <w:proofErr w:type="spellEnd"/>
      <w:r w:rsidRPr="004E2388">
        <w:t xml:space="preserve"> random errors: Take several measurements and find the average</w:t>
      </w:r>
    </w:p>
    <w:p w14:paraId="4043885F" w14:textId="77777777" w:rsidR="00CB3385" w:rsidRDefault="00CB3385" w:rsidP="007A6F20">
      <w:pPr>
        <w:pStyle w:val="answers-answer"/>
      </w:pPr>
      <w:r w:rsidRPr="004E2388">
        <w:t>Systematic errors: Caused by experimental design</w:t>
      </w:r>
    </w:p>
    <w:p w14:paraId="79D38E3B" w14:textId="77777777" w:rsidR="00CB3385" w:rsidRPr="00C07EB3" w:rsidRDefault="00CB3385" w:rsidP="007A6F20">
      <w:pPr>
        <w:pStyle w:val="answers-answer"/>
      </w:pPr>
      <w:proofErr w:type="spellStart"/>
      <w:r w:rsidRPr="004E2388">
        <w:t>Minimising</w:t>
      </w:r>
      <w:proofErr w:type="spellEnd"/>
      <w:r w:rsidRPr="004E2388">
        <w:t xml:space="preserve"> systematic errors: Critically evaluate experimental design and change the design if</w:t>
      </w:r>
      <w:r>
        <w:t xml:space="preserve"> </w:t>
      </w:r>
      <w:r w:rsidRPr="004E2388">
        <w:t>necessary.</w:t>
      </w:r>
    </w:p>
    <w:p w14:paraId="440478F3" w14:textId="77777777" w:rsidR="00CB3385" w:rsidRDefault="00CB3385" w:rsidP="00A47BD3">
      <w:pPr>
        <w:pStyle w:val="answers-question"/>
      </w:pPr>
      <w:r w:rsidRPr="00C76056">
        <w:rPr>
          <w:b/>
        </w:rPr>
        <w:t>6</w:t>
      </w:r>
      <w:r w:rsidRPr="00C07EB3">
        <w:t xml:space="preserve"> List the ethical principles that must be</w:t>
      </w:r>
      <w:r>
        <w:t xml:space="preserve"> </w:t>
      </w:r>
      <w:r w:rsidRPr="00C07EB3">
        <w:t>satisfied in any research project.</w:t>
      </w:r>
    </w:p>
    <w:p w14:paraId="7AA0E481" w14:textId="77777777" w:rsidR="00CB3385" w:rsidRPr="004E2388" w:rsidRDefault="00CB3385" w:rsidP="007A6F20">
      <w:pPr>
        <w:pStyle w:val="answers-answer"/>
      </w:pPr>
      <w:r w:rsidRPr="00D273BE">
        <w:rPr>
          <w:rStyle w:val="answer"/>
        </w:rPr>
        <w:t>Answer</w:t>
      </w:r>
      <w:r w:rsidRPr="004E2388">
        <w:t>:</w:t>
      </w:r>
    </w:p>
    <w:p w14:paraId="096B2E17" w14:textId="77777777" w:rsidR="00CB3385" w:rsidRPr="004E2388" w:rsidRDefault="00CB3385" w:rsidP="007A6F20">
      <w:pPr>
        <w:pStyle w:val="answers-answer"/>
      </w:pPr>
      <w:r w:rsidRPr="004E2388">
        <w:t>• Voluntary participation</w:t>
      </w:r>
    </w:p>
    <w:p w14:paraId="6FD3DA54" w14:textId="77777777" w:rsidR="00CB3385" w:rsidRPr="004E2388" w:rsidRDefault="00CB3385" w:rsidP="007A6F20">
      <w:pPr>
        <w:pStyle w:val="answers-answer"/>
      </w:pPr>
      <w:r w:rsidRPr="004E2388">
        <w:t>• Informed consent</w:t>
      </w:r>
    </w:p>
    <w:p w14:paraId="2D6BCEA4" w14:textId="77777777" w:rsidR="00CB3385" w:rsidRPr="004E2388" w:rsidRDefault="00CB3385" w:rsidP="007A6F20">
      <w:pPr>
        <w:pStyle w:val="answers-answer"/>
      </w:pPr>
      <w:r w:rsidRPr="004E2388">
        <w:t>• No risk of harm to subjects or investigators</w:t>
      </w:r>
    </w:p>
    <w:p w14:paraId="1BE32274" w14:textId="77777777" w:rsidR="00CB3385" w:rsidRPr="004E2388" w:rsidRDefault="00CB3385" w:rsidP="007A6F20">
      <w:pPr>
        <w:pStyle w:val="answers-answer"/>
      </w:pPr>
      <w:r w:rsidRPr="004E2388">
        <w:t>• Confidentiality</w:t>
      </w:r>
    </w:p>
    <w:p w14:paraId="73AD6A72" w14:textId="77777777" w:rsidR="00CB3385" w:rsidRDefault="00CB3385" w:rsidP="007A6F20">
      <w:pPr>
        <w:pStyle w:val="answers-answer"/>
      </w:pPr>
      <w:r w:rsidRPr="004E2388">
        <w:t>• Anonymity</w:t>
      </w:r>
    </w:p>
    <w:p w14:paraId="5ED97AFE" w14:textId="77777777" w:rsidR="00CB3385" w:rsidRPr="00C07EB3" w:rsidRDefault="00CB3385" w:rsidP="00CB3385">
      <w:pPr>
        <w:pStyle w:val="i-chead"/>
        <w:rPr>
          <w:lang w:val="en-US"/>
        </w:rPr>
      </w:pPr>
      <w:r w:rsidRPr="00C07EB3">
        <w:rPr>
          <w:lang w:val="en-US"/>
        </w:rPr>
        <w:t>Explain</w:t>
      </w:r>
    </w:p>
    <w:p w14:paraId="58504B8C" w14:textId="77777777" w:rsidR="00CB3385" w:rsidRPr="00C07EB3" w:rsidRDefault="00CB3385" w:rsidP="00A47BD3">
      <w:pPr>
        <w:pStyle w:val="answers-question"/>
      </w:pPr>
      <w:r w:rsidRPr="00C76056">
        <w:rPr>
          <w:b/>
        </w:rPr>
        <w:t>7</w:t>
      </w:r>
      <w:r w:rsidRPr="00C07EB3">
        <w:t xml:space="preserve"> Use an example to explain why</w:t>
      </w:r>
      <w:r>
        <w:t xml:space="preserve"> </w:t>
      </w:r>
      <w:r w:rsidRPr="00C07EB3">
        <w:t>classification is an important part of</w:t>
      </w:r>
      <w:r>
        <w:t xml:space="preserve"> </w:t>
      </w:r>
      <w:r w:rsidRPr="00C07EB3">
        <w:t>science.</w:t>
      </w:r>
    </w:p>
    <w:p w14:paraId="1B6F1B92" w14:textId="77777777" w:rsidR="00CB3385" w:rsidRPr="002B2045" w:rsidRDefault="00CB3385" w:rsidP="007A6F20">
      <w:pPr>
        <w:pStyle w:val="answers-answer"/>
      </w:pPr>
      <w:r w:rsidRPr="00D273BE">
        <w:rPr>
          <w:rStyle w:val="answer"/>
        </w:rPr>
        <w:t>Answer</w:t>
      </w:r>
      <w:r>
        <w:rPr>
          <w:i/>
        </w:rPr>
        <w:t>:</w:t>
      </w:r>
      <w:r>
        <w:t xml:space="preserve"> Classification places things in groups based on their characteristics. It serves to facilitate scientific study and make communication easier. For example, taxonomic classification of animals allows scientists to discuss primates, without the requirement to describe what primates look like.</w:t>
      </w:r>
    </w:p>
    <w:p w14:paraId="10815E20" w14:textId="77777777" w:rsidR="00CB3385" w:rsidRDefault="00CB3385" w:rsidP="00A47BD3">
      <w:pPr>
        <w:pStyle w:val="answers-question"/>
      </w:pPr>
      <w:r w:rsidRPr="00C76056">
        <w:rPr>
          <w:b/>
        </w:rPr>
        <w:t>8</w:t>
      </w:r>
      <w:r w:rsidRPr="00C07EB3">
        <w:t xml:space="preserve"> Explain why an experiment must have a</w:t>
      </w:r>
      <w:r>
        <w:t xml:space="preserve"> </w:t>
      </w:r>
      <w:r w:rsidRPr="00C07EB3">
        <w:t>control.</w:t>
      </w:r>
    </w:p>
    <w:p w14:paraId="21925B64" w14:textId="409D1DC9" w:rsidR="00CB3385" w:rsidRPr="00C07EB3" w:rsidRDefault="00CB3385" w:rsidP="007A6F20">
      <w:pPr>
        <w:pStyle w:val="answers-answer"/>
      </w:pPr>
      <w:r w:rsidRPr="00D273BE">
        <w:rPr>
          <w:rStyle w:val="answer"/>
        </w:rPr>
        <w:t>Answer</w:t>
      </w:r>
      <w:r w:rsidRPr="007178BB">
        <w:rPr>
          <w:i/>
        </w:rPr>
        <w:t>:</w:t>
      </w:r>
      <w:r w:rsidRPr="007178BB">
        <w:t xml:space="preserve"> A control is necessary for the scientist to be able to compare the results with the experiment in</w:t>
      </w:r>
      <w:r w:rsidR="00B60A03">
        <w:t xml:space="preserve"> </w:t>
      </w:r>
      <w:r w:rsidRPr="007178BB">
        <w:t>which the only difference is the one variable being tested. Without a control, the scientist would be unable</w:t>
      </w:r>
      <w:r>
        <w:t xml:space="preserve"> </w:t>
      </w:r>
      <w:r w:rsidRPr="007178BB">
        <w:t>to say that the results were due to changes in the experimental variable.</w:t>
      </w:r>
    </w:p>
    <w:p w14:paraId="06C8BE95" w14:textId="77777777" w:rsidR="00CB3385" w:rsidRDefault="00CB3385" w:rsidP="00A47BD3">
      <w:pPr>
        <w:pStyle w:val="answers-question"/>
      </w:pPr>
      <w:r w:rsidRPr="00C76056">
        <w:rPr>
          <w:b/>
        </w:rPr>
        <w:t>9</w:t>
      </w:r>
      <w:r w:rsidRPr="00C07EB3">
        <w:t xml:space="preserve"> Why is repetition important in scientific</w:t>
      </w:r>
      <w:r>
        <w:t xml:space="preserve"> </w:t>
      </w:r>
      <w:r w:rsidRPr="00C07EB3">
        <w:t>investigation?</w:t>
      </w:r>
    </w:p>
    <w:p w14:paraId="2F0EF504" w14:textId="0A5E2DD7" w:rsidR="00CB3385" w:rsidRPr="00C07EB3" w:rsidRDefault="00CB3385" w:rsidP="007A6F20">
      <w:pPr>
        <w:pStyle w:val="answers-answer"/>
      </w:pPr>
      <w:r w:rsidRPr="00D273BE">
        <w:rPr>
          <w:rStyle w:val="answer"/>
        </w:rPr>
        <w:t>Answer</w:t>
      </w:r>
      <w:r w:rsidRPr="007178BB">
        <w:rPr>
          <w:i/>
        </w:rPr>
        <w:t>:</w:t>
      </w:r>
      <w:r w:rsidRPr="007178BB">
        <w:t xml:space="preserve"> Repetition is important in scientific investigations because it ensures that the results of an</w:t>
      </w:r>
      <w:r w:rsidR="00B60A03">
        <w:t xml:space="preserve"> </w:t>
      </w:r>
      <w:r w:rsidRPr="007178BB">
        <w:t>experiment are reliable. It also ensures that, when the results of many trials are averaged, the scientists</w:t>
      </w:r>
      <w:r w:rsidR="00B60A03">
        <w:t xml:space="preserve"> </w:t>
      </w:r>
      <w:r w:rsidRPr="007178BB">
        <w:t xml:space="preserve">have </w:t>
      </w:r>
      <w:proofErr w:type="spellStart"/>
      <w:r w:rsidRPr="007178BB">
        <w:t>minimised</w:t>
      </w:r>
      <w:proofErr w:type="spellEnd"/>
      <w:r w:rsidRPr="007178BB">
        <w:t xml:space="preserve"> the effect of any chance or anomalous results that may influence the overall result.</w:t>
      </w:r>
    </w:p>
    <w:p w14:paraId="6BDA70D8" w14:textId="77777777" w:rsidR="00CB3385" w:rsidRDefault="00CB3385" w:rsidP="00A47BD3">
      <w:pPr>
        <w:pStyle w:val="answers-question"/>
      </w:pPr>
      <w:r w:rsidRPr="00C76056">
        <w:rPr>
          <w:b/>
        </w:rPr>
        <w:t>10</w:t>
      </w:r>
      <w:r w:rsidRPr="00C07EB3">
        <w:t xml:space="preserve"> The results of experiments are expressed</w:t>
      </w:r>
      <w:r>
        <w:t xml:space="preserve"> </w:t>
      </w:r>
      <w:r w:rsidRPr="00C07EB3">
        <w:t>as measurements whenever possible.</w:t>
      </w:r>
      <w:r>
        <w:t xml:space="preserve"> </w:t>
      </w:r>
      <w:r w:rsidRPr="00C07EB3">
        <w:t>Explain the reason for this.</w:t>
      </w:r>
    </w:p>
    <w:p w14:paraId="368333CA" w14:textId="6577E32B" w:rsidR="00CB3385" w:rsidRPr="00C07EB3" w:rsidRDefault="00CB3385" w:rsidP="007A6F20">
      <w:pPr>
        <w:pStyle w:val="answers-answer"/>
      </w:pPr>
      <w:r w:rsidRPr="00D273BE">
        <w:rPr>
          <w:rStyle w:val="answer"/>
        </w:rPr>
        <w:t>Answer</w:t>
      </w:r>
      <w:r w:rsidRPr="007178BB">
        <w:rPr>
          <w:i/>
        </w:rPr>
        <w:t>:</w:t>
      </w:r>
      <w:r w:rsidRPr="007178BB">
        <w:t xml:space="preserve"> Measurements give a quantitative result that is less likely to be affected by bias, as qualitative</w:t>
      </w:r>
      <w:r w:rsidR="00B60A03">
        <w:t xml:space="preserve"> </w:t>
      </w:r>
      <w:r w:rsidRPr="007178BB">
        <w:t>observations would be.</w:t>
      </w:r>
    </w:p>
    <w:p w14:paraId="5A11CDFE" w14:textId="77777777" w:rsidR="00B60A03" w:rsidRDefault="00B60A03" w:rsidP="00A47BD3">
      <w:pPr>
        <w:pStyle w:val="answers-question"/>
        <w:rPr>
          <w:b/>
        </w:rPr>
      </w:pPr>
    </w:p>
    <w:p w14:paraId="6266AFBC" w14:textId="4352C9BA" w:rsidR="00CB3385" w:rsidRDefault="00CB3385" w:rsidP="00A47BD3">
      <w:pPr>
        <w:pStyle w:val="answers-question"/>
      </w:pPr>
      <w:r w:rsidRPr="00C76056">
        <w:rPr>
          <w:b/>
        </w:rPr>
        <w:lastRenderedPageBreak/>
        <w:t>11</w:t>
      </w:r>
      <w:r w:rsidRPr="00C07EB3">
        <w:t xml:space="preserve"> Explain the difference between a</w:t>
      </w:r>
      <w:r>
        <w:t xml:space="preserve"> </w:t>
      </w:r>
      <w:r w:rsidRPr="00C07EB3">
        <w:t>hypothesis and a scientific theory.</w:t>
      </w:r>
    </w:p>
    <w:p w14:paraId="486DCA18" w14:textId="7EF960D3" w:rsidR="00CB3385" w:rsidRPr="00C07EB3" w:rsidRDefault="00CB3385" w:rsidP="007A6F20">
      <w:pPr>
        <w:pStyle w:val="answers-answer"/>
      </w:pPr>
      <w:r w:rsidRPr="00D273BE">
        <w:rPr>
          <w:rStyle w:val="answer"/>
        </w:rPr>
        <w:t>Answer</w:t>
      </w:r>
      <w:r w:rsidRPr="007178BB">
        <w:rPr>
          <w:i/>
        </w:rPr>
        <w:t>:</w:t>
      </w:r>
      <w:r w:rsidRPr="007178BB">
        <w:t xml:space="preserve"> A scientific theory is formed when a hypothesis has been tested many times and no evidence</w:t>
      </w:r>
      <w:r w:rsidR="00B60A03">
        <w:t xml:space="preserve"> </w:t>
      </w:r>
      <w:r w:rsidRPr="007178BB">
        <w:t>against the hypothesis has been found. The hypothesis is the beginning of the process of developing a</w:t>
      </w:r>
      <w:r w:rsidR="00B60A03">
        <w:t xml:space="preserve"> </w:t>
      </w:r>
      <w:r w:rsidRPr="007178BB">
        <w:t>scientific theory. When the hypothesis has so much supporting evidence that it is generally accepted, it</w:t>
      </w:r>
      <w:r w:rsidR="00B60A03">
        <w:t xml:space="preserve"> </w:t>
      </w:r>
      <w:r w:rsidRPr="007178BB">
        <w:t>becomes a theory.</w:t>
      </w:r>
    </w:p>
    <w:p w14:paraId="36EEE4E5" w14:textId="77777777" w:rsidR="00CB3385" w:rsidRDefault="00CB3385" w:rsidP="00A47BD3">
      <w:pPr>
        <w:pStyle w:val="answers-question"/>
      </w:pPr>
      <w:r w:rsidRPr="00C76056">
        <w:rPr>
          <w:b/>
        </w:rPr>
        <w:t>12 a</w:t>
      </w:r>
      <w:r w:rsidRPr="00C07EB3">
        <w:t xml:space="preserve"> Explain the difference between the</w:t>
      </w:r>
      <w:r>
        <w:t xml:space="preserve"> </w:t>
      </w:r>
      <w:r w:rsidRPr="00C07EB3">
        <w:t>experimental group and the control</w:t>
      </w:r>
      <w:r>
        <w:t xml:space="preserve"> </w:t>
      </w:r>
      <w:r w:rsidRPr="00C07EB3">
        <w:t>group in an experiment.</w:t>
      </w:r>
    </w:p>
    <w:p w14:paraId="33C06699" w14:textId="560E76FE" w:rsidR="00CB3385" w:rsidRPr="00C07EB3" w:rsidRDefault="00CB3385" w:rsidP="007A6F20">
      <w:pPr>
        <w:pStyle w:val="answers-answer"/>
      </w:pPr>
      <w:r w:rsidRPr="00D273BE">
        <w:rPr>
          <w:rStyle w:val="answer"/>
        </w:rPr>
        <w:t>Answer</w:t>
      </w:r>
      <w:r w:rsidRPr="007178BB">
        <w:rPr>
          <w:i/>
        </w:rPr>
        <w:t>:</w:t>
      </w:r>
      <w:r w:rsidRPr="007178BB">
        <w:t xml:space="preserve"> An experimental group is the group that is being exposed to the experimental treatment. The</w:t>
      </w:r>
      <w:r w:rsidR="00B60A03">
        <w:t xml:space="preserve"> </w:t>
      </w:r>
      <w:r w:rsidRPr="007178BB">
        <w:t>control group is identical to the experimental group in every way but is not exposed to the experimental</w:t>
      </w:r>
      <w:r w:rsidR="00B60A03">
        <w:t xml:space="preserve"> </w:t>
      </w:r>
      <w:r w:rsidRPr="007178BB">
        <w:t>treatment.</w:t>
      </w:r>
    </w:p>
    <w:p w14:paraId="772CC6E2" w14:textId="77777777" w:rsidR="00CB3385" w:rsidRDefault="00CB3385" w:rsidP="00A47BD3">
      <w:pPr>
        <w:pStyle w:val="answers-question"/>
      </w:pPr>
      <w:r w:rsidRPr="00C76056">
        <w:rPr>
          <w:b/>
        </w:rPr>
        <w:t>b</w:t>
      </w:r>
      <w:r w:rsidRPr="00C07EB3">
        <w:t xml:space="preserve"> What is the purpose of the control</w:t>
      </w:r>
      <w:r>
        <w:t xml:space="preserve"> </w:t>
      </w:r>
      <w:r w:rsidRPr="00C07EB3">
        <w:t>group?</w:t>
      </w:r>
    </w:p>
    <w:p w14:paraId="7369CA48" w14:textId="20E1349F" w:rsidR="00CB3385" w:rsidRPr="00C07EB3" w:rsidRDefault="00CB3385" w:rsidP="007A6F20">
      <w:pPr>
        <w:pStyle w:val="answers-answer"/>
      </w:pPr>
      <w:r w:rsidRPr="00D273BE">
        <w:rPr>
          <w:rStyle w:val="answer"/>
        </w:rPr>
        <w:t>Answer</w:t>
      </w:r>
      <w:r w:rsidRPr="007178BB">
        <w:rPr>
          <w:i/>
        </w:rPr>
        <w:t>:</w:t>
      </w:r>
      <w:r w:rsidRPr="007178BB">
        <w:t xml:space="preserve"> The control group gives a ‘base line’ reading. This group shows what is ‘normal’ and what</w:t>
      </w:r>
      <w:r w:rsidR="00B60A03">
        <w:t xml:space="preserve"> </w:t>
      </w:r>
      <w:r w:rsidRPr="007178BB">
        <w:t xml:space="preserve">happens in the experimental set-up without the effect of the experimental treatment. </w:t>
      </w:r>
      <w:proofErr w:type="gramStart"/>
      <w:r w:rsidRPr="007178BB">
        <w:t>Thus</w:t>
      </w:r>
      <w:proofErr w:type="gramEnd"/>
      <w:r w:rsidRPr="007178BB">
        <w:t xml:space="preserve"> its results</w:t>
      </w:r>
      <w:r w:rsidR="00B60A03">
        <w:t xml:space="preserve"> </w:t>
      </w:r>
      <w:r w:rsidRPr="007178BB">
        <w:t>are used as a comparison. Without the control group the investigator would not be able to say that the</w:t>
      </w:r>
      <w:r w:rsidR="00B60A03">
        <w:t xml:space="preserve"> </w:t>
      </w:r>
      <w:r w:rsidRPr="007178BB">
        <w:t>result was due to changes in the independent variable.</w:t>
      </w:r>
    </w:p>
    <w:p w14:paraId="3C822624" w14:textId="77777777" w:rsidR="00CB3385" w:rsidRPr="00C07EB3" w:rsidRDefault="00CB3385" w:rsidP="00A47BD3">
      <w:pPr>
        <w:pStyle w:val="answers-question"/>
      </w:pPr>
      <w:r w:rsidRPr="00C76056">
        <w:rPr>
          <w:b/>
        </w:rPr>
        <w:t xml:space="preserve">13 </w:t>
      </w:r>
      <w:r w:rsidRPr="00C07EB3">
        <w:t>A university study was conducted to</w:t>
      </w:r>
      <w:r>
        <w:t xml:space="preserve"> </w:t>
      </w:r>
      <w:r w:rsidRPr="00C07EB3">
        <w:t>investigate the effect of altitude on</w:t>
      </w:r>
      <w:r>
        <w:t xml:space="preserve"> </w:t>
      </w:r>
      <w:r w:rsidRPr="00C07EB3">
        <w:t>breathing rate. Use this</w:t>
      </w:r>
      <w:r>
        <w:t xml:space="preserve"> </w:t>
      </w:r>
      <w:r w:rsidRPr="00C07EB3">
        <w:t>example to:</w:t>
      </w:r>
    </w:p>
    <w:p w14:paraId="67FE01D3" w14:textId="77777777" w:rsidR="00CB3385" w:rsidRDefault="00CB3385" w:rsidP="00A47BD3">
      <w:pPr>
        <w:pStyle w:val="answers-question"/>
      </w:pPr>
      <w:proofErr w:type="spellStart"/>
      <w:r w:rsidRPr="00C76056">
        <w:rPr>
          <w:b/>
        </w:rPr>
        <w:t>a</w:t>
      </w:r>
      <w:proofErr w:type="spellEnd"/>
      <w:r w:rsidRPr="00C07EB3">
        <w:t xml:space="preserve"> explain the difference between the</w:t>
      </w:r>
      <w:r>
        <w:t xml:space="preserve"> </w:t>
      </w:r>
      <w:r w:rsidRPr="00C07EB3">
        <w:t>independent and dependent variables</w:t>
      </w:r>
      <w:r>
        <w:t xml:space="preserve"> </w:t>
      </w:r>
      <w:r w:rsidRPr="00C07EB3">
        <w:t>in an experiment</w:t>
      </w:r>
    </w:p>
    <w:p w14:paraId="1698F830" w14:textId="38C99460" w:rsidR="00CB3385" w:rsidRPr="000C0272" w:rsidRDefault="00CB3385" w:rsidP="007A6F20">
      <w:pPr>
        <w:pStyle w:val="answers-answer"/>
      </w:pPr>
      <w:r w:rsidRPr="00D273BE">
        <w:rPr>
          <w:rStyle w:val="answer"/>
        </w:rPr>
        <w:t>Answer</w:t>
      </w:r>
      <w:r w:rsidRPr="007178BB">
        <w:rPr>
          <w:i/>
        </w:rPr>
        <w:t>:</w:t>
      </w:r>
      <w:r>
        <w:t xml:space="preserve"> The independent variable is the factor being investigated, in this instance</w:t>
      </w:r>
      <w:r w:rsidR="00B60A03">
        <w:t>,</w:t>
      </w:r>
      <w:r>
        <w:t xml:space="preserve"> the change in altitude. The dependent variable is the factor that changes due to the changes made to the independent variable. In this instance</w:t>
      </w:r>
      <w:r w:rsidR="00B60A03">
        <w:t>,</w:t>
      </w:r>
      <w:r>
        <w:t xml:space="preserve"> it is the change in breathing rate.  </w:t>
      </w:r>
    </w:p>
    <w:p w14:paraId="0575F892" w14:textId="77777777" w:rsidR="00CB3385" w:rsidRDefault="00CB3385" w:rsidP="00A47BD3">
      <w:pPr>
        <w:pStyle w:val="answers-question"/>
      </w:pPr>
      <w:r w:rsidRPr="00C76056">
        <w:rPr>
          <w:b/>
        </w:rPr>
        <w:t>b</w:t>
      </w:r>
      <w:r w:rsidRPr="00C07EB3">
        <w:t xml:space="preserve"> </w:t>
      </w:r>
      <w:proofErr w:type="gramStart"/>
      <w:r w:rsidRPr="00C07EB3">
        <w:t>describe</w:t>
      </w:r>
      <w:proofErr w:type="gramEnd"/>
      <w:r w:rsidRPr="00C07EB3">
        <w:t xml:space="preserve"> the controlled variables in</w:t>
      </w:r>
      <w:r>
        <w:t xml:space="preserve"> </w:t>
      </w:r>
      <w:r w:rsidRPr="00C07EB3">
        <w:t>an experiment.</w:t>
      </w:r>
    </w:p>
    <w:p w14:paraId="19CDB62F" w14:textId="23436BEB" w:rsidR="00CB3385" w:rsidRPr="000C0272" w:rsidRDefault="00CB3385" w:rsidP="007A6F20">
      <w:pPr>
        <w:pStyle w:val="answers-answer"/>
      </w:pPr>
      <w:r w:rsidRPr="00D273BE">
        <w:rPr>
          <w:rStyle w:val="answer"/>
        </w:rPr>
        <w:t>Answer</w:t>
      </w:r>
      <w:r w:rsidRPr="007178BB">
        <w:rPr>
          <w:i/>
        </w:rPr>
        <w:t>:</w:t>
      </w:r>
      <w:r>
        <w:t xml:space="preserve"> Controlled variables are factors kept the same so that the results can be attributed to the independent variable. In this example</w:t>
      </w:r>
      <w:r w:rsidR="00B60A03">
        <w:t>,</w:t>
      </w:r>
      <w:r>
        <w:t xml:space="preserve"> the following factors would need to be controlled</w:t>
      </w:r>
      <w:r w:rsidR="00B60A03">
        <w:t>:</w:t>
      </w:r>
      <w:r>
        <w:t xml:space="preserve"> age and gender of participants, level of activity performed, no pre-existing respiratory illness.</w:t>
      </w:r>
    </w:p>
    <w:p w14:paraId="03D2E4F2" w14:textId="23E0FFE7" w:rsidR="00CB3385" w:rsidRPr="00C76056" w:rsidRDefault="00CB3385" w:rsidP="00CB3385">
      <w:pPr>
        <w:pStyle w:val="i-chead"/>
        <w:rPr>
          <w:lang w:val="en-US"/>
        </w:rPr>
      </w:pPr>
      <w:r w:rsidRPr="00C76056">
        <w:rPr>
          <w:lang w:val="en-US"/>
        </w:rPr>
        <w:t>Apply</w:t>
      </w:r>
    </w:p>
    <w:p w14:paraId="4CA5D069" w14:textId="77777777" w:rsidR="00CB3385" w:rsidRDefault="00CB3385" w:rsidP="00A47BD3">
      <w:pPr>
        <w:pStyle w:val="answers-question"/>
      </w:pPr>
      <w:r w:rsidRPr="00C76056">
        <w:rPr>
          <w:b/>
        </w:rPr>
        <w:t>14 a</w:t>
      </w:r>
      <w:r w:rsidRPr="00C07EB3">
        <w:t xml:space="preserve"> Explain the difference between the</w:t>
      </w:r>
      <w:r>
        <w:t xml:space="preserve"> </w:t>
      </w:r>
      <w:r w:rsidRPr="00C07EB3">
        <w:t>validity and the reliability of the</w:t>
      </w:r>
      <w:r>
        <w:t xml:space="preserve"> </w:t>
      </w:r>
      <w:r w:rsidRPr="00C07EB3">
        <w:t>results of an experiment.</w:t>
      </w:r>
    </w:p>
    <w:p w14:paraId="7B33C910" w14:textId="778E8CBE" w:rsidR="00CB3385" w:rsidRPr="00C07EB3" w:rsidRDefault="00CB3385" w:rsidP="007A6F20">
      <w:pPr>
        <w:pStyle w:val="answers-answer"/>
      </w:pPr>
      <w:r w:rsidRPr="00D273BE">
        <w:rPr>
          <w:rStyle w:val="answer"/>
        </w:rPr>
        <w:lastRenderedPageBreak/>
        <w:t>Answer</w:t>
      </w:r>
      <w:r w:rsidRPr="007178BB">
        <w:rPr>
          <w:i/>
        </w:rPr>
        <w:t>:</w:t>
      </w:r>
      <w:r w:rsidRPr="007178BB">
        <w:t xml:space="preserve"> An experiment is said to be valid if it tests what it set out to test; while reliability refers to the</w:t>
      </w:r>
      <w:r w:rsidR="00B60A03">
        <w:t xml:space="preserve"> </w:t>
      </w:r>
      <w:r w:rsidRPr="007178BB">
        <w:t>extent to which an experiment can give the same results each time it is conducted.</w:t>
      </w:r>
    </w:p>
    <w:p w14:paraId="0CB55224" w14:textId="77777777" w:rsidR="00CB3385" w:rsidRDefault="00CB3385" w:rsidP="00A47BD3">
      <w:pPr>
        <w:pStyle w:val="answers-question"/>
      </w:pPr>
      <w:r w:rsidRPr="00C76056">
        <w:rPr>
          <w:b/>
        </w:rPr>
        <w:t>b</w:t>
      </w:r>
      <w:r w:rsidRPr="00C07EB3">
        <w:t xml:space="preserve"> How would you make sure that the</w:t>
      </w:r>
      <w:r>
        <w:t xml:space="preserve"> </w:t>
      </w:r>
      <w:r w:rsidRPr="00C07EB3">
        <w:t>results of an investigation are valid?</w:t>
      </w:r>
    </w:p>
    <w:p w14:paraId="5CEDD940" w14:textId="6C461E44" w:rsidR="00CB3385" w:rsidRPr="00C07EB3" w:rsidRDefault="00CB3385" w:rsidP="007A6F20">
      <w:pPr>
        <w:pStyle w:val="answers-answer"/>
      </w:pPr>
      <w:r w:rsidRPr="00D273BE">
        <w:rPr>
          <w:rStyle w:val="answer"/>
        </w:rPr>
        <w:t>Answer</w:t>
      </w:r>
      <w:r w:rsidRPr="007178BB">
        <w:rPr>
          <w:i/>
        </w:rPr>
        <w:t>:</w:t>
      </w:r>
      <w:r w:rsidRPr="007178BB">
        <w:t xml:space="preserve"> The results of an investigation are valid if there is only one variable tested in the experiment.</w:t>
      </w:r>
      <w:r w:rsidR="00B60A03">
        <w:t xml:space="preserve"> </w:t>
      </w:r>
      <w:r w:rsidRPr="007178BB">
        <w:t xml:space="preserve">A scientist would have to check for uncontrolled </w:t>
      </w:r>
      <w:proofErr w:type="gramStart"/>
      <w:r w:rsidRPr="007178BB">
        <w:t>variables, because</w:t>
      </w:r>
      <w:proofErr w:type="gramEnd"/>
      <w:r w:rsidRPr="007178BB">
        <w:t xml:space="preserve"> these would make an investigation</w:t>
      </w:r>
      <w:r w:rsidR="00B60A03">
        <w:t xml:space="preserve"> </w:t>
      </w:r>
      <w:r w:rsidRPr="007178BB">
        <w:t>invalid.</w:t>
      </w:r>
    </w:p>
    <w:p w14:paraId="2BB44AA9" w14:textId="77777777" w:rsidR="00CB3385" w:rsidRDefault="00CB3385" w:rsidP="00A47BD3">
      <w:pPr>
        <w:pStyle w:val="answers-question"/>
      </w:pPr>
      <w:r w:rsidRPr="00C76056">
        <w:rPr>
          <w:b/>
        </w:rPr>
        <w:t>c</w:t>
      </w:r>
      <w:r w:rsidRPr="00C07EB3">
        <w:t xml:space="preserve"> How would you make sure that the</w:t>
      </w:r>
      <w:r>
        <w:t xml:space="preserve"> </w:t>
      </w:r>
      <w:r w:rsidRPr="00C07EB3">
        <w:t>results of an experiment are reliable?</w:t>
      </w:r>
    </w:p>
    <w:p w14:paraId="430ECB43" w14:textId="0A351362" w:rsidR="00CB3385" w:rsidRPr="00C07EB3" w:rsidRDefault="00CB3385" w:rsidP="007A6F20">
      <w:pPr>
        <w:pStyle w:val="answers-answer"/>
      </w:pPr>
      <w:r w:rsidRPr="00D273BE">
        <w:rPr>
          <w:rStyle w:val="answer"/>
        </w:rPr>
        <w:t>Answer</w:t>
      </w:r>
      <w:r w:rsidRPr="007178BB">
        <w:rPr>
          <w:i/>
        </w:rPr>
        <w:t>:</w:t>
      </w:r>
      <w:r w:rsidRPr="007178BB">
        <w:t xml:space="preserve"> The results of an experiment are reliable if repeated tests give the same results each time they</w:t>
      </w:r>
      <w:r w:rsidR="00B60A03">
        <w:t xml:space="preserve"> </w:t>
      </w:r>
      <w:r w:rsidRPr="007178BB">
        <w:t>are used in the same way. Thus, reliability can be tested by repeating an experiment many times.</w:t>
      </w:r>
    </w:p>
    <w:p w14:paraId="2998AE6B" w14:textId="77777777" w:rsidR="00CB3385" w:rsidRDefault="00CB3385" w:rsidP="00A47BD3">
      <w:pPr>
        <w:pStyle w:val="answers-question"/>
      </w:pPr>
      <w:r w:rsidRPr="00C76056">
        <w:rPr>
          <w:b/>
        </w:rPr>
        <w:t>15 a</w:t>
      </w:r>
      <w:r w:rsidRPr="00C07EB3">
        <w:t xml:space="preserve"> Suggest a hypothesis that Dr Bean</w:t>
      </w:r>
      <w:r>
        <w:t xml:space="preserve"> </w:t>
      </w:r>
      <w:r w:rsidRPr="00C07EB3">
        <w:t>was testing.</w:t>
      </w:r>
    </w:p>
    <w:p w14:paraId="616819FB" w14:textId="31354D9A" w:rsidR="00CB3385" w:rsidRPr="00C07EB3" w:rsidRDefault="00CB3385" w:rsidP="00B60A03">
      <w:pPr>
        <w:pStyle w:val="answers-answer"/>
      </w:pPr>
      <w:r w:rsidRPr="00D273BE">
        <w:rPr>
          <w:rStyle w:val="answer"/>
        </w:rPr>
        <w:t>Answer</w:t>
      </w:r>
      <w:r w:rsidRPr="007178BB">
        <w:rPr>
          <w:i/>
        </w:rPr>
        <w:t>:</w:t>
      </w:r>
      <w:r w:rsidRPr="007178BB">
        <w:t xml:space="preserve"> Rate of nail growth changes as a person </w:t>
      </w:r>
      <w:proofErr w:type="gramStart"/>
      <w:r w:rsidRPr="007178BB">
        <w:t>ages</w:t>
      </w:r>
      <w:proofErr w:type="gramEnd"/>
      <w:r w:rsidR="00B60A03">
        <w:t>.</w:t>
      </w:r>
    </w:p>
    <w:p w14:paraId="71B9AD96" w14:textId="77777777" w:rsidR="00CB3385" w:rsidRDefault="00CB3385" w:rsidP="00A47BD3">
      <w:pPr>
        <w:pStyle w:val="answers-question"/>
      </w:pPr>
      <w:r w:rsidRPr="00C76056">
        <w:rPr>
          <w:b/>
        </w:rPr>
        <w:t>b</w:t>
      </w:r>
      <w:r w:rsidRPr="00C07EB3">
        <w:t xml:space="preserve"> State the independent and dependent</w:t>
      </w:r>
      <w:r>
        <w:t xml:space="preserve"> </w:t>
      </w:r>
      <w:r w:rsidRPr="00C07EB3">
        <w:t>variables.</w:t>
      </w:r>
    </w:p>
    <w:p w14:paraId="7AB5C25F" w14:textId="4676821F" w:rsidR="00CB3385" w:rsidRPr="00C07EB3" w:rsidRDefault="00CB3385" w:rsidP="007A6F20">
      <w:pPr>
        <w:pStyle w:val="answers-answer"/>
      </w:pPr>
      <w:r w:rsidRPr="00D273BE">
        <w:rPr>
          <w:rStyle w:val="answer"/>
        </w:rPr>
        <w:t>Answer</w:t>
      </w:r>
      <w:r w:rsidRPr="007178BB">
        <w:t>:</w:t>
      </w:r>
      <w:r w:rsidR="00B60A03">
        <w:t xml:space="preserve"> </w:t>
      </w:r>
      <w:r w:rsidRPr="007178BB">
        <w:t>Independent variable: Time</w:t>
      </w:r>
      <w:r w:rsidR="00B60A03">
        <w:t xml:space="preserve">; </w:t>
      </w:r>
      <w:r w:rsidRPr="007178BB">
        <w:t>Dependent variable: Nail growth</w:t>
      </w:r>
    </w:p>
    <w:p w14:paraId="29EEA28F" w14:textId="77777777" w:rsidR="00CB3385" w:rsidRDefault="00CB3385" w:rsidP="00A47BD3">
      <w:pPr>
        <w:pStyle w:val="answers-question"/>
      </w:pPr>
      <w:r w:rsidRPr="00C76056">
        <w:rPr>
          <w:b/>
        </w:rPr>
        <w:t>c</w:t>
      </w:r>
      <w:r w:rsidRPr="00C07EB3">
        <w:t xml:space="preserve"> List some of the variables that should</w:t>
      </w:r>
      <w:r>
        <w:t xml:space="preserve"> </w:t>
      </w:r>
      <w:r w:rsidRPr="00C07EB3">
        <w:t>have been controlled in Dr Bean’s</w:t>
      </w:r>
      <w:r>
        <w:t xml:space="preserve"> </w:t>
      </w:r>
      <w:r w:rsidRPr="00C07EB3">
        <w:t>study.</w:t>
      </w:r>
    </w:p>
    <w:p w14:paraId="42DF1F17" w14:textId="77777777" w:rsidR="00CB3385" w:rsidRPr="007178BB" w:rsidRDefault="00CB3385" w:rsidP="007A6F20">
      <w:pPr>
        <w:pStyle w:val="answers-answer"/>
      </w:pPr>
      <w:r w:rsidRPr="00D273BE">
        <w:rPr>
          <w:rStyle w:val="answer"/>
        </w:rPr>
        <w:t>Answer</w:t>
      </w:r>
      <w:r w:rsidRPr="007178BB">
        <w:t>:</w:t>
      </w:r>
    </w:p>
    <w:p w14:paraId="04B898B7" w14:textId="1B1D0068" w:rsidR="00CB3385" w:rsidRPr="007178BB" w:rsidRDefault="00CB3385" w:rsidP="00B60A03">
      <w:pPr>
        <w:pStyle w:val="answers-answer"/>
        <w:numPr>
          <w:ilvl w:val="0"/>
          <w:numId w:val="19"/>
        </w:numPr>
      </w:pPr>
      <w:r w:rsidRPr="007178BB">
        <w:t>How often the fingernails were cut or broken</w:t>
      </w:r>
    </w:p>
    <w:p w14:paraId="38C7526A" w14:textId="42A55206" w:rsidR="00CB3385" w:rsidRPr="007178BB" w:rsidRDefault="00CB3385" w:rsidP="00B60A03">
      <w:pPr>
        <w:pStyle w:val="answers-answer"/>
        <w:numPr>
          <w:ilvl w:val="0"/>
          <w:numId w:val="19"/>
        </w:numPr>
      </w:pPr>
      <w:r w:rsidRPr="007178BB">
        <w:t>Diet</w:t>
      </w:r>
    </w:p>
    <w:p w14:paraId="51B16D3F" w14:textId="5B488B84" w:rsidR="00CB3385" w:rsidRPr="007178BB" w:rsidRDefault="00CB3385" w:rsidP="00B60A03">
      <w:pPr>
        <w:pStyle w:val="answers-answer"/>
        <w:numPr>
          <w:ilvl w:val="0"/>
          <w:numId w:val="19"/>
        </w:numPr>
      </w:pPr>
      <w:r w:rsidRPr="007178BB">
        <w:t>Use of hand creams</w:t>
      </w:r>
    </w:p>
    <w:p w14:paraId="1EB8E155" w14:textId="091D30E8" w:rsidR="00CB3385" w:rsidRPr="007178BB" w:rsidRDefault="00CB3385" w:rsidP="00B60A03">
      <w:pPr>
        <w:pStyle w:val="answers-answer"/>
        <w:numPr>
          <w:ilvl w:val="0"/>
          <w:numId w:val="19"/>
        </w:numPr>
      </w:pPr>
      <w:r w:rsidRPr="007178BB">
        <w:t>Always measuring nail from the same place</w:t>
      </w:r>
    </w:p>
    <w:p w14:paraId="35A92C62" w14:textId="3FE9E19D" w:rsidR="00CB3385" w:rsidRPr="007178BB" w:rsidRDefault="00CB3385" w:rsidP="00B60A03">
      <w:pPr>
        <w:pStyle w:val="answers-answer"/>
        <w:numPr>
          <w:ilvl w:val="0"/>
          <w:numId w:val="19"/>
        </w:numPr>
      </w:pPr>
      <w:r w:rsidRPr="007178BB">
        <w:t>Measuring the thumbnail on same hand each time</w:t>
      </w:r>
    </w:p>
    <w:p w14:paraId="36186F6A" w14:textId="0A8119C2" w:rsidR="00CB3385" w:rsidRDefault="00CB3385" w:rsidP="00B60A03">
      <w:pPr>
        <w:pStyle w:val="answers-answer"/>
        <w:numPr>
          <w:ilvl w:val="0"/>
          <w:numId w:val="19"/>
        </w:numPr>
      </w:pPr>
      <w:r w:rsidRPr="007178BB">
        <w:t>The time of day when the measurement was made</w:t>
      </w:r>
    </w:p>
    <w:p w14:paraId="6276F7BE" w14:textId="77777777" w:rsidR="00CB3385" w:rsidRDefault="00CB3385" w:rsidP="00A47BD3">
      <w:pPr>
        <w:pStyle w:val="answers-question"/>
      </w:pPr>
      <w:r w:rsidRPr="00C76056">
        <w:rPr>
          <w:b/>
        </w:rPr>
        <w:t>d</w:t>
      </w:r>
      <w:r w:rsidRPr="00C07EB3">
        <w:t xml:space="preserve"> Describe one source of random error</w:t>
      </w:r>
      <w:r>
        <w:t xml:space="preserve"> </w:t>
      </w:r>
      <w:r w:rsidRPr="00C07EB3">
        <w:t>in the investigation.</w:t>
      </w:r>
    </w:p>
    <w:p w14:paraId="090B23BF" w14:textId="77777777" w:rsidR="00CB3385" w:rsidRPr="007178BB" w:rsidRDefault="00CB3385" w:rsidP="007A6F20">
      <w:pPr>
        <w:pStyle w:val="answers-answer"/>
      </w:pPr>
      <w:r w:rsidRPr="00D273BE">
        <w:rPr>
          <w:rStyle w:val="answer"/>
        </w:rPr>
        <w:t>Answer</w:t>
      </w:r>
      <w:r w:rsidRPr="007178BB">
        <w:rPr>
          <w:i/>
        </w:rPr>
        <w:t>:</w:t>
      </w:r>
      <w:r w:rsidRPr="007178BB">
        <w:t xml:space="preserve"> Many answers are acceptable. For example:</w:t>
      </w:r>
    </w:p>
    <w:p w14:paraId="0B670333" w14:textId="091CBD87" w:rsidR="00CB3385" w:rsidRPr="007178BB" w:rsidRDefault="00CB3385" w:rsidP="00B60A03">
      <w:pPr>
        <w:pStyle w:val="answers-answer"/>
        <w:numPr>
          <w:ilvl w:val="0"/>
          <w:numId w:val="19"/>
        </w:numPr>
      </w:pPr>
      <w:r w:rsidRPr="007178BB">
        <w:t>Reading the instrument used for measuring</w:t>
      </w:r>
    </w:p>
    <w:p w14:paraId="09F26078" w14:textId="2E9FAAA0" w:rsidR="00CB3385" w:rsidRPr="007178BB" w:rsidRDefault="00CB3385" w:rsidP="00B60A03">
      <w:pPr>
        <w:pStyle w:val="answers-answer"/>
        <w:numPr>
          <w:ilvl w:val="0"/>
          <w:numId w:val="19"/>
        </w:numPr>
      </w:pPr>
      <w:r w:rsidRPr="007178BB">
        <w:t>When the measurement was taken</w:t>
      </w:r>
    </w:p>
    <w:p w14:paraId="326BA420" w14:textId="3E619A03" w:rsidR="00CB3385" w:rsidRPr="00C07EB3" w:rsidRDefault="00CB3385" w:rsidP="00B60A03">
      <w:pPr>
        <w:pStyle w:val="answers-answer"/>
        <w:numPr>
          <w:ilvl w:val="0"/>
          <w:numId w:val="19"/>
        </w:numPr>
      </w:pPr>
      <w:r w:rsidRPr="007178BB">
        <w:t xml:space="preserve">Measuring from </w:t>
      </w:r>
      <w:proofErr w:type="gramStart"/>
      <w:r w:rsidRPr="007178BB">
        <w:t>exactly the same</w:t>
      </w:r>
      <w:proofErr w:type="gramEnd"/>
      <w:r w:rsidRPr="007178BB">
        <w:t xml:space="preserve"> place each time</w:t>
      </w:r>
    </w:p>
    <w:p w14:paraId="668432DE" w14:textId="77777777" w:rsidR="00CB3385" w:rsidRDefault="00CB3385" w:rsidP="00A47BD3">
      <w:pPr>
        <w:pStyle w:val="answers-question"/>
      </w:pPr>
      <w:r w:rsidRPr="00C76056">
        <w:rPr>
          <w:b/>
        </w:rPr>
        <w:t>e</w:t>
      </w:r>
      <w:r w:rsidRPr="00C07EB3">
        <w:t xml:space="preserve"> Measure the length of your</w:t>
      </w:r>
      <w:r>
        <w:t xml:space="preserve"> </w:t>
      </w:r>
      <w:r w:rsidRPr="00C07EB3">
        <w:t>thumbnail. Assume that your</w:t>
      </w:r>
      <w:r>
        <w:t xml:space="preserve"> </w:t>
      </w:r>
      <w:r w:rsidRPr="00C07EB3">
        <w:t>thumbnail grows at the same rate</w:t>
      </w:r>
      <w:r>
        <w:t xml:space="preserve"> </w:t>
      </w:r>
      <w:r w:rsidRPr="00C07EB3">
        <w:t>as that of the 32-year-old Dr Bean.</w:t>
      </w:r>
      <w:r>
        <w:t xml:space="preserve"> </w:t>
      </w:r>
      <w:r w:rsidRPr="00C07EB3">
        <w:t>How long did it take the tip of your</w:t>
      </w:r>
      <w:r>
        <w:t xml:space="preserve"> </w:t>
      </w:r>
      <w:r w:rsidRPr="00C07EB3">
        <w:t>thumbnail to grow from the cuticle to</w:t>
      </w:r>
      <w:r>
        <w:t xml:space="preserve"> </w:t>
      </w:r>
      <w:r w:rsidRPr="00C07EB3">
        <w:t>its present position?</w:t>
      </w:r>
    </w:p>
    <w:p w14:paraId="3CA71FEE" w14:textId="554DFCE7" w:rsidR="00CB3385" w:rsidRPr="00C07EB3" w:rsidRDefault="00CB3385" w:rsidP="007A6F20">
      <w:pPr>
        <w:pStyle w:val="answers-answer"/>
      </w:pPr>
      <w:r w:rsidRPr="00D273BE">
        <w:rPr>
          <w:rStyle w:val="answer"/>
        </w:rPr>
        <w:lastRenderedPageBreak/>
        <w:t>Answer</w:t>
      </w:r>
      <w:r w:rsidRPr="007178BB">
        <w:t>:</w:t>
      </w:r>
      <w:r w:rsidR="00B60A03">
        <w:t xml:space="preserve"> </w:t>
      </w:r>
      <w:r w:rsidRPr="007178BB">
        <w:t xml:space="preserve">Calculation: Days (predicted for nail to have grown) </w:t>
      </w:r>
      <w:r>
        <w:t>=</w:t>
      </w:r>
      <w:r w:rsidRPr="007178BB">
        <w:t xml:space="preserve"> current length of thumbnail (mm) </w:t>
      </w:r>
      <w:r>
        <w:rPr>
          <w:rFonts w:cstheme="minorHAnsi"/>
        </w:rPr>
        <w:t>÷</w:t>
      </w:r>
      <w:r w:rsidRPr="007178BB">
        <w:t xml:space="preserve"> 0.123 mm</w:t>
      </w:r>
    </w:p>
    <w:p w14:paraId="507EF140" w14:textId="19A38C47" w:rsidR="00CB3385" w:rsidRDefault="00CB3385" w:rsidP="00A47BD3">
      <w:pPr>
        <w:pStyle w:val="answers-question"/>
      </w:pPr>
      <w:r w:rsidRPr="00C76056">
        <w:rPr>
          <w:b/>
        </w:rPr>
        <w:t>f</w:t>
      </w:r>
      <w:r w:rsidRPr="00C07EB3">
        <w:t xml:space="preserve"> Do you think your fingernails and</w:t>
      </w:r>
      <w:r>
        <w:t xml:space="preserve"> </w:t>
      </w:r>
      <w:r w:rsidRPr="00C07EB3">
        <w:t>toenails grow at the same rate?</w:t>
      </w:r>
      <w:r>
        <w:t xml:space="preserve"> </w:t>
      </w:r>
      <w:r w:rsidRPr="00C07EB3">
        <w:t>Propose a hypothesis and outline an</w:t>
      </w:r>
      <w:r w:rsidR="00B60A03">
        <w:t xml:space="preserve"> </w:t>
      </w:r>
      <w:r w:rsidRPr="00C07EB3">
        <w:t>investigation that you could do to test</w:t>
      </w:r>
      <w:r>
        <w:t xml:space="preserve"> </w:t>
      </w:r>
      <w:r w:rsidRPr="00C07EB3">
        <w:t>your hypothesis.</w:t>
      </w:r>
    </w:p>
    <w:p w14:paraId="30F9F64C" w14:textId="77777777" w:rsidR="00CB3385" w:rsidRPr="007178BB" w:rsidRDefault="00CB3385" w:rsidP="007A6F20">
      <w:pPr>
        <w:pStyle w:val="answers-answer"/>
      </w:pPr>
      <w:r w:rsidRPr="00D273BE">
        <w:rPr>
          <w:rStyle w:val="answer"/>
        </w:rPr>
        <w:t>Answer</w:t>
      </w:r>
      <w:r w:rsidRPr="007178BB">
        <w:rPr>
          <w:i/>
        </w:rPr>
        <w:t>:</w:t>
      </w:r>
      <w:r w:rsidRPr="007178BB">
        <w:t xml:space="preserve"> Students may answer yes or no – no correct answer.</w:t>
      </w:r>
    </w:p>
    <w:p w14:paraId="6E352236" w14:textId="2E3B7F04" w:rsidR="00CB3385" w:rsidRPr="00C07EB3" w:rsidRDefault="00CB3385" w:rsidP="007A6F20">
      <w:pPr>
        <w:pStyle w:val="answers-answer"/>
      </w:pPr>
      <w:r w:rsidRPr="007178BB">
        <w:t xml:space="preserve">Hypothesis: Toenails and fingernails grow at the same rate. </w:t>
      </w:r>
      <w:proofErr w:type="gramStart"/>
      <w:r w:rsidRPr="007178BB">
        <w:t>Or,</w:t>
      </w:r>
      <w:proofErr w:type="gramEnd"/>
      <w:r w:rsidRPr="007178BB">
        <w:t xml:space="preserve"> fingernails and toenails grow at different rates.</w:t>
      </w:r>
      <w:r w:rsidR="00B60A03">
        <w:t xml:space="preserve"> </w:t>
      </w:r>
      <w:r w:rsidRPr="007178BB">
        <w:t>File a horizontal line on your thumbnail and toenail just above the cuticle (the strip of skin at the base</w:t>
      </w:r>
      <w:r w:rsidR="00B60A03">
        <w:t xml:space="preserve"> </w:t>
      </w:r>
      <w:r w:rsidRPr="007178BB">
        <w:t>of the nail). Record how long it takes the mark to reach the tip of the thumbnail/toenail and the distance</w:t>
      </w:r>
      <w:r w:rsidR="00B60A03">
        <w:t xml:space="preserve"> </w:t>
      </w:r>
      <w:r w:rsidRPr="007178BB">
        <w:t xml:space="preserve">from the cuticle to the tip. Compare the two growth rates. Repeat </w:t>
      </w:r>
      <w:r w:rsidR="00B60A03">
        <w:t>several</w:t>
      </w:r>
      <w:r w:rsidRPr="007178BB">
        <w:t xml:space="preserve"> times to make sure the</w:t>
      </w:r>
      <w:r w:rsidR="00B60A03">
        <w:t xml:space="preserve"> </w:t>
      </w:r>
      <w:r w:rsidRPr="007178BB">
        <w:t>results are reliable.</w:t>
      </w:r>
    </w:p>
    <w:p w14:paraId="076E66BC" w14:textId="77777777" w:rsidR="00CB3385" w:rsidRPr="00C07EB3" w:rsidRDefault="00CB3385" w:rsidP="00A47BD3">
      <w:pPr>
        <w:pStyle w:val="answers-question"/>
      </w:pPr>
      <w:r w:rsidRPr="00C76056">
        <w:rPr>
          <w:b/>
        </w:rPr>
        <w:t>16</w:t>
      </w:r>
      <w:r w:rsidRPr="00C07EB3">
        <w:t xml:space="preserve"> Suppose you wished to find out whether</w:t>
      </w:r>
      <w:r>
        <w:t xml:space="preserve"> </w:t>
      </w:r>
      <w:r w:rsidRPr="00C07EB3">
        <w:t>people could tell the difference between</w:t>
      </w:r>
      <w:r>
        <w:t xml:space="preserve"> </w:t>
      </w:r>
      <w:r w:rsidRPr="00C07EB3">
        <w:t>normal instant</w:t>
      </w:r>
      <w:r>
        <w:t xml:space="preserve"> </w:t>
      </w:r>
      <w:r w:rsidRPr="00C07EB3">
        <w:t>coffee and decaffeinated</w:t>
      </w:r>
      <w:r>
        <w:t xml:space="preserve"> </w:t>
      </w:r>
      <w:r w:rsidRPr="00C07EB3">
        <w:t>instant coffee.</w:t>
      </w:r>
    </w:p>
    <w:p w14:paraId="3167EA2D" w14:textId="77777777" w:rsidR="00CB3385" w:rsidRDefault="00CB3385" w:rsidP="00A47BD3">
      <w:pPr>
        <w:pStyle w:val="answers-question"/>
      </w:pPr>
      <w:r w:rsidRPr="00C76056">
        <w:rPr>
          <w:b/>
        </w:rPr>
        <w:t>a</w:t>
      </w:r>
      <w:r w:rsidRPr="00C07EB3">
        <w:t xml:space="preserve"> Propose a hypothesis and outline a</w:t>
      </w:r>
      <w:r>
        <w:t xml:space="preserve"> </w:t>
      </w:r>
      <w:r w:rsidRPr="00C07EB3">
        <w:t>blind experiment that you could do to</w:t>
      </w:r>
      <w:r>
        <w:t xml:space="preserve"> </w:t>
      </w:r>
      <w:r w:rsidRPr="00C07EB3">
        <w:t>test your hypothesis.</w:t>
      </w:r>
    </w:p>
    <w:p w14:paraId="7A8F9CCE" w14:textId="77777777" w:rsidR="00CB3385" w:rsidRPr="00CD5A25" w:rsidRDefault="00CB3385" w:rsidP="007A6F20">
      <w:pPr>
        <w:pStyle w:val="answers-answer"/>
      </w:pPr>
      <w:r w:rsidRPr="00D273BE">
        <w:rPr>
          <w:rStyle w:val="answer"/>
        </w:rPr>
        <w:t>Answer</w:t>
      </w:r>
      <w:r w:rsidRPr="00CD5A25">
        <w:rPr>
          <w:i/>
        </w:rPr>
        <w:t>:</w:t>
      </w:r>
      <w:r w:rsidRPr="00CD5A25">
        <w:t xml:space="preserve"> There are two possible hypotheses.</w:t>
      </w:r>
    </w:p>
    <w:p w14:paraId="727F9095" w14:textId="2C2F6BC1" w:rsidR="00CB3385" w:rsidRPr="00CD5A25" w:rsidRDefault="00CB3385" w:rsidP="00B60A03">
      <w:pPr>
        <w:pStyle w:val="answers-answer"/>
        <w:numPr>
          <w:ilvl w:val="0"/>
          <w:numId w:val="34"/>
        </w:numPr>
      </w:pPr>
      <w:r w:rsidRPr="00CD5A25">
        <w:t xml:space="preserve">People </w:t>
      </w:r>
      <w:proofErr w:type="gramStart"/>
      <w:r w:rsidRPr="00CD5A25">
        <w:t>are able to</w:t>
      </w:r>
      <w:proofErr w:type="gramEnd"/>
      <w:r w:rsidRPr="00CD5A25">
        <w:t xml:space="preserve"> tell the difference between normal instant coffee and decaffeinated instant coffee.</w:t>
      </w:r>
    </w:p>
    <w:p w14:paraId="34729595" w14:textId="2EFD5236" w:rsidR="00CB3385" w:rsidRPr="00CD5A25" w:rsidRDefault="00CB3385" w:rsidP="00B60A03">
      <w:pPr>
        <w:pStyle w:val="answers-answer"/>
        <w:numPr>
          <w:ilvl w:val="0"/>
          <w:numId w:val="34"/>
        </w:numPr>
      </w:pPr>
      <w:r w:rsidRPr="00CD5A25">
        <w:t>People are not able to tell the difference between normal instant coffee and decaffeinated instant</w:t>
      </w:r>
      <w:r w:rsidR="00B60A03">
        <w:t xml:space="preserve"> </w:t>
      </w:r>
      <w:r w:rsidRPr="00CD5A25">
        <w:t>coffee.</w:t>
      </w:r>
    </w:p>
    <w:p w14:paraId="1DB6D343" w14:textId="25375174" w:rsidR="00CB3385" w:rsidRPr="00C07EB3" w:rsidRDefault="00CB3385" w:rsidP="007A6F20">
      <w:pPr>
        <w:pStyle w:val="answers-answer"/>
      </w:pPr>
      <w:r w:rsidRPr="00CD5A25">
        <w:t xml:space="preserve">Experiment: Give a group of people </w:t>
      </w:r>
      <w:proofErr w:type="spellStart"/>
      <w:r w:rsidRPr="00CD5A25">
        <w:t>unlabelled</w:t>
      </w:r>
      <w:proofErr w:type="spellEnd"/>
      <w:r w:rsidRPr="00CD5A25">
        <w:t xml:space="preserve"> samples of normal coffee and decaffeinated coffee and</w:t>
      </w:r>
      <w:r w:rsidR="00B60A03">
        <w:t xml:space="preserve"> </w:t>
      </w:r>
      <w:r w:rsidRPr="00CD5A25">
        <w:t>ask them which is which.</w:t>
      </w:r>
    </w:p>
    <w:p w14:paraId="09D383EA" w14:textId="77777777" w:rsidR="00CB3385" w:rsidRDefault="00CB3385" w:rsidP="00A47BD3">
      <w:pPr>
        <w:pStyle w:val="answers-question"/>
      </w:pPr>
      <w:r w:rsidRPr="00C76056">
        <w:rPr>
          <w:b/>
        </w:rPr>
        <w:t>b</w:t>
      </w:r>
      <w:r w:rsidRPr="00C07EB3">
        <w:t xml:space="preserve"> How could you make your</w:t>
      </w:r>
      <w:r>
        <w:t xml:space="preserve"> </w:t>
      </w:r>
      <w:r w:rsidRPr="00C07EB3">
        <w:t>experiment into a double-blind</w:t>
      </w:r>
      <w:r>
        <w:t xml:space="preserve"> </w:t>
      </w:r>
      <w:r w:rsidRPr="00C07EB3">
        <w:t>experiment?</w:t>
      </w:r>
    </w:p>
    <w:p w14:paraId="6B0A7FD4" w14:textId="5D15B61C" w:rsidR="00CB3385" w:rsidRPr="00C07EB3" w:rsidRDefault="00CB3385" w:rsidP="007A6F20">
      <w:pPr>
        <w:pStyle w:val="answers-answer"/>
      </w:pPr>
      <w:r w:rsidRPr="00D273BE">
        <w:rPr>
          <w:rStyle w:val="answer"/>
        </w:rPr>
        <w:t>Answer</w:t>
      </w:r>
      <w:r w:rsidRPr="00CD5A25">
        <w:rPr>
          <w:i/>
        </w:rPr>
        <w:t>:</w:t>
      </w:r>
      <w:r w:rsidRPr="00CD5A25">
        <w:t xml:space="preserve"> To make it into a double</w:t>
      </w:r>
      <w:r>
        <w:t>-</w:t>
      </w:r>
      <w:r w:rsidRPr="00CD5A25">
        <w:t>blind experiment, in addition to the subjects not knowing which</w:t>
      </w:r>
      <w:r w:rsidR="00B60A03">
        <w:t xml:space="preserve"> </w:t>
      </w:r>
      <w:r w:rsidRPr="00CD5A25">
        <w:t xml:space="preserve">sample was normal and which decaffeinated, the person handing them the samples would </w:t>
      </w:r>
      <w:r w:rsidR="00B60A03">
        <w:t xml:space="preserve">also </w:t>
      </w:r>
      <w:r w:rsidRPr="00CD5A25">
        <w:t>not know</w:t>
      </w:r>
      <w:r w:rsidR="00B60A03">
        <w:t xml:space="preserve"> </w:t>
      </w:r>
      <w:r w:rsidRPr="00CD5A25">
        <w:t>which was which.</w:t>
      </w:r>
    </w:p>
    <w:p w14:paraId="0CD6D677" w14:textId="77777777" w:rsidR="00CB3385" w:rsidRDefault="00CB3385" w:rsidP="00A47BD3">
      <w:pPr>
        <w:pStyle w:val="answers-question"/>
      </w:pPr>
      <w:r w:rsidRPr="00C76056">
        <w:rPr>
          <w:b/>
        </w:rPr>
        <w:t>17</w:t>
      </w:r>
      <w:r w:rsidRPr="00C07EB3">
        <w:t xml:space="preserve"> </w:t>
      </w:r>
      <w:proofErr w:type="spellStart"/>
      <w:r w:rsidRPr="00C76056">
        <w:rPr>
          <w:b/>
        </w:rPr>
        <w:t>a</w:t>
      </w:r>
      <w:proofErr w:type="spellEnd"/>
      <w:r w:rsidRPr="00C07EB3">
        <w:t xml:space="preserve"> What was the independent variable in</w:t>
      </w:r>
      <w:r>
        <w:t xml:space="preserve"> </w:t>
      </w:r>
      <w:r w:rsidRPr="00C07EB3">
        <w:t>this experiment?</w:t>
      </w:r>
    </w:p>
    <w:p w14:paraId="28EE3CD1" w14:textId="77777777" w:rsidR="00CB3385" w:rsidRPr="00C07EB3" w:rsidRDefault="00CB3385" w:rsidP="007A6F20">
      <w:pPr>
        <w:pStyle w:val="answers-answer"/>
      </w:pPr>
      <w:r w:rsidRPr="00D273BE">
        <w:rPr>
          <w:rStyle w:val="answer"/>
        </w:rPr>
        <w:t>Answer</w:t>
      </w:r>
      <w:r w:rsidRPr="00CD5A25">
        <w:rPr>
          <w:i/>
        </w:rPr>
        <w:t>:</w:t>
      </w:r>
      <w:r w:rsidRPr="00CD5A25">
        <w:t xml:space="preserve"> The type of tablet given to the subjects – </w:t>
      </w:r>
      <w:proofErr w:type="spellStart"/>
      <w:r w:rsidRPr="00661BA9">
        <w:t>Presslo</w:t>
      </w:r>
      <w:proofErr w:type="spellEnd"/>
      <w:r w:rsidRPr="00CD5A25">
        <w:t xml:space="preserve"> or a sugar tablet</w:t>
      </w:r>
    </w:p>
    <w:p w14:paraId="569FF07F" w14:textId="24F83148" w:rsidR="00CB3385" w:rsidRDefault="00CB3385" w:rsidP="00A47BD3">
      <w:pPr>
        <w:pStyle w:val="answers-question"/>
      </w:pPr>
      <w:r w:rsidRPr="00C76056">
        <w:rPr>
          <w:b/>
        </w:rPr>
        <w:t>b</w:t>
      </w:r>
      <w:r w:rsidRPr="00C07EB3">
        <w:t xml:space="preserve"> What was the dependent variable in</w:t>
      </w:r>
      <w:r>
        <w:t xml:space="preserve"> </w:t>
      </w:r>
      <w:r w:rsidRPr="00C07EB3">
        <w:t>the experiment?</w:t>
      </w:r>
    </w:p>
    <w:p w14:paraId="50DA186B" w14:textId="77777777" w:rsidR="00CB3385" w:rsidRPr="00C07EB3" w:rsidRDefault="00CB3385" w:rsidP="007A6F20">
      <w:pPr>
        <w:pStyle w:val="answers-answer"/>
      </w:pPr>
      <w:r w:rsidRPr="00D273BE">
        <w:rPr>
          <w:rStyle w:val="answer"/>
        </w:rPr>
        <w:t>Answer</w:t>
      </w:r>
      <w:r w:rsidRPr="00CD5A25">
        <w:rPr>
          <w:i/>
        </w:rPr>
        <w:t>:</w:t>
      </w:r>
      <w:r w:rsidRPr="00CD5A25">
        <w:t xml:space="preserve"> The blood pressure of the subjects</w:t>
      </w:r>
    </w:p>
    <w:p w14:paraId="59E7AA5E" w14:textId="77777777" w:rsidR="00CB3385" w:rsidRDefault="00CB3385" w:rsidP="00A47BD3">
      <w:pPr>
        <w:pStyle w:val="answers-question"/>
      </w:pPr>
      <w:r w:rsidRPr="00C76056">
        <w:rPr>
          <w:b/>
        </w:rPr>
        <w:t>c</w:t>
      </w:r>
      <w:r w:rsidRPr="00C07EB3">
        <w:t xml:space="preserve"> List four variables that were</w:t>
      </w:r>
      <w:r>
        <w:t xml:space="preserve"> </w:t>
      </w:r>
      <w:r w:rsidRPr="00C07EB3">
        <w:t>controlled in the experiment.</w:t>
      </w:r>
    </w:p>
    <w:p w14:paraId="277FCEC3" w14:textId="77777777" w:rsidR="00CB3385" w:rsidRPr="00CD5A25" w:rsidRDefault="00CB3385" w:rsidP="007A6F20">
      <w:pPr>
        <w:pStyle w:val="answers-answer"/>
      </w:pPr>
      <w:r w:rsidRPr="00D273BE">
        <w:rPr>
          <w:rStyle w:val="answer"/>
        </w:rPr>
        <w:lastRenderedPageBreak/>
        <w:t>Answer</w:t>
      </w:r>
      <w:r w:rsidRPr="00CD5A25">
        <w:rPr>
          <w:i/>
        </w:rPr>
        <w:t>:</w:t>
      </w:r>
      <w:r w:rsidRPr="00CD5A25">
        <w:t xml:space="preserve"> Any four of the following.</w:t>
      </w:r>
    </w:p>
    <w:p w14:paraId="6D2BD6EB" w14:textId="449D6185" w:rsidR="00CB3385" w:rsidRPr="00CD5A25" w:rsidRDefault="00CB3385" w:rsidP="00B60A03">
      <w:pPr>
        <w:pStyle w:val="answers-answer"/>
        <w:numPr>
          <w:ilvl w:val="0"/>
          <w:numId w:val="19"/>
        </w:numPr>
      </w:pPr>
      <w:r w:rsidRPr="00CD5A25">
        <w:t>Age of the subjects – between 50 and 55 years</w:t>
      </w:r>
    </w:p>
    <w:p w14:paraId="45E0EB88" w14:textId="64B31231" w:rsidR="00CB3385" w:rsidRPr="00CD5A25" w:rsidRDefault="00CB3385" w:rsidP="00B60A03">
      <w:pPr>
        <w:pStyle w:val="answers-answer"/>
        <w:numPr>
          <w:ilvl w:val="0"/>
          <w:numId w:val="19"/>
        </w:numPr>
      </w:pPr>
      <w:r w:rsidRPr="00CD5A25">
        <w:t>All subjects had high blood pressure</w:t>
      </w:r>
    </w:p>
    <w:p w14:paraId="60B8AB7A" w14:textId="44CDCAB3" w:rsidR="00CB3385" w:rsidRPr="00CD5A25" w:rsidRDefault="00CB3385" w:rsidP="00B60A03">
      <w:pPr>
        <w:pStyle w:val="answers-answer"/>
        <w:numPr>
          <w:ilvl w:val="0"/>
          <w:numId w:val="19"/>
        </w:numPr>
      </w:pPr>
      <w:r w:rsidRPr="00CD5A25">
        <w:t>All subjects were otherwise healthy</w:t>
      </w:r>
    </w:p>
    <w:p w14:paraId="279756D1" w14:textId="25E61A42" w:rsidR="00CB3385" w:rsidRPr="00CD5A25" w:rsidRDefault="00CB3385" w:rsidP="00B60A03">
      <w:pPr>
        <w:pStyle w:val="answers-answer"/>
        <w:numPr>
          <w:ilvl w:val="0"/>
          <w:numId w:val="19"/>
        </w:numPr>
      </w:pPr>
      <w:r w:rsidRPr="00CD5A25">
        <w:t>The tablet was given at the same time each day</w:t>
      </w:r>
    </w:p>
    <w:p w14:paraId="73EA4E30" w14:textId="078A18AB" w:rsidR="00CB3385" w:rsidRPr="00CD5A25" w:rsidRDefault="00CB3385" w:rsidP="00B60A03">
      <w:pPr>
        <w:pStyle w:val="answers-answer"/>
        <w:numPr>
          <w:ilvl w:val="0"/>
          <w:numId w:val="19"/>
        </w:numPr>
      </w:pPr>
      <w:r w:rsidRPr="00CD5A25">
        <w:t>Blood pressure was measured and recorded at the same time each day</w:t>
      </w:r>
    </w:p>
    <w:p w14:paraId="7EC68577" w14:textId="57E0FE8F" w:rsidR="00CB3385" w:rsidRPr="00C07EB3" w:rsidRDefault="00CB3385" w:rsidP="00B60A03">
      <w:pPr>
        <w:pStyle w:val="answers-answer"/>
        <w:numPr>
          <w:ilvl w:val="0"/>
          <w:numId w:val="19"/>
        </w:numPr>
      </w:pPr>
      <w:r w:rsidRPr="00CD5A25">
        <w:t>Both groups included males and females (in equal numbers)</w:t>
      </w:r>
    </w:p>
    <w:p w14:paraId="20FB1427" w14:textId="77777777" w:rsidR="00CB3385" w:rsidRDefault="00CB3385" w:rsidP="00A47BD3">
      <w:pPr>
        <w:pStyle w:val="answers-question"/>
      </w:pPr>
      <w:r w:rsidRPr="00C76056">
        <w:rPr>
          <w:b/>
        </w:rPr>
        <w:t>d</w:t>
      </w:r>
      <w:r w:rsidRPr="00C07EB3">
        <w:t xml:space="preserve"> List two variables that were not</w:t>
      </w:r>
      <w:r>
        <w:t xml:space="preserve"> </w:t>
      </w:r>
      <w:r w:rsidRPr="00C07EB3">
        <w:t>controlled in the experiment.</w:t>
      </w:r>
    </w:p>
    <w:p w14:paraId="5B40E1A0" w14:textId="77777777" w:rsidR="00CB3385" w:rsidRPr="00CD5A25" w:rsidRDefault="00CB3385" w:rsidP="007A6F20">
      <w:pPr>
        <w:pStyle w:val="answers-answer"/>
      </w:pPr>
      <w:r w:rsidRPr="00D273BE">
        <w:rPr>
          <w:rStyle w:val="answer"/>
        </w:rPr>
        <w:t>Answer</w:t>
      </w:r>
      <w:r w:rsidRPr="00CD5A25">
        <w:rPr>
          <w:i/>
        </w:rPr>
        <w:t>:</w:t>
      </w:r>
      <w:r w:rsidRPr="00CD5A25">
        <w:t xml:space="preserve"> Any two of the following:</w:t>
      </w:r>
    </w:p>
    <w:p w14:paraId="631C9F93" w14:textId="70FAFDD1" w:rsidR="00CB3385" w:rsidRPr="00CD5A25" w:rsidRDefault="00CB3385" w:rsidP="00B60A03">
      <w:pPr>
        <w:pStyle w:val="answers-answer"/>
        <w:numPr>
          <w:ilvl w:val="0"/>
          <w:numId w:val="19"/>
        </w:numPr>
      </w:pPr>
      <w:r w:rsidRPr="00CD5A25">
        <w:t>Physical fitness of the subjects</w:t>
      </w:r>
    </w:p>
    <w:p w14:paraId="5C22AC2F" w14:textId="67E82F83" w:rsidR="00CB3385" w:rsidRPr="00CD5A25" w:rsidRDefault="00CB3385" w:rsidP="00B60A03">
      <w:pPr>
        <w:pStyle w:val="answers-answer"/>
        <w:numPr>
          <w:ilvl w:val="0"/>
          <w:numId w:val="19"/>
        </w:numPr>
      </w:pPr>
      <w:r w:rsidRPr="00CD5A25">
        <w:t>Body build or body mass index of the subjects</w:t>
      </w:r>
    </w:p>
    <w:p w14:paraId="3934627D" w14:textId="5173B23E" w:rsidR="00CB3385" w:rsidRPr="00CD5A25" w:rsidRDefault="00CB3385" w:rsidP="00B60A03">
      <w:pPr>
        <w:pStyle w:val="answers-answer"/>
        <w:numPr>
          <w:ilvl w:val="0"/>
          <w:numId w:val="19"/>
        </w:numPr>
      </w:pPr>
      <w:r w:rsidRPr="00CD5A25">
        <w:t>Diet of the subjects</w:t>
      </w:r>
    </w:p>
    <w:p w14:paraId="29B31FF7" w14:textId="5E89E5D0" w:rsidR="00CB3385" w:rsidRPr="00CD5A25" w:rsidRDefault="00CB3385" w:rsidP="00B60A03">
      <w:pPr>
        <w:pStyle w:val="answers-answer"/>
        <w:numPr>
          <w:ilvl w:val="0"/>
          <w:numId w:val="19"/>
        </w:numPr>
      </w:pPr>
      <w:r w:rsidRPr="00CD5A25">
        <w:t>Amount of exercise done by subjects during the experiment</w:t>
      </w:r>
    </w:p>
    <w:p w14:paraId="57DE164E" w14:textId="6B424EFA" w:rsidR="00CB3385" w:rsidRPr="00C07EB3" w:rsidRDefault="00CB3385" w:rsidP="00B60A03">
      <w:pPr>
        <w:pStyle w:val="answers-answer"/>
        <w:numPr>
          <w:ilvl w:val="0"/>
          <w:numId w:val="19"/>
        </w:numPr>
      </w:pPr>
      <w:r w:rsidRPr="00CD5A25">
        <w:t>Daily activities of the subjects</w:t>
      </w:r>
    </w:p>
    <w:p w14:paraId="7E0A846D" w14:textId="77777777" w:rsidR="00CB3385" w:rsidRDefault="00CB3385" w:rsidP="00A47BD3">
      <w:pPr>
        <w:pStyle w:val="answers-question"/>
      </w:pPr>
      <w:r w:rsidRPr="00C76056">
        <w:rPr>
          <w:b/>
        </w:rPr>
        <w:t>e</w:t>
      </w:r>
      <w:r w:rsidRPr="00C07EB3">
        <w:t xml:space="preserve"> What was the purpose of the control</w:t>
      </w:r>
      <w:r>
        <w:t xml:space="preserve"> </w:t>
      </w:r>
      <w:r w:rsidRPr="00C07EB3">
        <w:t>group?</w:t>
      </w:r>
    </w:p>
    <w:p w14:paraId="3AF4626B" w14:textId="5846EE99" w:rsidR="00CB3385" w:rsidRPr="00C07EB3" w:rsidRDefault="00CB3385" w:rsidP="007A6F20">
      <w:pPr>
        <w:pStyle w:val="answers-answer"/>
      </w:pPr>
      <w:r w:rsidRPr="00D273BE">
        <w:rPr>
          <w:rStyle w:val="answer"/>
        </w:rPr>
        <w:t>Answer</w:t>
      </w:r>
      <w:r w:rsidRPr="00CD5A25">
        <w:rPr>
          <w:i/>
        </w:rPr>
        <w:t>:</w:t>
      </w:r>
      <w:r w:rsidRPr="00CD5A25">
        <w:t xml:space="preserve"> The control group was a necessary comparison. If the blood pressure of the subjects taking</w:t>
      </w:r>
      <w:r w:rsidR="00B60A03">
        <w:t xml:space="preserve"> </w:t>
      </w:r>
      <w:proofErr w:type="spellStart"/>
      <w:r w:rsidRPr="00661BA9">
        <w:t>Presslo</w:t>
      </w:r>
      <w:proofErr w:type="spellEnd"/>
      <w:r w:rsidRPr="00CD5A25">
        <w:t xml:space="preserve"> was lowered, one could not say that this was caused by the </w:t>
      </w:r>
      <w:proofErr w:type="spellStart"/>
      <w:r w:rsidRPr="00661BA9">
        <w:t>Presslo</w:t>
      </w:r>
      <w:proofErr w:type="spellEnd"/>
      <w:r w:rsidRPr="00CD5A25">
        <w:t xml:space="preserve"> unless there was a control</w:t>
      </w:r>
      <w:r w:rsidR="00B60A03">
        <w:t xml:space="preserve"> </w:t>
      </w:r>
      <w:r w:rsidRPr="00CD5A25">
        <w:t xml:space="preserve">group not taking </w:t>
      </w:r>
      <w:proofErr w:type="spellStart"/>
      <w:r w:rsidRPr="00661BA9">
        <w:t>Presslo</w:t>
      </w:r>
      <w:proofErr w:type="spellEnd"/>
      <w:r w:rsidRPr="00CD5A25">
        <w:t xml:space="preserve"> whose blood pressure did not change.</w:t>
      </w:r>
    </w:p>
    <w:p w14:paraId="4C7065DB" w14:textId="77777777" w:rsidR="00CB3385" w:rsidRDefault="00CB3385" w:rsidP="00A47BD3">
      <w:pPr>
        <w:pStyle w:val="answers-question"/>
      </w:pPr>
      <w:r w:rsidRPr="00C76056">
        <w:rPr>
          <w:b/>
        </w:rPr>
        <w:t>f</w:t>
      </w:r>
      <w:r w:rsidRPr="00C07EB3">
        <w:t xml:space="preserve"> Why did the scientists have so many</w:t>
      </w:r>
      <w:r>
        <w:t xml:space="preserve"> </w:t>
      </w:r>
      <w:r w:rsidRPr="00C07EB3">
        <w:t>people in each group?</w:t>
      </w:r>
    </w:p>
    <w:p w14:paraId="6676C1BD" w14:textId="0D1B35B2" w:rsidR="00CB3385" w:rsidRDefault="00CB3385" w:rsidP="007A6F20">
      <w:pPr>
        <w:pStyle w:val="answers-answer"/>
      </w:pPr>
      <w:r w:rsidRPr="00D273BE">
        <w:rPr>
          <w:rStyle w:val="answer"/>
        </w:rPr>
        <w:t>Answer</w:t>
      </w:r>
      <w:r w:rsidRPr="00CD5A25">
        <w:rPr>
          <w:i/>
        </w:rPr>
        <w:t>:</w:t>
      </w:r>
      <w:r w:rsidRPr="00CD5A25">
        <w:t xml:space="preserve"> A few subjects may have an atypical response to the drug. By using a large group of subjects,</w:t>
      </w:r>
      <w:r w:rsidR="00B60A03">
        <w:t xml:space="preserve"> </w:t>
      </w:r>
      <w:r w:rsidRPr="00CD5A25">
        <w:t xml:space="preserve">the scientists </w:t>
      </w:r>
      <w:proofErr w:type="spellStart"/>
      <w:r w:rsidRPr="00CD5A25">
        <w:t>minimised</w:t>
      </w:r>
      <w:proofErr w:type="spellEnd"/>
      <w:r w:rsidRPr="00CD5A25">
        <w:t xml:space="preserve"> the effect that the few subjects may have on the overall result of the</w:t>
      </w:r>
      <w:r w:rsidR="00B60A03">
        <w:t xml:space="preserve"> </w:t>
      </w:r>
      <w:r w:rsidRPr="00CD5A25">
        <w:t xml:space="preserve">experiment. This </w:t>
      </w:r>
      <w:proofErr w:type="spellStart"/>
      <w:r w:rsidRPr="00CD5A25">
        <w:t>minimised</w:t>
      </w:r>
      <w:proofErr w:type="spellEnd"/>
      <w:r w:rsidRPr="00CD5A25">
        <w:t xml:space="preserve"> the effect of chance variables that could not be controlled.</w:t>
      </w:r>
      <w:r w:rsidR="00B60A03">
        <w:t xml:space="preserve"> </w:t>
      </w:r>
      <w:proofErr w:type="gramStart"/>
      <w:r w:rsidRPr="00CD5A25">
        <w:t>In essence, this</w:t>
      </w:r>
      <w:proofErr w:type="gramEnd"/>
      <w:r w:rsidRPr="00CD5A25">
        <w:t xml:space="preserve"> means the more subjects, the more reliable the results of the experiment.</w:t>
      </w:r>
    </w:p>
    <w:p w14:paraId="74F35B08" w14:textId="580F787B" w:rsidR="00CB3385" w:rsidRPr="00C76056" w:rsidRDefault="00CB3385" w:rsidP="00CB3385">
      <w:pPr>
        <w:pStyle w:val="i-chead"/>
        <w:rPr>
          <w:lang w:val="en-US"/>
        </w:rPr>
      </w:pPr>
      <w:r w:rsidRPr="00C76056">
        <w:rPr>
          <w:lang w:val="en-US"/>
        </w:rPr>
        <w:t>Extend</w:t>
      </w:r>
    </w:p>
    <w:p w14:paraId="36F826E9" w14:textId="77777777" w:rsidR="00CB3385" w:rsidRDefault="00CB3385" w:rsidP="00A47BD3">
      <w:pPr>
        <w:pStyle w:val="answers-question"/>
      </w:pPr>
      <w:r w:rsidRPr="00C76056">
        <w:rPr>
          <w:b/>
        </w:rPr>
        <w:t>18</w:t>
      </w:r>
      <w:r w:rsidRPr="00481DF8">
        <w:t xml:space="preserve"> Why are reports of scientific</w:t>
      </w:r>
      <w:r>
        <w:t xml:space="preserve"> </w:t>
      </w:r>
      <w:r w:rsidRPr="00481DF8">
        <w:t>investigations published?</w:t>
      </w:r>
    </w:p>
    <w:p w14:paraId="7C8AAC8A" w14:textId="76347164" w:rsidR="00CB3385" w:rsidRPr="00481DF8" w:rsidRDefault="00CB3385" w:rsidP="007A6F20">
      <w:pPr>
        <w:pStyle w:val="answers-answer"/>
      </w:pPr>
      <w:r w:rsidRPr="00D273BE">
        <w:rPr>
          <w:rStyle w:val="answer"/>
        </w:rPr>
        <w:t>Answer</w:t>
      </w:r>
      <w:r w:rsidRPr="002C1A56">
        <w:rPr>
          <w:i/>
        </w:rPr>
        <w:t>:</w:t>
      </w:r>
      <w:r w:rsidRPr="002C1A56">
        <w:t xml:space="preserve"> Reports are published so that scientists working on similar hypotheses can compare their work</w:t>
      </w:r>
      <w:r w:rsidR="00B60A03">
        <w:t xml:space="preserve"> </w:t>
      </w:r>
      <w:r w:rsidRPr="002C1A56">
        <w:t>with others or build on other scientists’ knowledge. Reports also enable other scientists to repeat the</w:t>
      </w:r>
      <w:r w:rsidR="00B60A03">
        <w:t xml:space="preserve"> </w:t>
      </w:r>
      <w:r w:rsidRPr="002C1A56">
        <w:t>investigation and so test the reliability of the results.</w:t>
      </w:r>
    </w:p>
    <w:p w14:paraId="2EA458E2" w14:textId="77777777" w:rsidR="00813636" w:rsidRDefault="00813636" w:rsidP="00A47BD3">
      <w:pPr>
        <w:pStyle w:val="answers-question"/>
        <w:rPr>
          <w:b/>
        </w:rPr>
      </w:pPr>
    </w:p>
    <w:p w14:paraId="06F29B1D" w14:textId="77777777" w:rsidR="00813636" w:rsidRDefault="00813636" w:rsidP="00A47BD3">
      <w:pPr>
        <w:pStyle w:val="answers-question"/>
        <w:rPr>
          <w:b/>
        </w:rPr>
      </w:pPr>
    </w:p>
    <w:p w14:paraId="6F0A289C" w14:textId="71F2B40F" w:rsidR="00CB3385" w:rsidRDefault="00CB3385" w:rsidP="00A47BD3">
      <w:pPr>
        <w:pStyle w:val="answers-question"/>
      </w:pPr>
      <w:r w:rsidRPr="00C76056">
        <w:rPr>
          <w:b/>
        </w:rPr>
        <w:lastRenderedPageBreak/>
        <w:t>19</w:t>
      </w:r>
      <w:r w:rsidRPr="00481DF8">
        <w:t xml:space="preserve"> Why do scientists use such a lot of</w:t>
      </w:r>
      <w:r>
        <w:t xml:space="preserve"> </w:t>
      </w:r>
      <w:r w:rsidRPr="00481DF8">
        <w:t>technical terms?</w:t>
      </w:r>
    </w:p>
    <w:p w14:paraId="137CEA91" w14:textId="613BAD8E" w:rsidR="00CB3385" w:rsidRPr="00481DF8" w:rsidRDefault="00CB3385" w:rsidP="007A6F20">
      <w:pPr>
        <w:pStyle w:val="answers-answer"/>
      </w:pPr>
      <w:r w:rsidRPr="00D273BE">
        <w:rPr>
          <w:rStyle w:val="answer"/>
        </w:rPr>
        <w:t>Answer</w:t>
      </w:r>
      <w:r w:rsidRPr="002C1A56">
        <w:rPr>
          <w:i/>
        </w:rPr>
        <w:t>:</w:t>
      </w:r>
      <w:r w:rsidRPr="002C1A56">
        <w:t xml:space="preserve"> Scientists all over the world use technical terms, or ‘scientific terminology’, so that precise</w:t>
      </w:r>
      <w:r w:rsidR="00B60A03">
        <w:t xml:space="preserve"> </w:t>
      </w:r>
      <w:r w:rsidRPr="002C1A56">
        <w:t>meanings can be conveyed with little chance of ambiguity or misunderstanding between colleagues and</w:t>
      </w:r>
      <w:r w:rsidR="00B60A03">
        <w:t xml:space="preserve"> </w:t>
      </w:r>
      <w:r w:rsidRPr="002C1A56">
        <w:t>other scientists.</w:t>
      </w:r>
    </w:p>
    <w:p w14:paraId="3A3F692F" w14:textId="77777777" w:rsidR="00CB3385" w:rsidRDefault="00CB3385" w:rsidP="00A47BD3">
      <w:pPr>
        <w:pStyle w:val="answers-question"/>
      </w:pPr>
      <w:r w:rsidRPr="00C76056">
        <w:rPr>
          <w:b/>
        </w:rPr>
        <w:t>20</w:t>
      </w:r>
      <w:r w:rsidRPr="00481DF8">
        <w:t xml:space="preserve"> Is history a science? Is music a science?</w:t>
      </w:r>
      <w:r>
        <w:t xml:space="preserve"> </w:t>
      </w:r>
      <w:r w:rsidRPr="00481DF8">
        <w:t>Give reasons for your answers.</w:t>
      </w:r>
    </w:p>
    <w:p w14:paraId="47F4EEAA" w14:textId="00FA1967" w:rsidR="00CB3385" w:rsidRPr="002C1A56" w:rsidRDefault="00CB3385" w:rsidP="007A6F20">
      <w:pPr>
        <w:pStyle w:val="answers-answer"/>
      </w:pPr>
      <w:r w:rsidRPr="00D273BE">
        <w:rPr>
          <w:rStyle w:val="answer"/>
        </w:rPr>
        <w:t>Answer</w:t>
      </w:r>
      <w:r w:rsidRPr="002C1A56">
        <w:rPr>
          <w:i/>
        </w:rPr>
        <w:t>:</w:t>
      </w:r>
      <w:r w:rsidRPr="002C1A56">
        <w:t xml:space="preserve"> History is not a science, although scientific methods may be used to investigate historical</w:t>
      </w:r>
      <w:r w:rsidR="00B60A03">
        <w:t xml:space="preserve"> </w:t>
      </w:r>
      <w:r w:rsidRPr="002C1A56">
        <w:t xml:space="preserve">situations. History is subject to interpretation and analysis, but cannot be measured, tested and </w:t>
      </w:r>
      <w:proofErr w:type="spellStart"/>
      <w:r w:rsidRPr="002C1A56">
        <w:t>trialled</w:t>
      </w:r>
      <w:proofErr w:type="spellEnd"/>
      <w:r w:rsidRPr="002C1A56">
        <w:t>.</w:t>
      </w:r>
    </w:p>
    <w:p w14:paraId="08DDDDB1" w14:textId="5C3FC58C" w:rsidR="00CB3385" w:rsidRPr="00481DF8" w:rsidRDefault="00CB3385" w:rsidP="007A6F20">
      <w:pPr>
        <w:pStyle w:val="answers-answer"/>
      </w:pPr>
      <w:r w:rsidRPr="002C1A56">
        <w:t>The production of musical sounds can be considered a science because it is based on observation</w:t>
      </w:r>
      <w:r w:rsidR="00B60A03">
        <w:t xml:space="preserve"> </w:t>
      </w:r>
      <w:r w:rsidRPr="002C1A56">
        <w:t xml:space="preserve">(listening), is tested and </w:t>
      </w:r>
      <w:proofErr w:type="spellStart"/>
      <w:r w:rsidRPr="002C1A56">
        <w:t>trialled</w:t>
      </w:r>
      <w:proofErr w:type="spellEnd"/>
      <w:r w:rsidRPr="002C1A56">
        <w:t>, can be measured, and is constantly evolving as new sounds are</w:t>
      </w:r>
      <w:r w:rsidR="00B60A03">
        <w:t xml:space="preserve"> </w:t>
      </w:r>
      <w:r w:rsidRPr="002C1A56">
        <w:t>discovered, and new instruments/systems developed. However, the appreciation of music is not a</w:t>
      </w:r>
      <w:r w:rsidR="00B60A03">
        <w:t xml:space="preserve"> </w:t>
      </w:r>
      <w:r w:rsidRPr="002C1A56">
        <w:t>science, because it is a matter of opinion – different people have different tastes in music.</w:t>
      </w:r>
    </w:p>
    <w:p w14:paraId="428E97C2" w14:textId="4E2E0F31" w:rsidR="00CB3385" w:rsidRDefault="00CB3385" w:rsidP="00A47BD3">
      <w:pPr>
        <w:pStyle w:val="answers-question"/>
      </w:pPr>
      <w:r w:rsidRPr="00C76056">
        <w:rPr>
          <w:b/>
        </w:rPr>
        <w:t>21</w:t>
      </w:r>
      <w:r w:rsidRPr="00481DF8">
        <w:t xml:space="preserve"> </w:t>
      </w:r>
      <w:r w:rsidRPr="00C76056">
        <w:rPr>
          <w:b/>
        </w:rPr>
        <w:t>a</w:t>
      </w:r>
      <w:r w:rsidRPr="00481DF8">
        <w:t xml:space="preserve"> Find out how the </w:t>
      </w:r>
      <w:r w:rsidR="00A47BD3">
        <w:t>a</w:t>
      </w:r>
      <w:r w:rsidRPr="00481DF8">
        <w:t>ncient Greeks and</w:t>
      </w:r>
      <w:r>
        <w:t xml:space="preserve"> </w:t>
      </w:r>
      <w:r w:rsidRPr="00481DF8">
        <w:t>Romans tried to stop the spread of</w:t>
      </w:r>
      <w:r>
        <w:t xml:space="preserve"> </w:t>
      </w:r>
      <w:r w:rsidRPr="00481DF8">
        <w:t>malaria.</w:t>
      </w:r>
    </w:p>
    <w:p w14:paraId="7360B9C0" w14:textId="77777777" w:rsidR="00CB3385" w:rsidRPr="00481DF8" w:rsidRDefault="00CB3385" w:rsidP="00A47BD3">
      <w:pPr>
        <w:pStyle w:val="answers-answer"/>
      </w:pPr>
      <w:r w:rsidRPr="00D273BE">
        <w:rPr>
          <w:rStyle w:val="answer"/>
        </w:rPr>
        <w:t>Answer</w:t>
      </w:r>
      <w:r w:rsidRPr="002C1A56">
        <w:rPr>
          <w:i/>
        </w:rPr>
        <w:t>:</w:t>
      </w:r>
      <w:r w:rsidRPr="002C1A56">
        <w:t xml:space="preserve"> By draining swamps and preventing people from living near swamps or stagnant water.</w:t>
      </w:r>
    </w:p>
    <w:p w14:paraId="60C2F781" w14:textId="77777777" w:rsidR="00CB3385" w:rsidRDefault="00CB3385" w:rsidP="00A47BD3">
      <w:pPr>
        <w:pStyle w:val="answers-question"/>
      </w:pPr>
      <w:r w:rsidRPr="00C76056">
        <w:rPr>
          <w:b/>
        </w:rPr>
        <w:t>b</w:t>
      </w:r>
      <w:r w:rsidRPr="00481DF8">
        <w:t xml:space="preserve"> Use resources to find out what causes</w:t>
      </w:r>
      <w:r>
        <w:t xml:space="preserve"> </w:t>
      </w:r>
      <w:r w:rsidRPr="00481DF8">
        <w:t>malaria.</w:t>
      </w:r>
    </w:p>
    <w:p w14:paraId="71999359" w14:textId="7C38157E" w:rsidR="00CB3385" w:rsidRPr="00481DF8" w:rsidRDefault="00CB3385" w:rsidP="00A47BD3">
      <w:pPr>
        <w:pStyle w:val="answers-answer"/>
      </w:pPr>
      <w:r w:rsidRPr="00D273BE">
        <w:rPr>
          <w:rStyle w:val="answer"/>
        </w:rPr>
        <w:t>Answer</w:t>
      </w:r>
      <w:r w:rsidRPr="002C1A56">
        <w:rPr>
          <w:i/>
        </w:rPr>
        <w:t>:</w:t>
      </w:r>
      <w:r w:rsidRPr="002C1A56">
        <w:t xml:space="preserve"> Malaria is caused by a parasite (a protozoan, or single-celled animal) that multiplies in red</w:t>
      </w:r>
      <w:r w:rsidR="00B60A03">
        <w:t xml:space="preserve"> </w:t>
      </w:r>
      <w:r w:rsidRPr="002C1A56">
        <w:t>blood cells. The parasite is introduced into the blood by the bite of a mosquito infected by the parasite.</w:t>
      </w:r>
    </w:p>
    <w:p w14:paraId="2BB6C2EE" w14:textId="77777777" w:rsidR="00CB3385" w:rsidRDefault="00CB3385" w:rsidP="00A47BD3">
      <w:pPr>
        <w:pStyle w:val="answers-question"/>
      </w:pPr>
      <w:r w:rsidRPr="00C76056">
        <w:rPr>
          <w:b/>
        </w:rPr>
        <w:t>c</w:t>
      </w:r>
      <w:r w:rsidRPr="00481DF8">
        <w:t xml:space="preserve"> What were some of the experiments</w:t>
      </w:r>
      <w:r>
        <w:t xml:space="preserve"> </w:t>
      </w:r>
      <w:r w:rsidRPr="00481DF8">
        <w:t>that were done to determine the cause</w:t>
      </w:r>
      <w:r>
        <w:t xml:space="preserve"> </w:t>
      </w:r>
      <w:r w:rsidRPr="00481DF8">
        <w:t>of malaria?</w:t>
      </w:r>
    </w:p>
    <w:p w14:paraId="7479EFC3" w14:textId="4BD97734" w:rsidR="00CB3385" w:rsidRPr="00481DF8" w:rsidRDefault="00CB3385" w:rsidP="00A47BD3">
      <w:pPr>
        <w:pStyle w:val="answers-answer"/>
      </w:pPr>
      <w:r w:rsidRPr="00D273BE">
        <w:rPr>
          <w:rStyle w:val="answer"/>
        </w:rPr>
        <w:t>Answer</w:t>
      </w:r>
      <w:r w:rsidRPr="002C1A56">
        <w:rPr>
          <w:i/>
        </w:rPr>
        <w:t>:</w:t>
      </w:r>
      <w:r w:rsidRPr="002C1A56">
        <w:t xml:space="preserve"> Autopsies of victims; microscopic examination of blood from people who did and did not</w:t>
      </w:r>
      <w:r w:rsidR="00B60A03">
        <w:t xml:space="preserve"> </w:t>
      </w:r>
      <w:r w:rsidRPr="002C1A56">
        <w:t>have malaria; observing stomach contents of mosquitoes that had bitten malaria patients; experiments</w:t>
      </w:r>
      <w:r w:rsidR="00B60A03">
        <w:t xml:space="preserve"> </w:t>
      </w:r>
      <w:r w:rsidRPr="002C1A56">
        <w:t>involving bird malaria – transfer of the parasite by mosquitoes from bird to bird.</w:t>
      </w:r>
    </w:p>
    <w:p w14:paraId="04F00D52" w14:textId="05B450F7" w:rsidR="00CB3385" w:rsidRDefault="00CB3385" w:rsidP="00A47BD3">
      <w:pPr>
        <w:pStyle w:val="answers-question"/>
      </w:pPr>
      <w:r w:rsidRPr="00C76056">
        <w:rPr>
          <w:b/>
        </w:rPr>
        <w:t>d</w:t>
      </w:r>
      <w:r w:rsidRPr="00481DF8">
        <w:t xml:space="preserve"> Which scientists were instrumental</w:t>
      </w:r>
      <w:r>
        <w:t xml:space="preserve"> </w:t>
      </w:r>
      <w:r w:rsidRPr="00481DF8">
        <w:t>in discovering the cause of</w:t>
      </w:r>
      <w:r>
        <w:t xml:space="preserve"> </w:t>
      </w:r>
      <w:r w:rsidRPr="00481DF8">
        <w:t>malaria? How was their discovery</w:t>
      </w:r>
      <w:r>
        <w:t xml:space="preserve"> </w:t>
      </w:r>
      <w:r w:rsidRPr="00481DF8">
        <w:t>communicated to others?</w:t>
      </w:r>
    </w:p>
    <w:p w14:paraId="21686344" w14:textId="4E68D77A" w:rsidR="00CB3385" w:rsidRPr="009E62E3" w:rsidRDefault="00CB3385" w:rsidP="00A47BD3">
      <w:pPr>
        <w:pStyle w:val="answers-answer"/>
      </w:pPr>
      <w:r w:rsidRPr="00D273BE">
        <w:rPr>
          <w:rStyle w:val="answer"/>
        </w:rPr>
        <w:t>Answer</w:t>
      </w:r>
      <w:r w:rsidRPr="002C1A56">
        <w:rPr>
          <w:i/>
        </w:rPr>
        <w:t>:</w:t>
      </w:r>
      <w:r w:rsidRPr="002C1A56">
        <w:t xml:space="preserve"> Ronald Ross received the Nobel Prize in 1902 for discovering how mosquitoes transferred the</w:t>
      </w:r>
      <w:r w:rsidR="00CE52D8">
        <w:t xml:space="preserve"> </w:t>
      </w:r>
      <w:r w:rsidRPr="002C1A56">
        <w:t>parasite from one person to another. Charles Laveran discovered the malarial parasite in 1880. Patrick</w:t>
      </w:r>
      <w:r w:rsidR="00CE52D8">
        <w:t xml:space="preserve"> </w:t>
      </w:r>
      <w:r w:rsidRPr="002C1A56">
        <w:t>Manson made important discoveries about the life cycle of the parasite.</w:t>
      </w:r>
    </w:p>
    <w:p w14:paraId="44A11EA5" w14:textId="424923EA" w:rsidR="00C738D1" w:rsidRPr="00CB3385" w:rsidRDefault="00C738D1" w:rsidP="00CB3385">
      <w:pPr>
        <w:pStyle w:val="i-chead"/>
        <w:rPr>
          <w:lang w:val="en-US"/>
        </w:rPr>
      </w:pPr>
    </w:p>
    <w:sectPr w:rsidR="00C738D1" w:rsidRPr="00CB3385" w:rsidSect="00CF0FC3">
      <w:headerReference w:type="default" r:id="rId11"/>
      <w:footerReference w:type="default" r:id="rId12"/>
      <w:pgSz w:w="11900" w:h="16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6E2CE" w14:textId="77777777" w:rsidR="00A85E85" w:rsidRDefault="00A85E85">
      <w:r>
        <w:separator/>
      </w:r>
    </w:p>
  </w:endnote>
  <w:endnote w:type="continuationSeparator" w:id="0">
    <w:p w14:paraId="43CBF3E2" w14:textId="77777777" w:rsidR="00A85E85" w:rsidRDefault="00A8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ITCAvantGardeStd-Bk">
    <w:altName w:val="Arial"/>
    <w:panose1 w:val="00000000000000000000"/>
    <w:charset w:val="00"/>
    <w:family w:val="swiss"/>
    <w:notTrueType/>
    <w:pitch w:val="default"/>
    <w:sig w:usb0="00000083" w:usb1="00000000" w:usb2="00000000" w:usb3="00000000" w:csb0="00000009" w:csb1="00000000"/>
  </w:font>
  <w:font w:name="ArialUnicodeMS">
    <w:panose1 w:val="00000000000000000000"/>
    <w:charset w:val="80"/>
    <w:family w:val="auto"/>
    <w:notTrueType/>
    <w:pitch w:val="default"/>
    <w:sig w:usb0="00000001" w:usb1="08070000" w:usb2="00000010" w:usb3="00000000" w:csb0="00020000" w:csb1="00000000"/>
  </w:font>
  <w:font w:name="Melior-Bold">
    <w:altName w:val="Cambria"/>
    <w:panose1 w:val="00000000000000000000"/>
    <w:charset w:val="4D"/>
    <w:family w:val="auto"/>
    <w:notTrueType/>
    <w:pitch w:val="default"/>
    <w:sig w:usb0="00000003" w:usb1="00000000" w:usb2="00000000" w:usb3="00000000" w:csb0="00000001" w:csb1="00000000"/>
  </w:font>
  <w:font w:name="Melior">
    <w:altName w:val="Cambria"/>
    <w:panose1 w:val="00000000000000000000"/>
    <w:charset w:val="4D"/>
    <w:family w:val="auto"/>
    <w:notTrueType/>
    <w:pitch w:val="default"/>
    <w:sig w:usb0="00000003" w:usb1="00000000" w:usb2="00000000" w:usb3="00000000" w:csb0="00000001" w:csb1="00000000"/>
  </w:font>
  <w:font w:name="NewCenturySchlbkLTStd-Roman">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NeuzeitS-BookHeavy">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8114" w14:textId="77777777" w:rsidR="00A85E85" w:rsidRPr="004F754C" w:rsidRDefault="00A85E85" w:rsidP="004F754C">
    <w:pPr>
      <w:pStyle w:val="i-footertext"/>
    </w:pPr>
    <w:r>
      <w:t xml:space="preserve">© </w:t>
    </w:r>
    <w:r w:rsidRPr="00817B1F">
      <w:t>Cengage Learning Australia Pty Ltd</w:t>
    </w:r>
    <w:r>
      <w:t xml:space="preserve"> 2020</w:t>
    </w:r>
    <w:r>
      <w:tab/>
    </w:r>
    <w:hyperlink r:id="rId1" w:history="1">
      <w:r w:rsidRPr="00341E34">
        <w:t>www.nelsonnet.com.au</w:t>
      </w:r>
    </w:hyperlink>
    <w:r>
      <w:tab/>
      <w:t xml:space="preserve">Page </w:t>
    </w:r>
    <w:r>
      <w:fldChar w:fldCharType="begin"/>
    </w:r>
    <w:r>
      <w:instrText xml:space="preserve"> PAGE </w:instrText>
    </w:r>
    <w:r>
      <w:fldChar w:fldCharType="separate"/>
    </w:r>
    <w:r>
      <w:t>1</w:t>
    </w:r>
    <w:r>
      <w:rPr>
        <w:noProof/>
      </w:rPr>
      <w:fldChar w:fldCharType="end"/>
    </w:r>
    <w:r>
      <w:t xml:space="preserve"> of </w:t>
    </w:r>
    <w:r w:rsidR="00813636">
      <w:fldChar w:fldCharType="begin"/>
    </w:r>
    <w:r w:rsidR="00813636">
      <w:instrText xml:space="preserve"> NUMPAGES  </w:instrText>
    </w:r>
    <w:r w:rsidR="00813636">
      <w:fldChar w:fldCharType="separate"/>
    </w:r>
    <w:r>
      <w:t>5</w:t>
    </w:r>
    <w:r w:rsidR="0081363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8757" w14:textId="77777777" w:rsidR="00A85E85" w:rsidRDefault="00A85E85">
      <w:r>
        <w:separator/>
      </w:r>
    </w:p>
  </w:footnote>
  <w:footnote w:type="continuationSeparator" w:id="0">
    <w:p w14:paraId="7706B130" w14:textId="77777777" w:rsidR="00A85E85" w:rsidRDefault="00A85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60382" w14:textId="77777777" w:rsidR="00A85E85" w:rsidRDefault="00A85E85" w:rsidP="003948E1">
    <w:pPr>
      <w:pStyle w:val="Header"/>
      <w:spacing w:after="240"/>
    </w:pPr>
    <w:r>
      <w:rPr>
        <w:noProof/>
      </w:rPr>
      <w:drawing>
        <wp:inline distT="0" distB="0" distL="0" distR="0" wp14:anchorId="74C09477" wp14:editId="1B0C8115">
          <wp:extent cx="990600" cy="4953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N20_Full_cmy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060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2F55"/>
    <w:multiLevelType w:val="hybridMultilevel"/>
    <w:tmpl w:val="F314D5B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9970786"/>
    <w:multiLevelType w:val="hybridMultilevel"/>
    <w:tmpl w:val="84E0F93A"/>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BD1F98"/>
    <w:multiLevelType w:val="hybridMultilevel"/>
    <w:tmpl w:val="7382BED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8B27F0"/>
    <w:multiLevelType w:val="hybridMultilevel"/>
    <w:tmpl w:val="C7DA6E7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C56141"/>
    <w:multiLevelType w:val="hybridMultilevel"/>
    <w:tmpl w:val="A886CC66"/>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A6834D5"/>
    <w:multiLevelType w:val="hybridMultilevel"/>
    <w:tmpl w:val="1B4A2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C30E7"/>
    <w:multiLevelType w:val="hybridMultilevel"/>
    <w:tmpl w:val="9E7A1A1C"/>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BF6746A"/>
    <w:multiLevelType w:val="hybridMultilevel"/>
    <w:tmpl w:val="5DC47C3E"/>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CEA71B6"/>
    <w:multiLevelType w:val="hybridMultilevel"/>
    <w:tmpl w:val="64E4190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32E434F"/>
    <w:multiLevelType w:val="hybridMultilevel"/>
    <w:tmpl w:val="FAB498F2"/>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A8E470D"/>
    <w:multiLevelType w:val="hybridMultilevel"/>
    <w:tmpl w:val="1A629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790BE2"/>
    <w:multiLevelType w:val="hybridMultilevel"/>
    <w:tmpl w:val="17E8A8E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3245312C"/>
    <w:multiLevelType w:val="hybridMultilevel"/>
    <w:tmpl w:val="2200BBBA"/>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3AA2E8F"/>
    <w:multiLevelType w:val="hybridMultilevel"/>
    <w:tmpl w:val="A83C7F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4C94BF1"/>
    <w:multiLevelType w:val="hybridMultilevel"/>
    <w:tmpl w:val="3E78D1E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B846826"/>
    <w:multiLevelType w:val="hybridMultilevel"/>
    <w:tmpl w:val="AB88185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C431FC1"/>
    <w:multiLevelType w:val="hybridMultilevel"/>
    <w:tmpl w:val="E370D54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39C743A"/>
    <w:multiLevelType w:val="hybridMultilevel"/>
    <w:tmpl w:val="694E2B7C"/>
    <w:lvl w:ilvl="0" w:tplc="7076D92C">
      <w:numFmt w:val="bullet"/>
      <w:lvlText w:val=""/>
      <w:lvlJc w:val="left"/>
      <w:pPr>
        <w:ind w:left="720" w:hanging="360"/>
      </w:pPr>
      <w:rPr>
        <w:rFonts w:ascii="Wingdings" w:eastAsia="Arial"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5C1439F"/>
    <w:multiLevelType w:val="hybridMultilevel"/>
    <w:tmpl w:val="C3F412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9626B42"/>
    <w:multiLevelType w:val="hybridMultilevel"/>
    <w:tmpl w:val="F4FE59D6"/>
    <w:lvl w:ilvl="0" w:tplc="B2282B42">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B6A5B0B"/>
    <w:multiLevelType w:val="hybridMultilevel"/>
    <w:tmpl w:val="FA2040AA"/>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DA5BBC"/>
    <w:multiLevelType w:val="hybridMultilevel"/>
    <w:tmpl w:val="EE7230B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09951C9"/>
    <w:multiLevelType w:val="hybridMultilevel"/>
    <w:tmpl w:val="A44C9820"/>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12410C1"/>
    <w:multiLevelType w:val="hybridMultilevel"/>
    <w:tmpl w:val="D5B8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5FD2575"/>
    <w:multiLevelType w:val="hybridMultilevel"/>
    <w:tmpl w:val="6A1891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9350F18"/>
    <w:multiLevelType w:val="hybridMultilevel"/>
    <w:tmpl w:val="A1A49B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655653B4"/>
    <w:multiLevelType w:val="hybridMultilevel"/>
    <w:tmpl w:val="AB8810B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841603A"/>
    <w:multiLevelType w:val="hybridMultilevel"/>
    <w:tmpl w:val="B88C6694"/>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8FE1612"/>
    <w:multiLevelType w:val="hybridMultilevel"/>
    <w:tmpl w:val="D10E98D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D912B61"/>
    <w:multiLevelType w:val="hybridMultilevel"/>
    <w:tmpl w:val="B7BA0212"/>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E8708D9"/>
    <w:multiLevelType w:val="hybridMultilevel"/>
    <w:tmpl w:val="54F6CC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6FD4793F"/>
    <w:multiLevelType w:val="hybridMultilevel"/>
    <w:tmpl w:val="57C82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54239D2"/>
    <w:multiLevelType w:val="hybridMultilevel"/>
    <w:tmpl w:val="FF8888A8"/>
    <w:lvl w:ilvl="0" w:tplc="EC226746">
      <w:numFmt w:val="bullet"/>
      <w:lvlText w:val="•"/>
      <w:lvlJc w:val="left"/>
      <w:pPr>
        <w:ind w:left="720" w:hanging="360"/>
      </w:pPr>
      <w:rPr>
        <w:rFonts w:ascii="Times New Roman" w:eastAsia="Arial"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77DD3421"/>
    <w:multiLevelType w:val="hybridMultilevel"/>
    <w:tmpl w:val="3230B4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79B8564E"/>
    <w:multiLevelType w:val="hybridMultilevel"/>
    <w:tmpl w:val="B89CAF90"/>
    <w:lvl w:ilvl="0" w:tplc="71042142">
      <w:start w:val="1"/>
      <w:numFmt w:val="decimal"/>
      <w:lvlText w:val="%1"/>
      <w:lvlJc w:val="left"/>
      <w:pPr>
        <w:ind w:left="720" w:hanging="360"/>
      </w:pPr>
      <w:rPr>
        <w:rFonts w:hint="default"/>
      </w:rPr>
    </w:lvl>
    <w:lvl w:ilvl="1" w:tplc="3918DA02">
      <w:start w:val="1"/>
      <w:numFmt w:val="lowerLetter"/>
      <w:lvlText w:val="%2"/>
      <w:lvlJc w:val="left"/>
      <w:pPr>
        <w:ind w:left="1440" w:hanging="360"/>
      </w:pPr>
      <w:rPr>
        <w:rFonts w:hint="default"/>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BD15186"/>
    <w:multiLevelType w:val="hybridMultilevel"/>
    <w:tmpl w:val="239204CC"/>
    <w:lvl w:ilvl="0" w:tplc="0144F954">
      <w:start w:val="1"/>
      <w:numFmt w:val="bullet"/>
      <w:pStyle w:val="listnormal"/>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18"/>
  </w:num>
  <w:num w:numId="5">
    <w:abstractNumId w:val="24"/>
  </w:num>
  <w:num w:numId="6">
    <w:abstractNumId w:val="0"/>
  </w:num>
  <w:num w:numId="7">
    <w:abstractNumId w:val="13"/>
  </w:num>
  <w:num w:numId="8">
    <w:abstractNumId w:val="25"/>
  </w:num>
  <w:num w:numId="9">
    <w:abstractNumId w:val="30"/>
  </w:num>
  <w:num w:numId="10">
    <w:abstractNumId w:val="23"/>
  </w:num>
  <w:num w:numId="11">
    <w:abstractNumId w:val="10"/>
  </w:num>
  <w:num w:numId="12">
    <w:abstractNumId w:val="31"/>
  </w:num>
  <w:num w:numId="13">
    <w:abstractNumId w:val="5"/>
  </w:num>
  <w:num w:numId="14">
    <w:abstractNumId w:val="11"/>
  </w:num>
  <w:num w:numId="15">
    <w:abstractNumId w:val="26"/>
  </w:num>
  <w:num w:numId="16">
    <w:abstractNumId w:val="21"/>
  </w:num>
  <w:num w:numId="17">
    <w:abstractNumId w:val="14"/>
  </w:num>
  <w:num w:numId="18">
    <w:abstractNumId w:val="8"/>
  </w:num>
  <w:num w:numId="19">
    <w:abstractNumId w:val="7"/>
  </w:num>
  <w:num w:numId="20">
    <w:abstractNumId w:val="27"/>
  </w:num>
  <w:num w:numId="21">
    <w:abstractNumId w:val="22"/>
  </w:num>
  <w:num w:numId="22">
    <w:abstractNumId w:val="32"/>
  </w:num>
  <w:num w:numId="23">
    <w:abstractNumId w:val="28"/>
  </w:num>
  <w:num w:numId="24">
    <w:abstractNumId w:val="3"/>
  </w:num>
  <w:num w:numId="25">
    <w:abstractNumId w:val="6"/>
  </w:num>
  <w:num w:numId="26">
    <w:abstractNumId w:val="16"/>
  </w:num>
  <w:num w:numId="27">
    <w:abstractNumId w:val="2"/>
  </w:num>
  <w:num w:numId="28">
    <w:abstractNumId w:val="19"/>
  </w:num>
  <w:num w:numId="29">
    <w:abstractNumId w:val="9"/>
  </w:num>
  <w:num w:numId="30">
    <w:abstractNumId w:val="1"/>
  </w:num>
  <w:num w:numId="31">
    <w:abstractNumId w:val="20"/>
  </w:num>
  <w:num w:numId="32">
    <w:abstractNumId w:val="4"/>
  </w:num>
  <w:num w:numId="33">
    <w:abstractNumId w:val="15"/>
  </w:num>
  <w:num w:numId="34">
    <w:abstractNumId w:val="12"/>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AB2"/>
    <w:rsid w:val="000063B7"/>
    <w:rsid w:val="000155A0"/>
    <w:rsid w:val="00062882"/>
    <w:rsid w:val="00064CB1"/>
    <w:rsid w:val="000B603E"/>
    <w:rsid w:val="000C1F54"/>
    <w:rsid w:val="000D1BE3"/>
    <w:rsid w:val="000D485A"/>
    <w:rsid w:val="00114991"/>
    <w:rsid w:val="00116892"/>
    <w:rsid w:val="00223121"/>
    <w:rsid w:val="002B3080"/>
    <w:rsid w:val="002D25EE"/>
    <w:rsid w:val="00320495"/>
    <w:rsid w:val="00325BC7"/>
    <w:rsid w:val="00340834"/>
    <w:rsid w:val="003579A6"/>
    <w:rsid w:val="003908D1"/>
    <w:rsid w:val="003926E1"/>
    <w:rsid w:val="003948E1"/>
    <w:rsid w:val="003D4E90"/>
    <w:rsid w:val="004443D8"/>
    <w:rsid w:val="004F754C"/>
    <w:rsid w:val="0050786E"/>
    <w:rsid w:val="0053034A"/>
    <w:rsid w:val="0053276D"/>
    <w:rsid w:val="00534E7A"/>
    <w:rsid w:val="00550169"/>
    <w:rsid w:val="00565F68"/>
    <w:rsid w:val="005927CB"/>
    <w:rsid w:val="00597F49"/>
    <w:rsid w:val="005E05CB"/>
    <w:rsid w:val="00603B82"/>
    <w:rsid w:val="0062231D"/>
    <w:rsid w:val="00630CDD"/>
    <w:rsid w:val="006338DE"/>
    <w:rsid w:val="006C7A0D"/>
    <w:rsid w:val="006D42FC"/>
    <w:rsid w:val="006E5738"/>
    <w:rsid w:val="00744A86"/>
    <w:rsid w:val="007A6F20"/>
    <w:rsid w:val="00813636"/>
    <w:rsid w:val="00837580"/>
    <w:rsid w:val="00850230"/>
    <w:rsid w:val="0087256B"/>
    <w:rsid w:val="00891818"/>
    <w:rsid w:val="00897846"/>
    <w:rsid w:val="008C5AB2"/>
    <w:rsid w:val="008E6A44"/>
    <w:rsid w:val="0095079A"/>
    <w:rsid w:val="009C2EB7"/>
    <w:rsid w:val="009F04E4"/>
    <w:rsid w:val="009F1F29"/>
    <w:rsid w:val="009F2D7A"/>
    <w:rsid w:val="00A47BD3"/>
    <w:rsid w:val="00A85E85"/>
    <w:rsid w:val="00AE1D51"/>
    <w:rsid w:val="00B60A03"/>
    <w:rsid w:val="00B66D33"/>
    <w:rsid w:val="00BB5973"/>
    <w:rsid w:val="00BE098D"/>
    <w:rsid w:val="00C153FC"/>
    <w:rsid w:val="00C209F8"/>
    <w:rsid w:val="00C225D2"/>
    <w:rsid w:val="00C30BE5"/>
    <w:rsid w:val="00C3164B"/>
    <w:rsid w:val="00C615AE"/>
    <w:rsid w:val="00C738D1"/>
    <w:rsid w:val="00CB3385"/>
    <w:rsid w:val="00CB49DC"/>
    <w:rsid w:val="00CC2864"/>
    <w:rsid w:val="00CE52D8"/>
    <w:rsid w:val="00CF0FC3"/>
    <w:rsid w:val="00D273BE"/>
    <w:rsid w:val="00DB246B"/>
    <w:rsid w:val="00E0610A"/>
    <w:rsid w:val="00E0618A"/>
    <w:rsid w:val="00E82056"/>
    <w:rsid w:val="00E90E1F"/>
    <w:rsid w:val="00EB78D9"/>
    <w:rsid w:val="00EE7DDD"/>
    <w:rsid w:val="00EF7BB4"/>
    <w:rsid w:val="00F406B5"/>
    <w:rsid w:val="00F643D6"/>
    <w:rsid w:val="00F67D35"/>
    <w:rsid w:val="00FC7539"/>
    <w:rsid w:val="00FD4224"/>
    <w:rsid w:val="00FD5816"/>
    <w:rsid w:val="00FE43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72494E"/>
  <w15:chartTrackingRefBased/>
  <w15:docId w15:val="{243D24D6-C773-4B2B-AFB4-B1537762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AB2"/>
    <w:pPr>
      <w:spacing w:line="276" w:lineRule="auto"/>
    </w:pPr>
    <w:rPr>
      <w:rFonts w:ascii="Arial" w:eastAsia="Arial" w:hAnsi="Arial" w:cs="Arial"/>
      <w:sz w:val="22"/>
      <w:szCs w:val="22"/>
      <w:lang w:val="en-GB" w:eastAsia="en-AU"/>
    </w:rPr>
  </w:style>
  <w:style w:type="paragraph" w:styleId="Heading1">
    <w:name w:val="heading 1"/>
    <w:basedOn w:val="Normal"/>
    <w:next w:val="Normal"/>
    <w:link w:val="Heading1Char"/>
    <w:uiPriority w:val="9"/>
    <w:unhideWhenUsed/>
    <w:rsid w:val="003948E1"/>
    <w:pPr>
      <w:keepNext/>
      <w:keepLines/>
      <w:spacing w:before="480"/>
      <w:outlineLvl w:val="0"/>
    </w:pPr>
    <w:rPr>
      <w:rFonts w:ascii="Calibri Light" w:hAnsi="Calibri Light"/>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8E1"/>
    <w:rPr>
      <w:rFonts w:ascii="Calibri Light" w:eastAsia="Times New Roman" w:hAnsi="Calibri Light" w:cs="Times New Roman"/>
      <w:b/>
      <w:bCs/>
      <w:color w:val="365F91"/>
      <w:sz w:val="28"/>
      <w:szCs w:val="28"/>
      <w:lang w:val="en-GB"/>
    </w:rPr>
  </w:style>
  <w:style w:type="paragraph" w:customStyle="1" w:styleId="minor">
    <w:name w:val="minor"/>
    <w:basedOn w:val="Normal"/>
    <w:link w:val="minorChar"/>
    <w:qFormat/>
    <w:rsid w:val="009F04E4"/>
    <w:rPr>
      <w:noProof/>
      <w:color w:val="FF0000"/>
    </w:rPr>
  </w:style>
  <w:style w:type="character" w:customStyle="1" w:styleId="minorChar">
    <w:name w:val="minor Char"/>
    <w:link w:val="minor"/>
    <w:rsid w:val="009F04E4"/>
    <w:rPr>
      <w:noProof/>
      <w:color w:val="FF0000"/>
      <w:sz w:val="20"/>
      <w:lang w:eastAsia="en-AU"/>
    </w:rPr>
  </w:style>
  <w:style w:type="table" w:styleId="TableGrid">
    <w:name w:val="Table Grid"/>
    <w:basedOn w:val="TableNormal"/>
    <w:uiPriority w:val="39"/>
    <w:rsid w:val="003948E1"/>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ormal">
    <w:name w:val="list normal"/>
    <w:basedOn w:val="Normal"/>
    <w:link w:val="listnormalChar"/>
    <w:qFormat/>
    <w:rsid w:val="009F04E4"/>
    <w:pPr>
      <w:numPr>
        <w:numId w:val="1"/>
      </w:numPr>
    </w:pPr>
    <w:rPr>
      <w:rFonts w:cs="Courier New"/>
    </w:rPr>
  </w:style>
  <w:style w:type="character" w:customStyle="1" w:styleId="listnormalChar">
    <w:name w:val="list normal Char"/>
    <w:link w:val="listnormal"/>
    <w:rsid w:val="009F04E4"/>
    <w:rPr>
      <w:rFonts w:cs="Courier New"/>
      <w:sz w:val="20"/>
    </w:rPr>
  </w:style>
  <w:style w:type="paragraph" w:styleId="ListParagraph">
    <w:name w:val="List Paragraph"/>
    <w:basedOn w:val="Normal"/>
    <w:uiPriority w:val="34"/>
    <w:qFormat/>
    <w:rsid w:val="003948E1"/>
    <w:pPr>
      <w:ind w:left="720"/>
      <w:contextualSpacing/>
    </w:pPr>
  </w:style>
  <w:style w:type="character" w:customStyle="1" w:styleId="i-notetoDTOchar">
    <w:name w:val="&lt;i - note to DTO char&gt;"/>
    <w:uiPriority w:val="1"/>
    <w:rsid w:val="003948E1"/>
    <w:rPr>
      <w:rFonts w:ascii="Arial" w:hAnsi="Arial" w:cs="Arial"/>
      <w:b/>
      <w:color w:val="FF0000"/>
    </w:rPr>
  </w:style>
  <w:style w:type="paragraph" w:customStyle="1" w:styleId="i-notetoDTO">
    <w:name w:val="&lt;i - note to DTO&gt;"/>
    <w:link w:val="i-notetoDTOChar0"/>
    <w:autoRedefine/>
    <w:qFormat/>
    <w:rsid w:val="003948E1"/>
    <w:pPr>
      <w:jc w:val="center"/>
    </w:pPr>
    <w:rPr>
      <w:rFonts w:ascii="Arial" w:eastAsia="Times New Roman" w:hAnsi="Arial" w:cs="Arial"/>
      <w:b/>
      <w:color w:val="FF0000"/>
      <w:sz w:val="28"/>
      <w:szCs w:val="28"/>
      <w:lang w:val="en-GB" w:eastAsia="en-US"/>
    </w:rPr>
  </w:style>
  <w:style w:type="character" w:customStyle="1" w:styleId="i-notetoDTOChar0">
    <w:name w:val="&lt;i - note to DTO&gt; Char"/>
    <w:link w:val="i-notetoDTO"/>
    <w:rsid w:val="003948E1"/>
    <w:rPr>
      <w:rFonts w:ascii="Arial" w:eastAsia="Times New Roman" w:hAnsi="Arial" w:cs="Arial"/>
      <w:b/>
      <w:color w:val="FF0000"/>
      <w:sz w:val="28"/>
      <w:szCs w:val="28"/>
      <w:lang w:val="en-GB"/>
    </w:rPr>
  </w:style>
  <w:style w:type="paragraph" w:styleId="BalloonText">
    <w:name w:val="Balloon Text"/>
    <w:basedOn w:val="Normal"/>
    <w:link w:val="BalloonTextChar"/>
    <w:uiPriority w:val="99"/>
    <w:semiHidden/>
    <w:unhideWhenUsed/>
    <w:rsid w:val="003948E1"/>
    <w:rPr>
      <w:rFonts w:ascii="Tahoma" w:hAnsi="Tahoma" w:cs="Tahoma"/>
      <w:sz w:val="16"/>
      <w:szCs w:val="16"/>
    </w:rPr>
  </w:style>
  <w:style w:type="character" w:customStyle="1" w:styleId="BalloonTextChar">
    <w:name w:val="Balloon Text Char"/>
    <w:link w:val="BalloonText"/>
    <w:uiPriority w:val="99"/>
    <w:semiHidden/>
    <w:rsid w:val="003948E1"/>
    <w:rPr>
      <w:rFonts w:ascii="Tahoma" w:eastAsia="Times New Roman" w:hAnsi="Tahoma" w:cs="Tahoma"/>
      <w:sz w:val="16"/>
      <w:szCs w:val="16"/>
      <w:lang w:val="en-GB"/>
    </w:rPr>
  </w:style>
  <w:style w:type="paragraph" w:customStyle="1" w:styleId="i-bhead">
    <w:name w:val="i - b head"/>
    <w:basedOn w:val="Normal"/>
    <w:rsid w:val="00E0610A"/>
    <w:pPr>
      <w:spacing w:before="75"/>
    </w:pPr>
    <w:rPr>
      <w:rFonts w:ascii="Verdana" w:hAnsi="Verdana"/>
      <w:color w:val="00AEEF"/>
      <w:sz w:val="32"/>
      <w:szCs w:val="28"/>
    </w:rPr>
  </w:style>
  <w:style w:type="character" w:customStyle="1" w:styleId="i-bodytextbold">
    <w:name w:val="i - body text bold"/>
    <w:uiPriority w:val="1"/>
    <w:rsid w:val="003948E1"/>
    <w:rPr>
      <w:b/>
    </w:rPr>
  </w:style>
  <w:style w:type="paragraph" w:customStyle="1" w:styleId="i-bodytextfo">
    <w:name w:val="i - body text f/o"/>
    <w:basedOn w:val="Normal"/>
    <w:next w:val="Normal"/>
    <w:autoRedefine/>
    <w:qFormat/>
    <w:rsid w:val="003948E1"/>
    <w:pPr>
      <w:spacing w:before="75" w:after="75" w:line="360" w:lineRule="auto"/>
    </w:pPr>
    <w:rPr>
      <w:lang w:val="en-AU"/>
    </w:rPr>
  </w:style>
  <w:style w:type="paragraph" w:customStyle="1" w:styleId="i-bodytextindent">
    <w:name w:val="i - body text indent"/>
    <w:basedOn w:val="i-bodytextfo"/>
    <w:autoRedefine/>
    <w:qFormat/>
    <w:rsid w:val="003948E1"/>
    <w:pPr>
      <w:ind w:firstLine="225"/>
    </w:pPr>
  </w:style>
  <w:style w:type="character" w:customStyle="1" w:styleId="i-bodytextitalic">
    <w:name w:val="i - body text italic"/>
    <w:uiPriority w:val="1"/>
    <w:rsid w:val="003948E1"/>
    <w:rPr>
      <w:i/>
    </w:rPr>
  </w:style>
  <w:style w:type="paragraph" w:customStyle="1" w:styleId="i-bodytextright">
    <w:name w:val="i - body text right"/>
    <w:basedOn w:val="i-bodytextfo"/>
    <w:rsid w:val="003948E1"/>
    <w:pPr>
      <w:suppressAutoHyphens/>
      <w:jc w:val="right"/>
    </w:pPr>
    <w:rPr>
      <w:color w:val="548DD4"/>
    </w:rPr>
  </w:style>
  <w:style w:type="character" w:customStyle="1" w:styleId="i-bodytextsubscript">
    <w:name w:val="i - body text subscript"/>
    <w:uiPriority w:val="1"/>
    <w:rsid w:val="003948E1"/>
    <w:rPr>
      <w:vertAlign w:val="subscript"/>
    </w:rPr>
  </w:style>
  <w:style w:type="character" w:customStyle="1" w:styleId="i-bodytextsubscriptitalic">
    <w:name w:val="i - body text subscript italic"/>
    <w:uiPriority w:val="1"/>
    <w:rsid w:val="003948E1"/>
    <w:rPr>
      <w:i/>
      <w:vertAlign w:val="subscript"/>
    </w:rPr>
  </w:style>
  <w:style w:type="character" w:customStyle="1" w:styleId="i-bodytextsuperscript">
    <w:name w:val="i - body text superscript"/>
    <w:rsid w:val="003948E1"/>
    <w:rPr>
      <w:dstrike w:val="0"/>
      <w:vertAlign w:val="superscript"/>
    </w:rPr>
  </w:style>
  <w:style w:type="character" w:customStyle="1" w:styleId="i-bodytextsuperscriptitalic">
    <w:name w:val="i - body text superscript italic"/>
    <w:uiPriority w:val="1"/>
    <w:rsid w:val="003948E1"/>
    <w:rPr>
      <w:i/>
      <w:vertAlign w:val="superscript"/>
    </w:rPr>
  </w:style>
  <w:style w:type="character" w:customStyle="1" w:styleId="i-bodytexturl">
    <w:name w:val="i - body text url"/>
    <w:rsid w:val="003948E1"/>
    <w:rPr>
      <w:rFonts w:ascii="Arial" w:hAnsi="Arial" w:cs="Arial"/>
      <w:b/>
      <w:bCs/>
      <w:color w:val="3366FF"/>
      <w:lang w:val="en-US"/>
    </w:rPr>
  </w:style>
  <w:style w:type="paragraph" w:customStyle="1" w:styleId="i-bulletlist1">
    <w:name w:val="i - bullet list 1"/>
    <w:autoRedefine/>
    <w:rsid w:val="003948E1"/>
    <w:pPr>
      <w:ind w:left="405" w:hanging="405"/>
    </w:pPr>
    <w:rPr>
      <w:rFonts w:ascii="Verdana" w:eastAsia="Times New Roman" w:hAnsi="Verdana" w:cs="Arial"/>
      <w:sz w:val="22"/>
      <w:szCs w:val="22"/>
      <w:lang w:val="en-GB" w:eastAsia="en-US"/>
    </w:rPr>
  </w:style>
  <w:style w:type="paragraph" w:customStyle="1" w:styleId="i-bulletlist2">
    <w:name w:val="i - bullet list 2"/>
    <w:basedOn w:val="Normal"/>
    <w:autoRedefine/>
    <w:rsid w:val="00FD5816"/>
    <w:pPr>
      <w:spacing w:before="75" w:after="75"/>
      <w:ind w:left="709" w:hanging="283"/>
    </w:pPr>
    <w:rPr>
      <w:lang w:val="en-AU"/>
    </w:rPr>
  </w:style>
  <w:style w:type="paragraph" w:customStyle="1" w:styleId="i-bulletlist3">
    <w:name w:val="i - bullet list 3"/>
    <w:basedOn w:val="i-bulletlist2"/>
    <w:rsid w:val="003948E1"/>
    <w:pPr>
      <w:ind w:left="993" w:hanging="284"/>
    </w:pPr>
  </w:style>
  <w:style w:type="paragraph" w:customStyle="1" w:styleId="i-chead">
    <w:name w:val="i - c head"/>
    <w:basedOn w:val="Normal"/>
    <w:next w:val="i-bodytextfo"/>
    <w:autoRedefine/>
    <w:qFormat/>
    <w:rsid w:val="007A6F20"/>
    <w:pPr>
      <w:spacing w:before="240" w:after="120" w:line="240" w:lineRule="auto"/>
    </w:pPr>
    <w:rPr>
      <w:rFonts w:ascii="Verdana" w:hAnsi="Verdana"/>
      <w:b/>
      <w:color w:val="00AEEF"/>
      <w:sz w:val="24"/>
      <w:szCs w:val="28"/>
      <w:lang w:eastAsia="en-US"/>
    </w:rPr>
  </w:style>
  <w:style w:type="paragraph" w:customStyle="1" w:styleId="i-equationtext">
    <w:name w:val="i - equation text"/>
    <w:basedOn w:val="i-bodytextindent"/>
    <w:autoRedefine/>
    <w:rsid w:val="003948E1"/>
    <w:pPr>
      <w:spacing w:line="240" w:lineRule="auto"/>
      <w:ind w:firstLine="0"/>
      <w:jc w:val="center"/>
    </w:pPr>
    <w:rPr>
      <w:rFonts w:ascii="Cambria Math" w:hAnsi="Cambria Math"/>
    </w:rPr>
  </w:style>
  <w:style w:type="character" w:customStyle="1" w:styleId="i-headbold">
    <w:name w:val="i - head bold"/>
    <w:uiPriority w:val="1"/>
    <w:rsid w:val="003948E1"/>
    <w:rPr>
      <w:b/>
    </w:rPr>
  </w:style>
  <w:style w:type="character" w:customStyle="1" w:styleId="i-headitalic">
    <w:name w:val="i - head italic"/>
    <w:uiPriority w:val="1"/>
    <w:rsid w:val="003948E1"/>
    <w:rPr>
      <w:rFonts w:ascii="Arial" w:hAnsi="Arial"/>
      <w:i/>
    </w:rPr>
  </w:style>
  <w:style w:type="character" w:customStyle="1" w:styleId="i-headsubscript">
    <w:name w:val="i - head subscript"/>
    <w:uiPriority w:val="1"/>
    <w:rsid w:val="003948E1"/>
    <w:rPr>
      <w:rFonts w:ascii="Arial" w:hAnsi="Arial"/>
      <w:vertAlign w:val="subscript"/>
    </w:rPr>
  </w:style>
  <w:style w:type="character" w:customStyle="1" w:styleId="i-headsuperscript">
    <w:name w:val="i - head superscript"/>
    <w:uiPriority w:val="1"/>
    <w:rsid w:val="003948E1"/>
    <w:rPr>
      <w:rFonts w:ascii="Arial" w:hAnsi="Arial"/>
      <w:vertAlign w:val="superscript"/>
    </w:rPr>
  </w:style>
  <w:style w:type="paragraph" w:customStyle="1" w:styleId="i-label1">
    <w:name w:val="i - label 1"/>
    <w:basedOn w:val="Normal"/>
    <w:autoRedefine/>
    <w:rsid w:val="003948E1"/>
    <w:rPr>
      <w:color w:val="494949"/>
    </w:rPr>
  </w:style>
  <w:style w:type="paragraph" w:customStyle="1" w:styleId="i-label2">
    <w:name w:val="i - label 2"/>
    <w:rsid w:val="003948E1"/>
    <w:pPr>
      <w:spacing w:before="60"/>
    </w:pPr>
    <w:rPr>
      <w:rFonts w:ascii="Arial" w:eastAsia="Times New Roman" w:hAnsi="Arial"/>
      <w:color w:val="808080"/>
      <w:sz w:val="22"/>
      <w:szCs w:val="24"/>
      <w:lang w:eastAsia="en-US"/>
    </w:rPr>
  </w:style>
  <w:style w:type="character" w:customStyle="1" w:styleId="i-label2bold">
    <w:name w:val="i - label 2 bold"/>
    <w:uiPriority w:val="1"/>
    <w:rsid w:val="003948E1"/>
    <w:rPr>
      <w:rFonts w:ascii="Arial Unicode MS" w:hAnsi="Arial Unicode MS"/>
      <w:b/>
      <w:sz w:val="24"/>
    </w:rPr>
  </w:style>
  <w:style w:type="character" w:customStyle="1" w:styleId="i-label2italic">
    <w:name w:val="i - label 2 italic"/>
    <w:uiPriority w:val="1"/>
    <w:rsid w:val="003948E1"/>
    <w:rPr>
      <w:rFonts w:ascii="Arial Unicode MS" w:hAnsi="Arial Unicode MS"/>
      <w:i/>
      <w:sz w:val="24"/>
    </w:rPr>
  </w:style>
  <w:style w:type="character" w:customStyle="1" w:styleId="i-labelbold">
    <w:name w:val="i - label bold"/>
    <w:uiPriority w:val="1"/>
    <w:rsid w:val="003948E1"/>
    <w:rPr>
      <w:b/>
    </w:rPr>
  </w:style>
  <w:style w:type="character" w:customStyle="1" w:styleId="i-labelitalic">
    <w:name w:val="i - label italic"/>
    <w:uiPriority w:val="1"/>
    <w:rsid w:val="003948E1"/>
    <w:rPr>
      <w:i/>
    </w:rPr>
  </w:style>
  <w:style w:type="character" w:customStyle="1" w:styleId="i-labelsubscript">
    <w:name w:val="i - label subscript"/>
    <w:uiPriority w:val="1"/>
    <w:rsid w:val="003948E1"/>
    <w:rPr>
      <w:vertAlign w:val="subscript"/>
    </w:rPr>
  </w:style>
  <w:style w:type="character" w:customStyle="1" w:styleId="i-labelsuperscript">
    <w:name w:val="i - label superscript"/>
    <w:uiPriority w:val="1"/>
    <w:rsid w:val="003948E1"/>
    <w:rPr>
      <w:vertAlign w:val="superscript"/>
    </w:rPr>
  </w:style>
  <w:style w:type="character" w:customStyle="1" w:styleId="i-listbold">
    <w:name w:val="i - list bold"/>
    <w:uiPriority w:val="1"/>
    <w:rsid w:val="003948E1"/>
    <w:rPr>
      <w:b/>
    </w:rPr>
  </w:style>
  <w:style w:type="character" w:customStyle="1" w:styleId="i-listitalic">
    <w:name w:val="i - list italic"/>
    <w:uiPriority w:val="1"/>
    <w:qFormat/>
    <w:rsid w:val="003948E1"/>
    <w:rPr>
      <w:i/>
      <w:color w:val="112E35"/>
    </w:rPr>
  </w:style>
  <w:style w:type="character" w:customStyle="1" w:styleId="i-listnumber">
    <w:name w:val="i - list number"/>
    <w:qFormat/>
    <w:rsid w:val="003948E1"/>
    <w:rPr>
      <w:rFonts w:ascii="Arial" w:hAnsi="Arial" w:cs="Arial"/>
      <w:b/>
      <w:color w:val="1F0D2D"/>
      <w:sz w:val="22"/>
    </w:rPr>
  </w:style>
  <w:style w:type="character" w:customStyle="1" w:styleId="i-listsubscript">
    <w:name w:val="i - list subscript"/>
    <w:uiPriority w:val="1"/>
    <w:rsid w:val="003948E1"/>
    <w:rPr>
      <w:vertAlign w:val="subscript"/>
    </w:rPr>
  </w:style>
  <w:style w:type="character" w:customStyle="1" w:styleId="i-listsubscriptitalic">
    <w:name w:val="i - list subscript italic"/>
    <w:uiPriority w:val="1"/>
    <w:rsid w:val="003948E1"/>
    <w:rPr>
      <w:rFonts w:ascii="Verdana" w:hAnsi="Verdana"/>
      <w:i/>
      <w:vertAlign w:val="subscript"/>
    </w:rPr>
  </w:style>
  <w:style w:type="character" w:customStyle="1" w:styleId="i-listsuperscript">
    <w:name w:val="i - list superscript"/>
    <w:uiPriority w:val="1"/>
    <w:rsid w:val="003948E1"/>
    <w:rPr>
      <w:vertAlign w:val="superscript"/>
    </w:rPr>
  </w:style>
  <w:style w:type="character" w:customStyle="1" w:styleId="i-listsuperscriptitalic">
    <w:name w:val="i - list superscript italic"/>
    <w:uiPriority w:val="1"/>
    <w:rsid w:val="003948E1"/>
    <w:rPr>
      <w:rFonts w:ascii="Verdana" w:hAnsi="Verdana"/>
      <w:i/>
      <w:vertAlign w:val="superscript"/>
    </w:rPr>
  </w:style>
  <w:style w:type="character" w:customStyle="1" w:styleId="i-listurl">
    <w:name w:val="i - list url"/>
    <w:uiPriority w:val="1"/>
    <w:rsid w:val="003948E1"/>
    <w:rPr>
      <w:rFonts w:ascii="Verdana" w:hAnsi="Verdana"/>
      <w:b/>
      <w:color w:val="31849B"/>
    </w:rPr>
  </w:style>
  <w:style w:type="paragraph" w:customStyle="1" w:styleId="i-numberedlist1">
    <w:name w:val="i - numbered list 1"/>
    <w:autoRedefine/>
    <w:qFormat/>
    <w:rsid w:val="003948E1"/>
    <w:pPr>
      <w:spacing w:before="120" w:after="75"/>
      <w:ind w:left="403" w:hanging="403"/>
      <w:contextualSpacing/>
    </w:pPr>
    <w:rPr>
      <w:rFonts w:ascii="Times New Roman" w:eastAsia="Times New Roman" w:hAnsi="Times New Roman"/>
      <w:sz w:val="24"/>
      <w:szCs w:val="22"/>
      <w:lang w:eastAsia="en-US"/>
    </w:rPr>
  </w:style>
  <w:style w:type="paragraph" w:customStyle="1" w:styleId="i-numberedlist1indent">
    <w:name w:val="i - numbered list 1 indent"/>
    <w:basedOn w:val="i-numberedlist1"/>
    <w:autoRedefine/>
    <w:rsid w:val="003948E1"/>
    <w:pPr>
      <w:ind w:firstLine="315"/>
    </w:pPr>
  </w:style>
  <w:style w:type="paragraph" w:customStyle="1" w:styleId="i-numberedlist1indentfo">
    <w:name w:val="i - numbered list 1 indent f/o"/>
    <w:basedOn w:val="i-numberedlist1indent"/>
    <w:qFormat/>
    <w:rsid w:val="003948E1"/>
    <w:pPr>
      <w:ind w:firstLine="0"/>
    </w:pPr>
  </w:style>
  <w:style w:type="paragraph" w:customStyle="1" w:styleId="i-numberedlist1a">
    <w:name w:val="i - numbered list 1a"/>
    <w:basedOn w:val="Normal"/>
    <w:autoRedefine/>
    <w:qFormat/>
    <w:rsid w:val="00FD5816"/>
    <w:pPr>
      <w:tabs>
        <w:tab w:val="left" w:pos="425"/>
        <w:tab w:val="left" w:pos="709"/>
        <w:tab w:val="left" w:pos="993"/>
      </w:tabs>
      <w:ind w:left="720" w:hanging="720"/>
    </w:pPr>
  </w:style>
  <w:style w:type="paragraph" w:customStyle="1" w:styleId="i-numberedlist1ai">
    <w:name w:val="i - numbered list 1ai"/>
    <w:basedOn w:val="i-numberedlist1a"/>
    <w:autoRedefine/>
    <w:rsid w:val="003948E1"/>
    <w:pPr>
      <w:tabs>
        <w:tab w:val="clear" w:pos="993"/>
        <w:tab w:val="left" w:pos="1038"/>
      </w:tabs>
      <w:ind w:left="1038" w:hanging="1038"/>
    </w:pPr>
  </w:style>
  <w:style w:type="paragraph" w:customStyle="1" w:styleId="i-numberedlist2">
    <w:name w:val="i - numbered list 2"/>
    <w:basedOn w:val="i-numberedlist1"/>
    <w:autoRedefine/>
    <w:qFormat/>
    <w:rsid w:val="003948E1"/>
    <w:pPr>
      <w:ind w:left="709" w:hanging="284"/>
    </w:pPr>
  </w:style>
  <w:style w:type="paragraph" w:customStyle="1" w:styleId="i-numberedlist2indentfo">
    <w:name w:val="i - numbered list 2 indent f/o"/>
    <w:basedOn w:val="i-numberedlist1indentfo"/>
    <w:qFormat/>
    <w:rsid w:val="003948E1"/>
    <w:pPr>
      <w:ind w:left="720"/>
    </w:pPr>
  </w:style>
  <w:style w:type="paragraph" w:customStyle="1" w:styleId="i-numberedlist2a">
    <w:name w:val="i - numbered list 2a"/>
    <w:basedOn w:val="i-numberedlist1a"/>
    <w:rsid w:val="003948E1"/>
    <w:pPr>
      <w:ind w:left="1038" w:hanging="612"/>
    </w:pPr>
  </w:style>
  <w:style w:type="paragraph" w:customStyle="1" w:styleId="i-numberedlist3">
    <w:name w:val="i - numbered list 3"/>
    <w:basedOn w:val="i-numberedlist2"/>
    <w:autoRedefine/>
    <w:qFormat/>
    <w:rsid w:val="003948E1"/>
    <w:pPr>
      <w:ind w:left="1038" w:hanging="318"/>
    </w:pPr>
    <w:rPr>
      <w:color w:val="943634"/>
    </w:rPr>
  </w:style>
  <w:style w:type="paragraph" w:customStyle="1" w:styleId="i-numberedlist3indentfo">
    <w:name w:val="i - numbered list 3 indent f/o"/>
    <w:basedOn w:val="i-numberedlist3"/>
    <w:qFormat/>
    <w:rsid w:val="003948E1"/>
    <w:pPr>
      <w:ind w:firstLine="0"/>
    </w:pPr>
    <w:rPr>
      <w:rFonts w:eastAsia="ITCAvantGardeStd-Bk"/>
      <w:color w:val="632423"/>
    </w:rPr>
  </w:style>
  <w:style w:type="paragraph" w:customStyle="1" w:styleId="i-subhead">
    <w:name w:val="i - subhead"/>
    <w:basedOn w:val="Normal"/>
    <w:autoRedefine/>
    <w:rsid w:val="003948E1"/>
    <w:pPr>
      <w:spacing w:before="240"/>
      <w:ind w:left="397" w:hanging="397"/>
    </w:pPr>
    <w:rPr>
      <w:rFonts w:ascii="Verdana" w:eastAsia="Calibri" w:hAnsi="Verdana"/>
      <w:color w:val="E36C0A"/>
      <w:lang w:val="en-AU"/>
    </w:rPr>
  </w:style>
  <w:style w:type="paragraph" w:customStyle="1" w:styleId="i-tablecolumnheadalignedleft">
    <w:name w:val="i - table column head aligned left"/>
    <w:basedOn w:val="Normal"/>
    <w:autoRedefine/>
    <w:rsid w:val="003948E1"/>
    <w:pPr>
      <w:spacing w:before="30" w:after="30" w:line="280" w:lineRule="exact"/>
    </w:pPr>
    <w:rPr>
      <w:b/>
    </w:rPr>
  </w:style>
  <w:style w:type="paragraph" w:customStyle="1" w:styleId="i-tablecolumnheadcentred">
    <w:name w:val="i - table column head centred"/>
    <w:basedOn w:val="i-tablecolumnheadalignedleft"/>
    <w:autoRedefine/>
    <w:rsid w:val="003948E1"/>
    <w:pPr>
      <w:jc w:val="center"/>
    </w:pPr>
    <w:rPr>
      <w:rFonts w:eastAsia="ITCAvantGardeStd-Bk"/>
    </w:rPr>
  </w:style>
  <w:style w:type="paragraph" w:customStyle="1" w:styleId="i-tabletext">
    <w:name w:val="i - table text"/>
    <w:autoRedefine/>
    <w:rsid w:val="00C615AE"/>
    <w:pPr>
      <w:spacing w:before="30" w:after="30"/>
    </w:pPr>
    <w:rPr>
      <w:rFonts w:ascii="Times New Roman" w:eastAsia="Times New Roman" w:hAnsi="Times New Roman"/>
      <w:color w:val="000000"/>
      <w:position w:val="-12"/>
      <w:sz w:val="24"/>
      <w:szCs w:val="24"/>
      <w:lang w:val="en-GB" w:eastAsia="en-AU"/>
    </w:rPr>
  </w:style>
  <w:style w:type="paragraph" w:customStyle="1" w:styleId="i-tablecolumntextcentred">
    <w:name w:val="i - table column text centred"/>
    <w:basedOn w:val="i-tabletext"/>
    <w:rsid w:val="003948E1"/>
    <w:pPr>
      <w:jc w:val="center"/>
    </w:pPr>
  </w:style>
  <w:style w:type="paragraph" w:customStyle="1" w:styleId="i-tabletextalignedright">
    <w:name w:val="i - table text aligned right"/>
    <w:basedOn w:val="i-tabletext"/>
    <w:autoRedefine/>
    <w:rsid w:val="003948E1"/>
    <w:pPr>
      <w:jc w:val="right"/>
    </w:pPr>
    <w:rPr>
      <w:rFonts w:eastAsia="Calibri"/>
    </w:rPr>
  </w:style>
  <w:style w:type="character" w:customStyle="1" w:styleId="i-tabletextbold">
    <w:name w:val="i - table text bold"/>
    <w:rsid w:val="003948E1"/>
    <w:rPr>
      <w:rFonts w:ascii="Arial" w:hAnsi="Arial"/>
      <w:b/>
      <w:sz w:val="22"/>
    </w:rPr>
  </w:style>
  <w:style w:type="paragraph" w:customStyle="1" w:styleId="i-tabletextbulletlist">
    <w:name w:val="i - table text bullet list"/>
    <w:basedOn w:val="Normal"/>
    <w:rsid w:val="004443D8"/>
    <w:pPr>
      <w:spacing w:before="120" w:after="120" w:line="260" w:lineRule="exact"/>
      <w:ind w:left="454" w:hanging="454"/>
    </w:pPr>
    <w:rPr>
      <w:rFonts w:ascii="Times New Roman" w:eastAsia="ArialUnicodeMS" w:hAnsi="Times New Roman"/>
      <w:sz w:val="24"/>
      <w:szCs w:val="20"/>
      <w:lang w:val="en-AU" w:eastAsia="en-US"/>
    </w:rPr>
  </w:style>
  <w:style w:type="character" w:customStyle="1" w:styleId="i-tabletextitalic">
    <w:name w:val="i - table text italic"/>
    <w:rsid w:val="003948E1"/>
    <w:rPr>
      <w:rFonts w:ascii="Times New Roman" w:hAnsi="Times New Roman"/>
      <w:i/>
      <w:sz w:val="22"/>
    </w:rPr>
  </w:style>
  <w:style w:type="paragraph" w:customStyle="1" w:styleId="i-tabletextnumberedlist">
    <w:name w:val="i - table text numbered list"/>
    <w:basedOn w:val="i-tabletextbulletlist"/>
    <w:rsid w:val="003948E1"/>
  </w:style>
  <w:style w:type="character" w:customStyle="1" w:styleId="i-tabletextsubscript">
    <w:name w:val="i - table text subscript"/>
    <w:uiPriority w:val="1"/>
    <w:rsid w:val="003948E1"/>
    <w:rPr>
      <w:vertAlign w:val="subscript"/>
    </w:rPr>
  </w:style>
  <w:style w:type="character" w:customStyle="1" w:styleId="i-tabletextsubscriptitalic">
    <w:name w:val="i - table text subscript italic"/>
    <w:uiPriority w:val="1"/>
    <w:rsid w:val="003948E1"/>
    <w:rPr>
      <w:i/>
      <w:vertAlign w:val="subscript"/>
    </w:rPr>
  </w:style>
  <w:style w:type="character" w:customStyle="1" w:styleId="i-tabletextsuperscript">
    <w:name w:val="i - table text superscript"/>
    <w:rsid w:val="003948E1"/>
    <w:rPr>
      <w:vertAlign w:val="superscript"/>
    </w:rPr>
  </w:style>
  <w:style w:type="character" w:customStyle="1" w:styleId="i-tabletextsuperscriptitalic">
    <w:name w:val="i - table text superscript italic"/>
    <w:uiPriority w:val="1"/>
    <w:rsid w:val="003948E1"/>
    <w:rPr>
      <w:i/>
      <w:vertAlign w:val="superscript"/>
    </w:rPr>
  </w:style>
  <w:style w:type="paragraph" w:customStyle="1" w:styleId="i-worksheettitle">
    <w:name w:val="i - worksheet title"/>
    <w:autoRedefine/>
    <w:rsid w:val="003948E1"/>
    <w:pPr>
      <w:spacing w:before="120" w:line="640" w:lineRule="exact"/>
    </w:pPr>
    <w:rPr>
      <w:rFonts w:ascii="Arial" w:eastAsia="Times New Roman" w:hAnsi="Arial" w:cs="Arial"/>
      <w:b/>
      <w:color w:val="85B537"/>
      <w:sz w:val="50"/>
      <w:szCs w:val="50"/>
      <w:lang w:val="en-GB" w:eastAsia="en-US"/>
    </w:rPr>
  </w:style>
  <w:style w:type="paragraph" w:customStyle="1" w:styleId="i-worksheettype">
    <w:name w:val="i - worksheet type"/>
    <w:basedOn w:val="i-tabletext"/>
    <w:autoRedefine/>
    <w:rsid w:val="00FD5816"/>
    <w:rPr>
      <w:rFonts w:ascii="Arial" w:hAnsi="Arial"/>
      <w:b/>
      <w:color w:val="FFFFFF"/>
    </w:rPr>
  </w:style>
  <w:style w:type="paragraph" w:styleId="ListContinue2">
    <w:name w:val="List Continue 2"/>
    <w:basedOn w:val="Normal"/>
    <w:uiPriority w:val="99"/>
    <w:semiHidden/>
    <w:unhideWhenUsed/>
    <w:rsid w:val="003948E1"/>
    <w:pPr>
      <w:spacing w:after="120"/>
      <w:ind w:left="566"/>
      <w:contextualSpacing/>
    </w:pPr>
  </w:style>
  <w:style w:type="paragraph" w:customStyle="1" w:styleId="notetoDTO">
    <w:name w:val="&lt;note to DTO&gt;"/>
    <w:basedOn w:val="Normal"/>
    <w:uiPriority w:val="99"/>
    <w:qFormat/>
    <w:rsid w:val="003948E1"/>
    <w:pPr>
      <w:jc w:val="center"/>
    </w:pPr>
    <w:rPr>
      <w:b/>
      <w:color w:val="C00000"/>
    </w:rPr>
  </w:style>
  <w:style w:type="character" w:customStyle="1" w:styleId="bodybold">
    <w:name w:val="body bold"/>
    <w:uiPriority w:val="1"/>
    <w:qFormat/>
    <w:rsid w:val="003948E1"/>
    <w:rPr>
      <w:b/>
    </w:rPr>
  </w:style>
  <w:style w:type="character" w:customStyle="1" w:styleId="bodyglossaryword">
    <w:name w:val="body glossary word"/>
    <w:uiPriority w:val="99"/>
    <w:rsid w:val="003948E1"/>
    <w:rPr>
      <w:rFonts w:cs="Melior-Bold"/>
      <w:b/>
      <w:bCs/>
      <w:color w:val="B50B54"/>
      <w:w w:val="100"/>
    </w:rPr>
  </w:style>
  <w:style w:type="paragraph" w:customStyle="1" w:styleId="bodyindent">
    <w:name w:val="body indent"/>
    <w:basedOn w:val="Normal"/>
    <w:rsid w:val="003948E1"/>
    <w:pPr>
      <w:ind w:firstLine="284"/>
    </w:pPr>
    <w:rPr>
      <w:rFonts w:cs="Melior"/>
      <w:color w:val="000000"/>
      <w:szCs w:val="21"/>
    </w:rPr>
  </w:style>
  <w:style w:type="paragraph" w:customStyle="1" w:styleId="bodylist1">
    <w:name w:val="body list 1"/>
    <w:basedOn w:val="Normal"/>
    <w:rsid w:val="003948E1"/>
    <w:pPr>
      <w:ind w:left="284" w:hanging="284"/>
    </w:pPr>
  </w:style>
  <w:style w:type="paragraph" w:customStyle="1" w:styleId="figuretablecaption">
    <w:name w:val="figure/table caption"/>
    <w:basedOn w:val="Normal"/>
    <w:rsid w:val="003948E1"/>
    <w:rPr>
      <w:color w:val="0070C0"/>
      <w:sz w:val="20"/>
    </w:rPr>
  </w:style>
  <w:style w:type="character" w:customStyle="1" w:styleId="figuretablecaptionbold">
    <w:name w:val="figure/table caption bold"/>
    <w:uiPriority w:val="1"/>
    <w:rsid w:val="003948E1"/>
    <w:rPr>
      <w:b/>
      <w:color w:val="943634"/>
    </w:rPr>
  </w:style>
  <w:style w:type="paragraph" w:styleId="Footer">
    <w:name w:val="footer"/>
    <w:basedOn w:val="Normal"/>
    <w:link w:val="FooterChar"/>
    <w:uiPriority w:val="99"/>
    <w:unhideWhenUsed/>
    <w:rsid w:val="003948E1"/>
    <w:pPr>
      <w:tabs>
        <w:tab w:val="center" w:pos="4513"/>
        <w:tab w:val="right" w:pos="9026"/>
      </w:tabs>
    </w:pPr>
  </w:style>
  <w:style w:type="character" w:customStyle="1" w:styleId="FooterChar">
    <w:name w:val="Footer Char"/>
    <w:link w:val="Footer"/>
    <w:uiPriority w:val="99"/>
    <w:rsid w:val="003948E1"/>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3948E1"/>
    <w:pPr>
      <w:tabs>
        <w:tab w:val="center" w:pos="4513"/>
        <w:tab w:val="right" w:pos="9026"/>
      </w:tabs>
    </w:pPr>
  </w:style>
  <w:style w:type="character" w:customStyle="1" w:styleId="HeaderChar">
    <w:name w:val="Header Char"/>
    <w:link w:val="Header"/>
    <w:uiPriority w:val="99"/>
    <w:rsid w:val="003948E1"/>
    <w:rPr>
      <w:rFonts w:ascii="Times New Roman" w:eastAsia="Times New Roman" w:hAnsi="Times New Roman" w:cs="Times New Roman"/>
      <w:sz w:val="24"/>
      <w:szCs w:val="24"/>
      <w:lang w:val="en-GB"/>
    </w:rPr>
  </w:style>
  <w:style w:type="character" w:customStyle="1" w:styleId="i-Acknowledgementsitalic">
    <w:name w:val="i - Acknowledgements italic"/>
    <w:uiPriority w:val="1"/>
    <w:rsid w:val="003948E1"/>
    <w:rPr>
      <w:i/>
    </w:rPr>
  </w:style>
  <w:style w:type="paragraph" w:customStyle="1" w:styleId="i-figurecaption">
    <w:name w:val="i - figure caption"/>
    <w:basedOn w:val="Normal"/>
    <w:rsid w:val="003948E1"/>
    <w:pPr>
      <w:tabs>
        <w:tab w:val="left" w:pos="1843"/>
      </w:tabs>
      <w:spacing w:before="120" w:line="340" w:lineRule="exact"/>
      <w:ind w:left="1843" w:hanging="1843"/>
    </w:pPr>
    <w:rPr>
      <w:bCs/>
      <w:iCs/>
      <w:lang w:val="en-AU"/>
    </w:rPr>
  </w:style>
  <w:style w:type="paragraph" w:customStyle="1" w:styleId="i-Acknowledgments">
    <w:name w:val="i - Acknowledgments"/>
    <w:basedOn w:val="i-figurecaption"/>
    <w:autoRedefine/>
    <w:rsid w:val="003948E1"/>
    <w:pPr>
      <w:overflowPunct w:val="0"/>
      <w:autoSpaceDE w:val="0"/>
      <w:autoSpaceDN w:val="0"/>
      <w:adjustRightInd w:val="0"/>
      <w:textAlignment w:val="baseline"/>
    </w:pPr>
    <w:rPr>
      <w:color w:val="403152"/>
      <w:sz w:val="20"/>
      <w:szCs w:val="20"/>
    </w:rPr>
  </w:style>
  <w:style w:type="paragraph" w:customStyle="1" w:styleId="i-crossreftextfo">
    <w:name w:val="i - cross ref text f/o"/>
    <w:basedOn w:val="Normal"/>
    <w:autoRedefine/>
    <w:rsid w:val="003948E1"/>
    <w:pPr>
      <w:spacing w:after="120" w:line="280" w:lineRule="exact"/>
      <w:jc w:val="center"/>
    </w:pPr>
    <w:rPr>
      <w:rFonts w:eastAsia="Calibri"/>
      <w:b/>
      <w:color w:val="215868"/>
      <w:sz w:val="20"/>
      <w:lang w:val="en-AU"/>
    </w:rPr>
  </w:style>
  <w:style w:type="character" w:customStyle="1" w:styleId="i-figurecaptionitalic">
    <w:name w:val="i - figure caption italic"/>
    <w:uiPriority w:val="1"/>
    <w:rsid w:val="003948E1"/>
    <w:rPr>
      <w:rFonts w:ascii="NewCenturySchlbkLTStd-Roman" w:hAnsi="NewCenturySchlbkLTStd-Roman"/>
      <w:i/>
    </w:rPr>
  </w:style>
  <w:style w:type="character" w:customStyle="1" w:styleId="i-figurenumber">
    <w:name w:val="i - figure number"/>
    <w:rsid w:val="003948E1"/>
    <w:rPr>
      <w:b/>
    </w:rPr>
  </w:style>
  <w:style w:type="paragraph" w:customStyle="1" w:styleId="i-footertext">
    <w:name w:val="i - footer text"/>
    <w:basedOn w:val="Normal"/>
    <w:autoRedefine/>
    <w:rsid w:val="004F754C"/>
    <w:pPr>
      <w:tabs>
        <w:tab w:val="left" w:pos="0"/>
        <w:tab w:val="center" w:pos="5245"/>
        <w:tab w:val="right" w:pos="9639"/>
      </w:tabs>
    </w:pPr>
    <w:rPr>
      <w:rFonts w:ascii="Cambria" w:hAnsi="Cambria"/>
      <w:sz w:val="16"/>
      <w:lang w:val="en-AU"/>
    </w:rPr>
  </w:style>
  <w:style w:type="character" w:customStyle="1" w:styleId="i-safetytextbold">
    <w:name w:val="i - safety text bold"/>
    <w:rsid w:val="003948E1"/>
    <w:rPr>
      <w:rFonts w:ascii="Arial" w:hAnsi="Arial"/>
      <w:b/>
      <w:color w:val="700000"/>
      <w:sz w:val="20"/>
    </w:rPr>
  </w:style>
  <w:style w:type="paragraph" w:customStyle="1" w:styleId="i-safetytextfo">
    <w:name w:val="i - safety text f/o"/>
    <w:basedOn w:val="Normal"/>
    <w:autoRedefine/>
    <w:rsid w:val="003948E1"/>
    <w:pPr>
      <w:spacing w:before="45"/>
      <w:ind w:left="60" w:right="60"/>
    </w:pPr>
    <w:rPr>
      <w:rFonts w:cs="Courier New"/>
      <w:color w:val="700000"/>
      <w:sz w:val="20"/>
      <w:lang w:val="en-AU"/>
    </w:rPr>
  </w:style>
  <w:style w:type="paragraph" w:customStyle="1" w:styleId="i-tablecaption">
    <w:name w:val="i - table caption"/>
    <w:basedOn w:val="i-figurecaption"/>
    <w:rsid w:val="003948E1"/>
  </w:style>
  <w:style w:type="character" w:customStyle="1" w:styleId="i-tablenumber">
    <w:name w:val="i - table number"/>
    <w:rsid w:val="003948E1"/>
    <w:rPr>
      <w:rFonts w:ascii="Arial" w:hAnsi="Arial"/>
      <w:b/>
      <w:sz w:val="22"/>
    </w:rPr>
  </w:style>
  <w:style w:type="paragraph" w:customStyle="1" w:styleId="i-TBtablecolumnhead">
    <w:name w:val="i - TB table column head"/>
    <w:basedOn w:val="Normal"/>
    <w:rsid w:val="003948E1"/>
    <w:pPr>
      <w:spacing w:line="210" w:lineRule="exact"/>
      <w:jc w:val="center"/>
    </w:pPr>
    <w:rPr>
      <w:rFonts w:eastAsia="Cambria"/>
      <w:b/>
      <w:sz w:val="19"/>
    </w:rPr>
  </w:style>
  <w:style w:type="paragraph" w:customStyle="1" w:styleId="i-TBtabletext">
    <w:name w:val="i - TB table text"/>
    <w:basedOn w:val="Normal"/>
    <w:autoRedefine/>
    <w:rsid w:val="003948E1"/>
    <w:pPr>
      <w:spacing w:line="210" w:lineRule="exact"/>
    </w:pPr>
    <w:rPr>
      <w:rFonts w:eastAsia="Cambria"/>
      <w:sz w:val="19"/>
    </w:rPr>
  </w:style>
  <w:style w:type="paragraph" w:customStyle="1" w:styleId="i-WEB20head">
    <w:name w:val="i - WEB 2.0 head"/>
    <w:autoRedefine/>
    <w:rsid w:val="003948E1"/>
    <w:rPr>
      <w:rFonts w:ascii="Arial" w:eastAsia="Times New Roman" w:hAnsi="Arial"/>
      <w:b/>
      <w:color w:val="00AEEF"/>
      <w:w w:val="117"/>
      <w:sz w:val="22"/>
      <w:szCs w:val="24"/>
      <w:lang w:eastAsia="en-US"/>
    </w:rPr>
  </w:style>
  <w:style w:type="paragraph" w:customStyle="1" w:styleId="i-WEB20">
    <w:name w:val="i - WEB 2.0"/>
    <w:basedOn w:val="i-WEB20head"/>
    <w:autoRedefine/>
    <w:rsid w:val="003948E1"/>
    <w:pPr>
      <w:spacing w:before="45"/>
    </w:pPr>
    <w:rPr>
      <w:b w:val="0"/>
      <w:color w:val="auto"/>
    </w:rPr>
  </w:style>
  <w:style w:type="paragraph" w:customStyle="1" w:styleId="i-worksheetpersonaldetails">
    <w:name w:val="i - worksheet personal details"/>
    <w:basedOn w:val="Normal"/>
    <w:rsid w:val="003948E1"/>
    <w:pPr>
      <w:tabs>
        <w:tab w:val="left" w:pos="6742"/>
      </w:tabs>
      <w:spacing w:before="15" w:line="401" w:lineRule="auto"/>
      <w:ind w:left="585" w:right="1380" w:hanging="585"/>
    </w:pPr>
    <w:rPr>
      <w:rFonts w:eastAsia="Calibri"/>
      <w:b/>
      <w:bCs/>
      <w:color w:val="929292"/>
      <w:position w:val="-6"/>
      <w:sz w:val="18"/>
      <w:lang w:val="en-AU"/>
    </w:rPr>
  </w:style>
  <w:style w:type="character" w:customStyle="1" w:styleId="reviewbold">
    <w:name w:val="review bold"/>
    <w:uiPriority w:val="1"/>
    <w:qFormat/>
    <w:rsid w:val="003948E1"/>
    <w:rPr>
      <w:b/>
      <w:color w:val="00423F"/>
    </w:rPr>
  </w:style>
  <w:style w:type="paragraph" w:customStyle="1" w:styleId="reviewessentialdefinitions">
    <w:name w:val="review essential definitions"/>
    <w:basedOn w:val="Normal"/>
    <w:rsid w:val="003948E1"/>
    <w:pPr>
      <w:tabs>
        <w:tab w:val="left" w:pos="567"/>
        <w:tab w:val="left" w:pos="851"/>
        <w:tab w:val="left" w:pos="1134"/>
      </w:tabs>
      <w:ind w:left="284" w:hanging="284"/>
    </w:pPr>
    <w:rPr>
      <w:sz w:val="18"/>
    </w:rPr>
  </w:style>
  <w:style w:type="paragraph" w:customStyle="1" w:styleId="reviewfo">
    <w:name w:val="review f/o"/>
    <w:basedOn w:val="Normal"/>
    <w:rsid w:val="003948E1"/>
    <w:rPr>
      <w:rFonts w:cs="Melior"/>
      <w:color w:val="000000"/>
      <w:sz w:val="18"/>
      <w:szCs w:val="21"/>
    </w:rPr>
  </w:style>
  <w:style w:type="paragraph" w:customStyle="1" w:styleId="reviewlist1">
    <w:name w:val="review list 1"/>
    <w:basedOn w:val="Normal"/>
    <w:rsid w:val="003948E1"/>
    <w:pPr>
      <w:ind w:left="284" w:hanging="284"/>
    </w:pPr>
    <w:rPr>
      <w:sz w:val="18"/>
    </w:rPr>
  </w:style>
  <w:style w:type="paragraph" w:customStyle="1" w:styleId="reviewfactslist1">
    <w:name w:val="review facts list 1"/>
    <w:basedOn w:val="reviewlist1"/>
    <w:rsid w:val="003948E1"/>
  </w:style>
  <w:style w:type="paragraph" w:customStyle="1" w:styleId="reviewheadinga">
    <w:name w:val="review heading a"/>
    <w:basedOn w:val="Normal"/>
    <w:rsid w:val="003948E1"/>
    <w:pPr>
      <w:spacing w:before="160"/>
    </w:pPr>
    <w:rPr>
      <w:color w:val="002060"/>
      <w:sz w:val="72"/>
      <w:szCs w:val="120"/>
    </w:rPr>
  </w:style>
  <w:style w:type="paragraph" w:customStyle="1" w:styleId="reviewheadingb">
    <w:name w:val="review heading b"/>
    <w:basedOn w:val="reviewheadinga"/>
    <w:rsid w:val="003948E1"/>
    <w:rPr>
      <w:sz w:val="32"/>
    </w:rPr>
  </w:style>
  <w:style w:type="paragraph" w:customStyle="1" w:styleId="reviewindent">
    <w:name w:val="review indent"/>
    <w:basedOn w:val="Normal"/>
    <w:rsid w:val="003948E1"/>
    <w:pPr>
      <w:tabs>
        <w:tab w:val="left" w:pos="426"/>
      </w:tabs>
      <w:ind w:firstLine="284"/>
    </w:pPr>
    <w:rPr>
      <w:rFonts w:cs="Melior"/>
      <w:color w:val="000000"/>
      <w:sz w:val="18"/>
      <w:szCs w:val="21"/>
    </w:rPr>
  </w:style>
  <w:style w:type="paragraph" w:customStyle="1" w:styleId="reviewlist2">
    <w:name w:val="review list 2"/>
    <w:basedOn w:val="reviewlist1"/>
    <w:rsid w:val="003948E1"/>
    <w:pPr>
      <w:ind w:left="568"/>
    </w:pPr>
  </w:style>
  <w:style w:type="character" w:customStyle="1" w:styleId="reviewlistnumber">
    <w:name w:val="review list number"/>
    <w:uiPriority w:val="1"/>
    <w:qFormat/>
    <w:rsid w:val="003948E1"/>
    <w:rPr>
      <w:b/>
      <w:color w:val="00423F"/>
    </w:rPr>
  </w:style>
  <w:style w:type="paragraph" w:customStyle="1" w:styleId="reviewtableheading">
    <w:name w:val="review table heading"/>
    <w:basedOn w:val="Normal"/>
    <w:rsid w:val="003948E1"/>
    <w:pPr>
      <w:widowControl w:val="0"/>
      <w:suppressAutoHyphens/>
      <w:autoSpaceDE w:val="0"/>
      <w:autoSpaceDN w:val="0"/>
      <w:adjustRightInd w:val="0"/>
      <w:textAlignment w:val="center"/>
    </w:pPr>
    <w:rPr>
      <w:rFonts w:cs="MinionPro-Regular"/>
      <w:bCs/>
      <w:color w:val="000000"/>
      <w:sz w:val="15"/>
      <w:szCs w:val="16"/>
    </w:rPr>
  </w:style>
  <w:style w:type="paragraph" w:customStyle="1" w:styleId="reviewtabletext">
    <w:name w:val="review table text"/>
    <w:basedOn w:val="Normal"/>
    <w:rsid w:val="003948E1"/>
    <w:pPr>
      <w:widowControl w:val="0"/>
      <w:suppressAutoHyphens/>
      <w:autoSpaceDE w:val="0"/>
      <w:autoSpaceDN w:val="0"/>
      <w:adjustRightInd w:val="0"/>
      <w:textAlignment w:val="center"/>
    </w:pPr>
    <w:rPr>
      <w:rFonts w:cs="MinionPro-Regular"/>
      <w:color w:val="000000"/>
      <w:sz w:val="14"/>
      <w:szCs w:val="16"/>
    </w:rPr>
  </w:style>
  <w:style w:type="paragraph" w:customStyle="1" w:styleId="tableahead">
    <w:name w:val="table a head"/>
    <w:basedOn w:val="Normal"/>
    <w:rsid w:val="003948E1"/>
    <w:pPr>
      <w:widowControl w:val="0"/>
      <w:suppressAutoHyphens/>
      <w:autoSpaceDE w:val="0"/>
      <w:autoSpaceDN w:val="0"/>
      <w:adjustRightInd w:val="0"/>
      <w:textAlignment w:val="center"/>
    </w:pPr>
    <w:rPr>
      <w:rFonts w:cs="NeuzeitS-BookHeavy"/>
      <w:sz w:val="28"/>
    </w:rPr>
  </w:style>
  <w:style w:type="paragraph" w:customStyle="1" w:styleId="tabletext">
    <w:name w:val="table text"/>
    <w:basedOn w:val="Normal"/>
    <w:uiPriority w:val="99"/>
    <w:rsid w:val="003948E1"/>
    <w:pPr>
      <w:widowControl w:val="0"/>
      <w:suppressAutoHyphens/>
      <w:autoSpaceDE w:val="0"/>
      <w:autoSpaceDN w:val="0"/>
      <w:adjustRightInd w:val="0"/>
      <w:textAlignment w:val="center"/>
    </w:pPr>
    <w:rPr>
      <w:rFonts w:cs="Melior"/>
      <w:color w:val="000000"/>
      <w:sz w:val="18"/>
      <w:szCs w:val="19"/>
    </w:rPr>
  </w:style>
  <w:style w:type="character" w:customStyle="1" w:styleId="i-bodybolditalic">
    <w:name w:val="i - body bold italic"/>
    <w:uiPriority w:val="1"/>
    <w:rsid w:val="00340834"/>
    <w:rPr>
      <w:b/>
      <w:i/>
      <w:lang w:eastAsia="en-AU"/>
    </w:rPr>
  </w:style>
  <w:style w:type="character" w:styleId="Hyperlink">
    <w:name w:val="Hyperlink"/>
    <w:basedOn w:val="DefaultParagraphFont"/>
    <w:uiPriority w:val="99"/>
    <w:unhideWhenUsed/>
    <w:rsid w:val="004F754C"/>
    <w:rPr>
      <w:color w:val="0563C1" w:themeColor="hyperlink"/>
      <w:u w:val="single"/>
    </w:rPr>
  </w:style>
  <w:style w:type="character" w:styleId="UnresolvedMention">
    <w:name w:val="Unresolved Mention"/>
    <w:basedOn w:val="DefaultParagraphFont"/>
    <w:uiPriority w:val="99"/>
    <w:semiHidden/>
    <w:unhideWhenUsed/>
    <w:rsid w:val="004F754C"/>
    <w:rPr>
      <w:color w:val="605E5C"/>
      <w:shd w:val="clear" w:color="auto" w:fill="E1DFDD"/>
    </w:rPr>
  </w:style>
  <w:style w:type="paragraph" w:styleId="NoSpacing">
    <w:name w:val="No Spacing"/>
    <w:uiPriority w:val="1"/>
    <w:qFormat/>
    <w:rsid w:val="008C5AB2"/>
    <w:rPr>
      <w:rFonts w:ascii="Arial" w:eastAsia="Arial" w:hAnsi="Arial" w:cs="Arial"/>
      <w:sz w:val="22"/>
      <w:szCs w:val="22"/>
      <w:lang w:eastAsia="en-AU"/>
    </w:rPr>
  </w:style>
  <w:style w:type="character" w:customStyle="1" w:styleId="CommentTextChar">
    <w:name w:val="Comment Text Char"/>
    <w:basedOn w:val="DefaultParagraphFont"/>
    <w:link w:val="CommentText"/>
    <w:uiPriority w:val="99"/>
    <w:semiHidden/>
    <w:rsid w:val="00CB3385"/>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sid w:val="00CB3385"/>
    <w:pPr>
      <w:spacing w:after="160" w:line="240" w:lineRule="auto"/>
    </w:pPr>
    <w:rPr>
      <w:rFonts w:asciiTheme="minorHAnsi" w:eastAsiaTheme="minorHAnsi" w:hAnsiTheme="minorHAnsi" w:cstheme="minorBidi"/>
      <w:sz w:val="20"/>
      <w:szCs w:val="20"/>
      <w:lang w:val="en-AU" w:eastAsia="en-US"/>
    </w:rPr>
  </w:style>
  <w:style w:type="character" w:customStyle="1" w:styleId="CommentSubjectChar">
    <w:name w:val="Comment Subject Char"/>
    <w:basedOn w:val="CommentTextChar"/>
    <w:link w:val="CommentSubject"/>
    <w:uiPriority w:val="99"/>
    <w:semiHidden/>
    <w:rsid w:val="00CB3385"/>
    <w:rPr>
      <w:rFonts w:asciiTheme="minorHAnsi" w:eastAsiaTheme="minorHAnsi" w:hAnsiTheme="minorHAnsi" w:cstheme="minorBidi"/>
      <w:b/>
      <w:bCs/>
      <w:lang w:eastAsia="en-US"/>
    </w:rPr>
  </w:style>
  <w:style w:type="paragraph" w:styleId="CommentSubject">
    <w:name w:val="annotation subject"/>
    <w:basedOn w:val="CommentText"/>
    <w:next w:val="CommentText"/>
    <w:link w:val="CommentSubjectChar"/>
    <w:uiPriority w:val="99"/>
    <w:semiHidden/>
    <w:unhideWhenUsed/>
    <w:rsid w:val="00CB3385"/>
    <w:rPr>
      <w:b/>
      <w:bCs/>
    </w:rPr>
  </w:style>
  <w:style w:type="paragraph" w:customStyle="1" w:styleId="answers-question">
    <w:name w:val="answers - question"/>
    <w:basedOn w:val="Normal"/>
    <w:qFormat/>
    <w:rsid w:val="00CB3385"/>
    <w:pPr>
      <w:spacing w:before="120" w:after="120" w:line="360" w:lineRule="auto"/>
    </w:pPr>
    <w:rPr>
      <w:bCs/>
      <w:sz w:val="24"/>
      <w:szCs w:val="24"/>
      <w:lang w:val="en-US"/>
    </w:rPr>
  </w:style>
  <w:style w:type="paragraph" w:customStyle="1" w:styleId="answers-answer">
    <w:name w:val="answers - answer"/>
    <w:basedOn w:val="Normal"/>
    <w:qFormat/>
    <w:rsid w:val="00A47BD3"/>
    <w:pPr>
      <w:spacing w:line="360" w:lineRule="auto"/>
    </w:pPr>
    <w:rPr>
      <w:rFonts w:ascii="Times New Roman" w:hAnsi="Times New Roman"/>
      <w:iCs/>
      <w:sz w:val="24"/>
      <w:lang w:val="en-US"/>
    </w:rPr>
  </w:style>
  <w:style w:type="character" w:customStyle="1" w:styleId="answer">
    <w:name w:val="answer"/>
    <w:basedOn w:val="DefaultParagraphFont"/>
    <w:uiPriority w:val="1"/>
    <w:qFormat/>
    <w:rsid w:val="007A6F20"/>
    <w:rPr>
      <w:rFonts w:ascii="Times New Roman" w:hAnsi="Times New Roman"/>
      <w:i/>
      <w:color w:val="00CC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elsonnet.com.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Beaver\Desktop\templates\NelsonNet%20Worksheet%20template_2020.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b="1" i="0" u="none"/>
              <a:t>Weights</a:t>
            </a:r>
            <a:r>
              <a:rPr lang="en-AU" b="1" i="0" u="none" baseline="0"/>
              <a:t> of five babies from birth to 52 weeks</a:t>
            </a:r>
            <a:endParaRPr lang="en-AU" b="1" i="0" u="non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407619502107691"/>
          <c:y val="0.14598021530004129"/>
          <c:w val="0.68568340889207036"/>
          <c:h val="0.66929466846918673"/>
        </c:manualLayout>
      </c:layout>
      <c:lineChart>
        <c:grouping val="standard"/>
        <c:varyColors val="0"/>
        <c:ser>
          <c:idx val="0"/>
          <c:order val="0"/>
          <c:tx>
            <c:strRef>
              <c:f>Sheet1!$A$4</c:f>
              <c:strCache>
                <c:ptCount val="1"/>
                <c:pt idx="0">
                  <c:v>Amnah</c:v>
                </c:pt>
              </c:strCache>
            </c:strRef>
          </c:tx>
          <c:spPr>
            <a:ln w="28575" cap="rnd">
              <a:solidFill>
                <a:schemeClr val="accent1"/>
              </a:solidFill>
              <a:round/>
            </a:ln>
            <a:effectLst/>
          </c:spPr>
          <c:marker>
            <c:symbol val="none"/>
          </c:marker>
          <c:cat>
            <c:strRef>
              <c:f>Sheet1!$B$3:$F$3</c:f>
              <c:strCache>
                <c:ptCount val="5"/>
                <c:pt idx="0">
                  <c:v>Birth</c:v>
                </c:pt>
                <c:pt idx="1">
                  <c:v>13 weeks</c:v>
                </c:pt>
                <c:pt idx="2">
                  <c:v>26 weeks</c:v>
                </c:pt>
                <c:pt idx="3">
                  <c:v>39 weeks</c:v>
                </c:pt>
                <c:pt idx="4">
                  <c:v>52 weeks</c:v>
                </c:pt>
              </c:strCache>
            </c:strRef>
          </c:cat>
          <c:val>
            <c:numRef>
              <c:f>Sheet1!$B$4:$F$4</c:f>
              <c:numCache>
                <c:formatCode>General</c:formatCode>
                <c:ptCount val="5"/>
                <c:pt idx="0">
                  <c:v>2.1</c:v>
                </c:pt>
                <c:pt idx="1">
                  <c:v>5.9</c:v>
                </c:pt>
                <c:pt idx="2">
                  <c:v>8.5</c:v>
                </c:pt>
                <c:pt idx="3">
                  <c:v>9.6</c:v>
                </c:pt>
                <c:pt idx="4">
                  <c:v>10.7</c:v>
                </c:pt>
              </c:numCache>
            </c:numRef>
          </c:val>
          <c:smooth val="0"/>
          <c:extLst>
            <c:ext xmlns:c16="http://schemas.microsoft.com/office/drawing/2014/chart" uri="{C3380CC4-5D6E-409C-BE32-E72D297353CC}">
              <c16:uniqueId val="{00000000-88F6-4126-88D9-DBDEE583EA8B}"/>
            </c:ext>
          </c:extLst>
        </c:ser>
        <c:ser>
          <c:idx val="1"/>
          <c:order val="1"/>
          <c:tx>
            <c:strRef>
              <c:f>Sheet1!$A$5</c:f>
              <c:strCache>
                <c:ptCount val="1"/>
                <c:pt idx="0">
                  <c:v>Hamish </c:v>
                </c:pt>
              </c:strCache>
            </c:strRef>
          </c:tx>
          <c:spPr>
            <a:ln w="28575" cap="rnd">
              <a:solidFill>
                <a:schemeClr val="accent2"/>
              </a:solidFill>
              <a:round/>
            </a:ln>
            <a:effectLst/>
          </c:spPr>
          <c:marker>
            <c:symbol val="none"/>
          </c:marker>
          <c:cat>
            <c:strRef>
              <c:f>Sheet1!$B$3:$F$3</c:f>
              <c:strCache>
                <c:ptCount val="5"/>
                <c:pt idx="0">
                  <c:v>Birth</c:v>
                </c:pt>
                <c:pt idx="1">
                  <c:v>13 weeks</c:v>
                </c:pt>
                <c:pt idx="2">
                  <c:v>26 weeks</c:v>
                </c:pt>
                <c:pt idx="3">
                  <c:v>39 weeks</c:v>
                </c:pt>
                <c:pt idx="4">
                  <c:v>52 weeks</c:v>
                </c:pt>
              </c:strCache>
            </c:strRef>
          </c:cat>
          <c:val>
            <c:numRef>
              <c:f>Sheet1!$B$5:$F$5</c:f>
              <c:numCache>
                <c:formatCode>General</c:formatCode>
                <c:ptCount val="5"/>
                <c:pt idx="0">
                  <c:v>3.3</c:v>
                </c:pt>
                <c:pt idx="1">
                  <c:v>6.6</c:v>
                </c:pt>
                <c:pt idx="2">
                  <c:v>8.1999999999999993</c:v>
                </c:pt>
                <c:pt idx="3">
                  <c:v>9.5</c:v>
                </c:pt>
                <c:pt idx="4">
                  <c:v>11.1</c:v>
                </c:pt>
              </c:numCache>
            </c:numRef>
          </c:val>
          <c:smooth val="0"/>
          <c:extLst>
            <c:ext xmlns:c16="http://schemas.microsoft.com/office/drawing/2014/chart" uri="{C3380CC4-5D6E-409C-BE32-E72D297353CC}">
              <c16:uniqueId val="{00000001-88F6-4126-88D9-DBDEE583EA8B}"/>
            </c:ext>
          </c:extLst>
        </c:ser>
        <c:ser>
          <c:idx val="2"/>
          <c:order val="2"/>
          <c:tx>
            <c:strRef>
              <c:f>Sheet1!$A$6</c:f>
              <c:strCache>
                <c:ptCount val="1"/>
                <c:pt idx="0">
                  <c:v>Chiu-Yin </c:v>
                </c:pt>
              </c:strCache>
            </c:strRef>
          </c:tx>
          <c:spPr>
            <a:ln w="28575" cap="rnd">
              <a:solidFill>
                <a:schemeClr val="accent3"/>
              </a:solidFill>
              <a:round/>
            </a:ln>
            <a:effectLst/>
          </c:spPr>
          <c:marker>
            <c:symbol val="none"/>
          </c:marker>
          <c:cat>
            <c:strRef>
              <c:f>Sheet1!$B$3:$F$3</c:f>
              <c:strCache>
                <c:ptCount val="5"/>
                <c:pt idx="0">
                  <c:v>Birth</c:v>
                </c:pt>
                <c:pt idx="1">
                  <c:v>13 weeks</c:v>
                </c:pt>
                <c:pt idx="2">
                  <c:v>26 weeks</c:v>
                </c:pt>
                <c:pt idx="3">
                  <c:v>39 weeks</c:v>
                </c:pt>
                <c:pt idx="4">
                  <c:v>52 weeks</c:v>
                </c:pt>
              </c:strCache>
            </c:strRef>
          </c:cat>
          <c:val>
            <c:numRef>
              <c:f>Sheet1!$B$6:$F$6</c:f>
              <c:numCache>
                <c:formatCode>General</c:formatCode>
                <c:ptCount val="5"/>
                <c:pt idx="0">
                  <c:v>3.4</c:v>
                </c:pt>
                <c:pt idx="1">
                  <c:v>6.3</c:v>
                </c:pt>
                <c:pt idx="2">
                  <c:v>7.9</c:v>
                </c:pt>
                <c:pt idx="3">
                  <c:v>9.3000000000000007</c:v>
                </c:pt>
                <c:pt idx="4">
                  <c:v>11.2</c:v>
                </c:pt>
              </c:numCache>
            </c:numRef>
          </c:val>
          <c:smooth val="0"/>
          <c:extLst>
            <c:ext xmlns:c16="http://schemas.microsoft.com/office/drawing/2014/chart" uri="{C3380CC4-5D6E-409C-BE32-E72D297353CC}">
              <c16:uniqueId val="{00000002-88F6-4126-88D9-DBDEE583EA8B}"/>
            </c:ext>
          </c:extLst>
        </c:ser>
        <c:ser>
          <c:idx val="3"/>
          <c:order val="3"/>
          <c:tx>
            <c:strRef>
              <c:f>Sheet1!$A$7</c:f>
              <c:strCache>
                <c:ptCount val="1"/>
                <c:pt idx="0">
                  <c:v>Chloe </c:v>
                </c:pt>
              </c:strCache>
            </c:strRef>
          </c:tx>
          <c:spPr>
            <a:ln w="28575" cap="rnd">
              <a:solidFill>
                <a:schemeClr val="accent4"/>
              </a:solidFill>
              <a:round/>
            </a:ln>
            <a:effectLst/>
          </c:spPr>
          <c:marker>
            <c:symbol val="none"/>
          </c:marker>
          <c:cat>
            <c:strRef>
              <c:f>Sheet1!$B$3:$F$3</c:f>
              <c:strCache>
                <c:ptCount val="5"/>
                <c:pt idx="0">
                  <c:v>Birth</c:v>
                </c:pt>
                <c:pt idx="1">
                  <c:v>13 weeks</c:v>
                </c:pt>
                <c:pt idx="2">
                  <c:v>26 weeks</c:v>
                </c:pt>
                <c:pt idx="3">
                  <c:v>39 weeks</c:v>
                </c:pt>
                <c:pt idx="4">
                  <c:v>52 weeks</c:v>
                </c:pt>
              </c:strCache>
            </c:strRef>
          </c:cat>
          <c:val>
            <c:numRef>
              <c:f>Sheet1!$B$7:$F$7</c:f>
              <c:numCache>
                <c:formatCode>General</c:formatCode>
                <c:ptCount val="5"/>
                <c:pt idx="0">
                  <c:v>2.9</c:v>
                </c:pt>
                <c:pt idx="1">
                  <c:v>6</c:v>
                </c:pt>
                <c:pt idx="2">
                  <c:v>7.5</c:v>
                </c:pt>
                <c:pt idx="3">
                  <c:v>8.9</c:v>
                </c:pt>
                <c:pt idx="4">
                  <c:v>9.9</c:v>
                </c:pt>
              </c:numCache>
            </c:numRef>
          </c:val>
          <c:smooth val="0"/>
          <c:extLst>
            <c:ext xmlns:c16="http://schemas.microsoft.com/office/drawing/2014/chart" uri="{C3380CC4-5D6E-409C-BE32-E72D297353CC}">
              <c16:uniqueId val="{00000003-88F6-4126-88D9-DBDEE583EA8B}"/>
            </c:ext>
          </c:extLst>
        </c:ser>
        <c:ser>
          <c:idx val="4"/>
          <c:order val="4"/>
          <c:tx>
            <c:strRef>
              <c:f>Sheet1!$A$8</c:f>
              <c:strCache>
                <c:ptCount val="1"/>
                <c:pt idx="0">
                  <c:v>Ivy </c:v>
                </c:pt>
              </c:strCache>
            </c:strRef>
          </c:tx>
          <c:spPr>
            <a:ln w="28575" cap="rnd">
              <a:solidFill>
                <a:schemeClr val="accent5"/>
              </a:solidFill>
              <a:round/>
            </a:ln>
            <a:effectLst/>
          </c:spPr>
          <c:marker>
            <c:symbol val="none"/>
          </c:marker>
          <c:cat>
            <c:strRef>
              <c:f>Sheet1!$B$3:$F$3</c:f>
              <c:strCache>
                <c:ptCount val="5"/>
                <c:pt idx="0">
                  <c:v>Birth</c:v>
                </c:pt>
                <c:pt idx="1">
                  <c:v>13 weeks</c:v>
                </c:pt>
                <c:pt idx="2">
                  <c:v>26 weeks</c:v>
                </c:pt>
                <c:pt idx="3">
                  <c:v>39 weeks</c:v>
                </c:pt>
                <c:pt idx="4">
                  <c:v>52 weeks</c:v>
                </c:pt>
              </c:strCache>
            </c:strRef>
          </c:cat>
          <c:val>
            <c:numRef>
              <c:f>Sheet1!$B$8:$F$8</c:f>
              <c:numCache>
                <c:formatCode>General</c:formatCode>
                <c:ptCount val="5"/>
                <c:pt idx="0">
                  <c:v>3.2</c:v>
                </c:pt>
                <c:pt idx="1">
                  <c:v>6.7</c:v>
                </c:pt>
                <c:pt idx="2">
                  <c:v>8.4</c:v>
                </c:pt>
                <c:pt idx="3">
                  <c:v>9.8000000000000007</c:v>
                </c:pt>
                <c:pt idx="4">
                  <c:v>11.6</c:v>
                </c:pt>
              </c:numCache>
            </c:numRef>
          </c:val>
          <c:smooth val="0"/>
          <c:extLst>
            <c:ext xmlns:c16="http://schemas.microsoft.com/office/drawing/2014/chart" uri="{C3380CC4-5D6E-409C-BE32-E72D297353CC}">
              <c16:uniqueId val="{00000004-88F6-4126-88D9-DBDEE583EA8B}"/>
            </c:ext>
          </c:extLst>
        </c:ser>
        <c:dLbls>
          <c:showLegendKey val="0"/>
          <c:showVal val="0"/>
          <c:showCatName val="0"/>
          <c:showSerName val="0"/>
          <c:showPercent val="0"/>
          <c:showBubbleSize val="0"/>
        </c:dLbls>
        <c:smooth val="0"/>
        <c:axId val="281121280"/>
        <c:axId val="281116688"/>
      </c:lineChart>
      <c:catAx>
        <c:axId val="281121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b="1"/>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1116688"/>
        <c:crossesAt val="0"/>
        <c:auto val="1"/>
        <c:lblAlgn val="ctr"/>
        <c:lblOffset val="100"/>
        <c:noMultiLvlLbl val="0"/>
      </c:catAx>
      <c:valAx>
        <c:axId val="281116688"/>
        <c:scaling>
          <c:orientation val="minMax"/>
          <c:max val="1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Weight (kg)</a:t>
                </a:r>
              </a:p>
            </c:rich>
          </c:tx>
          <c:layout>
            <c:manualLayout>
              <c:xMode val="edge"/>
              <c:yMode val="edge"/>
              <c:x val="3.0303030303030304E-2"/>
              <c:y val="0.4478241514326529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1121280"/>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7953DD3DB129419AAF4904702889DD" ma:contentTypeVersion="7" ma:contentTypeDescription="Create a new document." ma:contentTypeScope="" ma:versionID="aab0d2b7fe87ee05df783dca3ef4e875">
  <xsd:schema xmlns:xsd="http://www.w3.org/2001/XMLSchema" xmlns:xs="http://www.w3.org/2001/XMLSchema" xmlns:p="http://schemas.microsoft.com/office/2006/metadata/properties" xmlns:ns2="243e8e0d-4872-4c9b-a5c9-1ed1b86a45df" targetNamespace="http://schemas.microsoft.com/office/2006/metadata/properties" ma:root="true" ma:fieldsID="9ad9c86436ab8fb02ae3be0e24559cbe" ns2:_="">
    <xsd:import namespace="243e8e0d-4872-4c9b-a5c9-1ed1b86a45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e8e0d-4872-4c9b-a5c9-1ed1b86a45d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F10C3-0BAF-45E9-ABBB-364EC7800E55}">
  <ds:schemaRefs>
    <ds:schemaRef ds:uri="http://schemas.microsoft.com/sharepoint/v3/contenttype/forms"/>
  </ds:schemaRefs>
</ds:datastoreItem>
</file>

<file path=customXml/itemProps2.xml><?xml version="1.0" encoding="utf-8"?>
<ds:datastoreItem xmlns:ds="http://schemas.openxmlformats.org/officeDocument/2006/customXml" ds:itemID="{25B291C5-C38A-4EC4-951F-508828680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e8e0d-4872-4c9b-a5c9-1ed1b86a4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NelsonNet Worksheet template_2020</Template>
  <TotalTime>196</TotalTime>
  <Pages>21</Pages>
  <Words>5221</Words>
  <Characters>29766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34918</CharactersWithSpaces>
  <SharedDoc>false</SharedDoc>
  <HLinks>
    <vt:vector size="6" baseType="variant">
      <vt:variant>
        <vt:i4>1835095</vt:i4>
      </vt:variant>
      <vt:variant>
        <vt:i4>0</vt:i4>
      </vt:variant>
      <vt:variant>
        <vt:i4>0</vt:i4>
      </vt:variant>
      <vt:variant>
        <vt:i4>5</vt:i4>
      </vt:variant>
      <vt:variant>
        <vt:lpwstr>http://www.nelsonnet.com.au/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Beaver</dc:creator>
  <cp:keywords/>
  <dc:description/>
  <cp:lastModifiedBy>Beaver, Robyn</cp:lastModifiedBy>
  <cp:revision>8</cp:revision>
  <dcterms:created xsi:type="dcterms:W3CDTF">2020-07-13T01:08:00Z</dcterms:created>
  <dcterms:modified xsi:type="dcterms:W3CDTF">2020-07-13T06:29:00Z</dcterms:modified>
</cp:coreProperties>
</file>